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F7E70" w14:textId="429D35A5" w:rsidR="00D6512C" w:rsidRPr="00120D01" w:rsidRDefault="007D446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5968960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2B211366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EF1FCB5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652B102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82AD510">
          <v:shape id="_x0000_s2053" type="#_x0000_t202" style="position:absolute;left:0;text-align:left;margin-left:68.9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A720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120D01" w14:paraId="0A6BECD9" w14:textId="77777777" w:rsidTr="00E30D17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121A6E2" w14:textId="397183F4" w:rsidR="00D6512C" w:rsidRDefault="009D4F44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058CA" w:rsidRPr="00120D01">
              <w:rPr>
                <w:rFonts w:hAnsi="ＭＳ 明朝" w:hint="eastAsia"/>
                <w:sz w:val="28"/>
                <w:szCs w:val="28"/>
              </w:rPr>
              <w:t>資格喪失</w:t>
            </w:r>
            <w:r w:rsidR="00D6512C" w:rsidRPr="00120D0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2DFEDC6" w14:textId="77777777" w:rsidR="004A5E0B" w:rsidRDefault="004A5E0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13EEAB85" w14:textId="77777777" w:rsidR="007A0E08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4636D0C0" w14:textId="77777777" w:rsidR="007A0E08" w:rsidRPr="004D2C41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3FF341DF" w14:textId="4687A3A8" w:rsidR="007A0E08" w:rsidRDefault="008067B4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下</w:t>
            </w:r>
            <w:r w:rsidR="007A0E08" w:rsidRPr="00120D01">
              <w:rPr>
                <w:rFonts w:hAnsi="ＭＳ 明朝" w:hint="eastAsia"/>
                <w:szCs w:val="21"/>
              </w:rPr>
              <w:t>記のとおり、</w:t>
            </w:r>
            <w:r w:rsidR="007A0E08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="007A0E08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="007A0E08" w:rsidRPr="00120D01">
              <w:rPr>
                <w:rFonts w:hAnsi="ＭＳ 明朝" w:hint="eastAsia"/>
                <w:szCs w:val="21"/>
              </w:rPr>
              <w:t>の受給資格がなくなりましたので通知します。</w:t>
            </w:r>
          </w:p>
          <w:p w14:paraId="0F767ED1" w14:textId="77777777" w:rsidR="004A5E0B" w:rsidRDefault="004A5E0B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232E5F8" w14:textId="77777777" w:rsidR="007A0E08" w:rsidRDefault="007A0E08" w:rsidP="007A0E08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DD4DE96" w14:textId="096F627A" w:rsidR="007A0E08" w:rsidRPr="00120D01" w:rsidRDefault="007A0E0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17EBE" w:rsidRPr="00120D01" w14:paraId="2208168A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6969F7D4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155664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44222C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583C72A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120D01" w14:paraId="76E91197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B556EBF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7865B39" w14:textId="77777777" w:rsidR="00D6512C" w:rsidRPr="00120D01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</w:t>
            </w:r>
            <w:r w:rsidR="00D6512C" w:rsidRPr="00120D0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48665846" w14:textId="0C202326" w:rsidR="00D6512C" w:rsidRPr="002F54AB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955429C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120D01" w14:paraId="5FB5FBE1" w14:textId="77777777" w:rsidTr="00E30D17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654D387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F43BDAE" w14:textId="77777777" w:rsidR="00266160" w:rsidRPr="00120D01" w:rsidRDefault="00E058C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</w:t>
            </w:r>
            <w:r w:rsidR="00266160" w:rsidRPr="00120D01">
              <w:rPr>
                <w:rFonts w:hAnsi="ＭＳ 明朝" w:hint="eastAsia"/>
                <w:szCs w:val="21"/>
              </w:rPr>
              <w:t>理由</w:t>
            </w:r>
          </w:p>
        </w:tc>
        <w:tc>
          <w:tcPr>
            <w:tcW w:w="6118" w:type="dxa"/>
            <w:vAlign w:val="center"/>
          </w:tcPr>
          <w:p w14:paraId="44D09BAB" w14:textId="77777777" w:rsidR="00266160" w:rsidRPr="00120D0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1F0D8B3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17EBE" w:rsidRPr="00120D01" w14:paraId="767228B4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38CD10F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2C3D22FD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受給資格がなくなった日</w:t>
            </w:r>
          </w:p>
        </w:tc>
        <w:tc>
          <w:tcPr>
            <w:tcW w:w="6118" w:type="dxa"/>
            <w:vAlign w:val="center"/>
          </w:tcPr>
          <w:p w14:paraId="40740506" w14:textId="38D76AC7" w:rsidR="00E17EBE" w:rsidRPr="00E30D17" w:rsidRDefault="00E30D17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</w:t>
            </w:r>
            <w:r w:rsidRPr="00E30D17">
              <w:rPr>
                <w:rFonts w:hAnsi="ＭＳ 明朝" w:hint="eastAsia"/>
                <w:szCs w:val="21"/>
              </w:rPr>
              <w:t xml:space="preserve">　　　年　　月　　日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DF18B1A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4E0C3CF6" w14:textId="77777777" w:rsidTr="00E30D17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14906D71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0071C64D" w14:textId="77777777" w:rsidR="00E51ED4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7368005E" w14:textId="66DD0A89" w:rsidR="00215355" w:rsidRPr="005F1AFA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7E310CE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D089603" w14:textId="7C1BF2A4" w:rsidR="00E17EBE" w:rsidRPr="00A855F1" w:rsidRDefault="006A2D83" w:rsidP="006A2D8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21535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D6FCF9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57B161E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72F2E5E1" w14:textId="77777777" w:rsidTr="00E30D17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8B8ED2" w14:textId="30DAAA65" w:rsidR="00D6512C" w:rsidRPr="00120D01" w:rsidRDefault="007D4462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4371BEB2">
                <v:rect id="正方形/長方形 4" o:spid="_x0000_s2056" style="position:absolute;left:0;text-align:left;margin-left:-4pt;margin-top:1.9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0CBFFAF5" w14:textId="77777777" w:rsidR="00E30D17" w:rsidRDefault="00E30D17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602BE5F" w14:textId="550DC80A" w:rsidR="006B63C5" w:rsidRPr="000A3C6A" w:rsidRDefault="000A3C6A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0A3C6A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20D01" w14:paraId="554BC310" w14:textId="77777777" w:rsidTr="00E30D17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FF8BB14" w14:textId="7B66C684" w:rsidR="006B63C5" w:rsidRDefault="006B63C5" w:rsidP="007A0E08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B69CF8A" w14:textId="542DADF4" w:rsidR="006B63C5" w:rsidRPr="00120D01" w:rsidRDefault="006B63C5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30D17" w:rsidRPr="00BB10A4" w14:paraId="27209997" w14:textId="77777777" w:rsidTr="00E30D17">
        <w:trPr>
          <w:gridBefore w:val="1"/>
          <w:wBefore w:w="23" w:type="dxa"/>
          <w:cantSplit/>
          <w:trHeight w:val="305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BAAB4" w14:textId="77777777" w:rsidR="00E30D17" w:rsidRPr="00890837" w:rsidRDefault="007D4462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CF8E82C">
                <v:rect id="正方形/長方形 8" o:spid="_x0000_s2062" style="position:absolute;left:0;text-align:left;margin-left:-4.4pt;margin-top:10.4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3EFC956" w14:textId="77777777" w:rsidR="00E30D17" w:rsidRPr="00CC5C0C" w:rsidRDefault="00E30D17" w:rsidP="00E30D17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30D17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30D17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77A099A6" w14:textId="77777777" w:rsidR="00E30D17" w:rsidRPr="00890837" w:rsidRDefault="00E30D17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67336279" w14:textId="77777777" w:rsidR="00E30D17" w:rsidRPr="00890837" w:rsidRDefault="00E30D17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955AED3" w14:textId="77777777" w:rsidR="00E30D17" w:rsidRPr="00BB10A4" w:rsidRDefault="00E30D17" w:rsidP="00727C5C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7627D5" w:rsidRPr="00120D01" w14:paraId="426C6B9C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ACBD9D" w14:textId="77777777" w:rsidR="00E30D17" w:rsidRPr="00727C5C" w:rsidRDefault="00E30D17" w:rsidP="00E30D17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B8AAF1A" w14:textId="43D1AB7D" w:rsidR="007627D5" w:rsidRPr="00120D01" w:rsidRDefault="007627D5" w:rsidP="00135C60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20D01" w14:paraId="6012BC1A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69208E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20D01" w14:paraId="7C54EC54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9C72D74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9278637" w14:textId="77777777" w:rsidR="007627D5" w:rsidRPr="00120D01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20D01" w14:paraId="6718CDF9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0FB5890" w14:textId="77777777" w:rsidR="00875C27" w:rsidRPr="00225C6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5816481" w14:textId="77777777" w:rsidR="006A2D83" w:rsidRPr="00225C62" w:rsidRDefault="006A2D83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F97AAF" w14:textId="77777777" w:rsidR="00875C27" w:rsidRPr="00225C62" w:rsidRDefault="007627D5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75C27"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0E472E6" w14:textId="2E10A664" w:rsidR="006A2D83" w:rsidRPr="00225C62" w:rsidRDefault="00A855F1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9" w:history="1">
              <w:r w:rsidRPr="00225C62">
                <w:rPr>
                  <w:rStyle w:val="ae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DA2C34A" w14:textId="77777777" w:rsidR="00D6512C" w:rsidRPr="00A855F1" w:rsidRDefault="00D6512C" w:rsidP="00E30D17">
      <w:pPr>
        <w:wordWrap w:val="0"/>
        <w:overflowPunct w:val="0"/>
        <w:autoSpaceDE w:val="0"/>
        <w:autoSpaceDN w:val="0"/>
        <w:spacing w:line="240" w:lineRule="exact"/>
        <w:rPr>
          <w:rFonts w:hAnsi="ＭＳ 明朝"/>
          <w:szCs w:val="21"/>
        </w:rPr>
      </w:pPr>
    </w:p>
    <w:sectPr w:rsidR="00D6512C" w:rsidRPr="00A855F1" w:rsidSect="009D24D8">
      <w:headerReference w:type="default" r:id="rId10"/>
      <w:pgSz w:w="11906" w:h="16838" w:code="9"/>
      <w:pgMar w:top="1701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FE317" w14:textId="77777777" w:rsidR="002B590F" w:rsidRDefault="002B590F">
      <w:r>
        <w:separator/>
      </w:r>
    </w:p>
  </w:endnote>
  <w:endnote w:type="continuationSeparator" w:id="0">
    <w:p w14:paraId="25BDA470" w14:textId="77777777" w:rsidR="002B590F" w:rsidRDefault="002B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9127C" w14:textId="77777777" w:rsidR="002B590F" w:rsidRDefault="002B590F">
      <w:r>
        <w:separator/>
      </w:r>
    </w:p>
  </w:footnote>
  <w:footnote w:type="continuationSeparator" w:id="0">
    <w:p w14:paraId="46E521FB" w14:textId="77777777" w:rsidR="002B590F" w:rsidRDefault="002B5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FB3D0" w14:textId="77777777" w:rsidR="00F2197C" w:rsidRDefault="00F2197C" w:rsidP="007D4462">
    <w:pPr>
      <w:pStyle w:val="a3"/>
      <w:jc w:val="right"/>
    </w:pPr>
    <w:r>
      <w:rPr>
        <w:rFonts w:hAnsi="Century" w:hint="eastAsia"/>
      </w:rPr>
      <w:t>様式第</w:t>
    </w:r>
    <w:r w:rsidR="00D72CAA">
      <w:rPr>
        <w:rFonts w:hAnsi="Century" w:hint="eastAsia"/>
      </w:rPr>
      <w:t>9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3687"/>
    <w:rsid w:val="000151D4"/>
    <w:rsid w:val="00052D0B"/>
    <w:rsid w:val="00076021"/>
    <w:rsid w:val="00095DF5"/>
    <w:rsid w:val="000A3C6A"/>
    <w:rsid w:val="000C3CC0"/>
    <w:rsid w:val="000D2546"/>
    <w:rsid w:val="00120D01"/>
    <w:rsid w:val="00135C60"/>
    <w:rsid w:val="001513FE"/>
    <w:rsid w:val="00171425"/>
    <w:rsid w:val="001C5BF5"/>
    <w:rsid w:val="001D5B71"/>
    <w:rsid w:val="001F3314"/>
    <w:rsid w:val="00215355"/>
    <w:rsid w:val="00225C62"/>
    <w:rsid w:val="002374BA"/>
    <w:rsid w:val="00247CD8"/>
    <w:rsid w:val="00266160"/>
    <w:rsid w:val="002B590F"/>
    <w:rsid w:val="002F230E"/>
    <w:rsid w:val="002F54AB"/>
    <w:rsid w:val="003A2C20"/>
    <w:rsid w:val="003A3FC8"/>
    <w:rsid w:val="003C1D36"/>
    <w:rsid w:val="004039A6"/>
    <w:rsid w:val="00426A7A"/>
    <w:rsid w:val="0043484A"/>
    <w:rsid w:val="00441674"/>
    <w:rsid w:val="004A0A80"/>
    <w:rsid w:val="004A5E0B"/>
    <w:rsid w:val="004D60A3"/>
    <w:rsid w:val="00531527"/>
    <w:rsid w:val="0056332C"/>
    <w:rsid w:val="005D025E"/>
    <w:rsid w:val="005D4909"/>
    <w:rsid w:val="005F1AFA"/>
    <w:rsid w:val="006078D4"/>
    <w:rsid w:val="00635AC5"/>
    <w:rsid w:val="006443EA"/>
    <w:rsid w:val="00653F0F"/>
    <w:rsid w:val="00681BEE"/>
    <w:rsid w:val="00683792"/>
    <w:rsid w:val="006A2D83"/>
    <w:rsid w:val="006B63C5"/>
    <w:rsid w:val="00710C00"/>
    <w:rsid w:val="00727C5C"/>
    <w:rsid w:val="007627D5"/>
    <w:rsid w:val="00774502"/>
    <w:rsid w:val="007A0E08"/>
    <w:rsid w:val="007D4462"/>
    <w:rsid w:val="007D467C"/>
    <w:rsid w:val="007E7BC3"/>
    <w:rsid w:val="00801B5A"/>
    <w:rsid w:val="008067B4"/>
    <w:rsid w:val="008074CF"/>
    <w:rsid w:val="008344E0"/>
    <w:rsid w:val="00875C27"/>
    <w:rsid w:val="008C0035"/>
    <w:rsid w:val="008E7107"/>
    <w:rsid w:val="009647CD"/>
    <w:rsid w:val="009B16C3"/>
    <w:rsid w:val="009D24D8"/>
    <w:rsid w:val="009D4F44"/>
    <w:rsid w:val="00A561E4"/>
    <w:rsid w:val="00A855F1"/>
    <w:rsid w:val="00B024B5"/>
    <w:rsid w:val="00B355F3"/>
    <w:rsid w:val="00B4671F"/>
    <w:rsid w:val="00B56236"/>
    <w:rsid w:val="00B85E04"/>
    <w:rsid w:val="00BE2D61"/>
    <w:rsid w:val="00CA283D"/>
    <w:rsid w:val="00CA7D09"/>
    <w:rsid w:val="00CD2DD6"/>
    <w:rsid w:val="00CD7B6F"/>
    <w:rsid w:val="00CE72DF"/>
    <w:rsid w:val="00D03A9D"/>
    <w:rsid w:val="00D30BEC"/>
    <w:rsid w:val="00D6512C"/>
    <w:rsid w:val="00D72CAA"/>
    <w:rsid w:val="00D83528"/>
    <w:rsid w:val="00DA629E"/>
    <w:rsid w:val="00DD5F5B"/>
    <w:rsid w:val="00DE1D73"/>
    <w:rsid w:val="00DF699C"/>
    <w:rsid w:val="00E058CA"/>
    <w:rsid w:val="00E17EBE"/>
    <w:rsid w:val="00E233B4"/>
    <w:rsid w:val="00E30D17"/>
    <w:rsid w:val="00E51ED4"/>
    <w:rsid w:val="00E876ED"/>
    <w:rsid w:val="00E969EB"/>
    <w:rsid w:val="00EB6B18"/>
    <w:rsid w:val="00ED2DC4"/>
    <w:rsid w:val="00ED5D1A"/>
    <w:rsid w:val="00EF7F4D"/>
    <w:rsid w:val="00F05652"/>
    <w:rsid w:val="00F2197C"/>
    <w:rsid w:val="00F27ECE"/>
    <w:rsid w:val="00F65E8A"/>
    <w:rsid w:val="00FC6B42"/>
    <w:rsid w:val="00FD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4120C966"/>
  <w15:chartTrackingRefBased/>
  <w15:docId w15:val="{8CFA20B7-B32C-41BB-A9AD-865DE33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875C2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875C27"/>
    <w:pPr>
      <w:jc w:val="left"/>
    </w:pPr>
  </w:style>
  <w:style w:type="character" w:customStyle="1" w:styleId="a9">
    <w:name w:val="コメント文字列 (文字)"/>
    <w:link w:val="a8"/>
    <w:uiPriority w:val="99"/>
    <w:rsid w:val="00875C2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75C2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875C2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3152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3152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e">
    <w:name w:val="Hyperlink"/>
    <w:uiPriority w:val="99"/>
    <w:unhideWhenUsed/>
    <w:rsid w:val="00A855F1"/>
    <w:rPr>
      <w:color w:val="0563C1"/>
      <w:u w:val="single"/>
    </w:rPr>
  </w:style>
  <w:style w:type="character" w:styleId="af">
    <w:name w:val="Unresolved Mention"/>
    <w:uiPriority w:val="99"/>
    <w:semiHidden/>
    <w:unhideWhenUsed/>
    <w:rsid w:val="00A855F1"/>
    <w:rPr>
      <w:color w:val="605E5C"/>
      <w:shd w:val="clear" w:color="auto" w:fill="E1DFDD"/>
    </w:rPr>
  </w:style>
  <w:style w:type="paragraph" w:styleId="af0">
    <w:name w:val="No Spacing"/>
    <w:uiPriority w:val="1"/>
    <w:qFormat/>
    <w:rsid w:val="007D467C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xxxxxxxxxx@yyy.zzz.aa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E8AD74-19CB-4D83-917B-9FE71F8672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9583-C528-4AE0-8F2A-37E073E55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079AFF-4CD7-4975-A062-CB3CBC91C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24</TotalTime>
  <Pages>1</Pages>
  <Words>103</Words>
  <Characters>592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2021-12-20T05:12:00Z</cp:lastPrinted>
  <dcterms:created xsi:type="dcterms:W3CDTF">2021-10-21T04:39:00Z</dcterms:created>
  <dcterms:modified xsi:type="dcterms:W3CDTF">2024-11-24T01:12:00Z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2021-10-23T03:23:48Z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3035cd30-8954-4ff7-92fb-a13bda01a5d0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