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B3F40" w14:textId="2C6DFD75" w:rsidR="00DC7259" w:rsidRDefault="00DC7259" w:rsidP="00DC7259">
      <w:pPr>
        <w:kinsoku w:val="0"/>
        <w:jc w:val="right"/>
        <w:rPr>
          <w:rFonts w:hAnsi="ＭＳ 明朝"/>
          <w:color w:val="00B0F0"/>
        </w:rPr>
      </w:pPr>
      <w:r>
        <w:rPr>
          <w:rFonts w:hint="eastAsia"/>
        </w:rPr>
        <w:t>第　　　　　　号</w:t>
      </w:r>
    </w:p>
    <w:p w14:paraId="41D64BFF" w14:textId="2B37A9BC" w:rsidR="00DC7259" w:rsidRDefault="00DC7259" w:rsidP="00DC7259">
      <w:pPr>
        <w:kinsoku w:val="0"/>
        <w:jc w:val="righ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185559" wp14:editId="17147030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FDA462" w14:textId="110D5CF3" w:rsidR="00DC7259" w:rsidRDefault="00DC7259" w:rsidP="00DC7259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F2095A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  <w:p w14:paraId="168A3E95" w14:textId="5C3A53EB" w:rsidR="00FD06D0" w:rsidRDefault="00FD06D0" w:rsidP="00DC7259">
                            <w:pPr>
                              <w:spacing w:line="280" w:lineRule="exac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（医療保険者）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185559" id="正方形/長方形 3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BY96VeqwIAAJU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16FDA462" w14:textId="110D5CF3" w:rsidR="00DC7259" w:rsidRDefault="00DC7259" w:rsidP="00DC7259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窓</w:t>
                      </w:r>
                      <w:r w:rsidR="00F2095A">
                        <w:rPr>
                          <w:rFonts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  <w:p w14:paraId="168A3E95" w14:textId="5C3A53EB" w:rsidR="00FD06D0" w:rsidRDefault="00FD06D0" w:rsidP="00DC7259">
                      <w:pPr>
                        <w:spacing w:line="280" w:lineRule="exact"/>
                        <w:rPr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18"/>
                        </w:rPr>
                        <w:t>（医療保険者）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rFonts w:hint="eastAsia"/>
        </w:rPr>
        <w:t xml:space="preserve">　年　月　日</w:t>
      </w:r>
    </w:p>
    <w:p w14:paraId="552E55FE" w14:textId="77777777" w:rsidR="00DC7259" w:rsidRDefault="00DC7259" w:rsidP="00DC7259"/>
    <w:p w14:paraId="0FD20227" w14:textId="77777777" w:rsidR="00DC7259" w:rsidRDefault="00DC7259" w:rsidP="00DC7259"/>
    <w:p w14:paraId="06A95AA1" w14:textId="77777777" w:rsidR="00DC7259" w:rsidRDefault="00DC7259" w:rsidP="00DC7259"/>
    <w:p w14:paraId="2A067867" w14:textId="77777777" w:rsidR="00DC7259" w:rsidRDefault="00DC7259" w:rsidP="00DC7259"/>
    <w:p w14:paraId="5545DDCF" w14:textId="77777777" w:rsidR="00DC7259" w:rsidRDefault="00DC7259" w:rsidP="00DC7259">
      <w:pPr>
        <w:kinsoku w:val="0"/>
        <w:rPr>
          <w:rFonts w:eastAsia="PMingLiU"/>
          <w:lang w:eastAsia="zh-TW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5E820A" wp14:editId="11CB6B88">
                <wp:simplePos x="0" y="0"/>
                <wp:positionH relativeFrom="column">
                  <wp:posOffset>6067425</wp:posOffset>
                </wp:positionH>
                <wp:positionV relativeFrom="paragraph">
                  <wp:posOffset>88900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AAD29" w14:textId="77777777" w:rsidR="00DC7259" w:rsidRDefault="00DC7259" w:rsidP="00DC725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5E820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left:0;text-align:left;margin-left:477.75pt;margin-top:7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BG09U73QAA&#10;AAoBAAAPAAAAAAAAAAAAAAAAAJ4EAABkcnMvZG93bnJldi54bWxQSwUGAAAAAAQABADzAAAAqAUA&#10;AAAA&#10;">
                <v:textbox>
                  <w:txbxContent>
                    <w:p w14:paraId="329AAD29" w14:textId="77777777" w:rsidR="00DC7259" w:rsidRDefault="00DC7259" w:rsidP="00DC725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45B3898" w14:textId="27BBA809" w:rsidR="00DC7259" w:rsidRDefault="00F3233A" w:rsidP="00DC7259">
      <w:pPr>
        <w:kinsoku w:val="0"/>
        <w:ind w:rightChars="100" w:right="210"/>
        <w:jc w:val="right"/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52A3124" wp14:editId="1F9C982E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FDCA89" w14:textId="77777777" w:rsidR="00F3233A" w:rsidRPr="00967DE7" w:rsidRDefault="00F3233A" w:rsidP="00F3233A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2A3124" id="正方形/長方形 9" o:spid="_x0000_s1028" style="position:absolute;left:0;text-align:left;margin-left:17.85pt;margin-top:10.5pt;width:1in;height:24.7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LPLGSjdAAAACAEAAA8AAABkcnMv&#10;ZG93bnJldi54bWxMj0FPg0AQhe8m/ofNmHizS2sVRYaGGDXpscXEeFtgBJSdJeyW0n/v9KTHee/l&#10;zffSzWx7NdHoO8cIy0UEirhydccNwnvxevMAygfDtekdE8KJPGyyy4vUJLU78o6mfWiUlLBPDEIb&#10;wpBo7auWrPELNxCL9+VGa4KcY6Pr0Ryl3PZ6FUX32pqO5UNrBnpuqfrZHyyCL6dtcRryj+9PX5X5&#10;C9tivX1DvL6a8ydQgebwF4YzvqBDJkylO3DtVY9wexdLEmG1lElnP34UoUSIozXoLNX/B2S/AA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LPLGSjdAAAACAEAAA8AAAAAAAAAAAAAAAAA&#10;/QQAAGRycy9kb3ducmV2LnhtbFBLBQYAAAAABAAEAPMAAAAHBgAAAAA=&#10;" filled="f" stroked="f" strokeweight="2pt">
                <v:textbox>
                  <w:txbxContent>
                    <w:p w14:paraId="7CFDCA89" w14:textId="77777777" w:rsidR="00F3233A" w:rsidRPr="00967DE7" w:rsidRDefault="00F3233A" w:rsidP="00F3233A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DC7259">
        <w:rPr>
          <w:rFonts w:hint="eastAsia"/>
        </w:rPr>
        <w:t xml:space="preserve">○○市（町村）長　　　　</w:t>
      </w:r>
    </w:p>
    <w:p w14:paraId="4235C8A3" w14:textId="77777777" w:rsidR="00DC7259" w:rsidRDefault="00DC7259" w:rsidP="00DC7259"/>
    <w:p w14:paraId="245EF07B" w14:textId="6BAC2776" w:rsidR="00DC7259" w:rsidRDefault="00F96343" w:rsidP="00DC7259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72D486" wp14:editId="627455BC">
                <wp:simplePos x="0" y="0"/>
                <wp:positionH relativeFrom="margin">
                  <wp:posOffset>84455</wp:posOffset>
                </wp:positionH>
                <wp:positionV relativeFrom="paragraph">
                  <wp:posOffset>396875</wp:posOffset>
                </wp:positionV>
                <wp:extent cx="6457950" cy="123825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57950" cy="1238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4107C7" w14:textId="045EF06C" w:rsidR="00F96343" w:rsidRPr="00F86E50" w:rsidRDefault="00F96343" w:rsidP="00F9634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F86E5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F86E5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  <w:r w:rsidR="00443A3D">
                              <w:rPr>
                                <w:rFonts w:ascii="ＭＳ ゴシック" w:eastAsia="ＭＳ ゴシック" w:hAnsi="ＭＳ ゴシック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72D486" id="正方形/長方形 1" o:spid="_x0000_s1029" style="position:absolute;left:0;text-align:left;margin-left:6.65pt;margin-top:31.25pt;width:508.5pt;height:97.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614107C7" w14:textId="045EF06C" w:rsidR="00F96343" w:rsidRPr="00F86E50" w:rsidRDefault="00F96343" w:rsidP="00F9634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F86E50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</w:t>
                      </w:r>
                      <w:r w:rsidR="00F86E50">
                        <w:rPr>
                          <w:rFonts w:ascii="ＭＳ ゴシック" w:eastAsia="ＭＳ ゴシック" w:hAnsi="ＭＳ ゴシック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  <w:r w:rsidR="00443A3D">
                        <w:rPr>
                          <w:rFonts w:ascii="ＭＳ ゴシック" w:eastAsia="ＭＳ ゴシック" w:hAnsi="ＭＳ ゴシック"/>
                          <w:b/>
                          <w:color w:val="FFFFFF" w:themeColor="background1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35C75" w:rsidRPr="00A35C75">
        <w:rPr>
          <w:rFonts w:hint="eastAsia"/>
          <w:b/>
          <w:sz w:val="28"/>
        </w:rPr>
        <w:t>要介護認定等申請受理通知書</w:t>
      </w:r>
    </w:p>
    <w:p w14:paraId="22BB0F97" w14:textId="511ED135" w:rsidR="00DC7259" w:rsidRPr="00DC7259" w:rsidRDefault="00DC7259" w:rsidP="00DC7259">
      <w:pPr>
        <w:ind w:rightChars="-270" w:right="-567" w:firstLineChars="100" w:firstLine="200"/>
        <w:rPr>
          <w:sz w:val="20"/>
          <w:szCs w:val="18"/>
        </w:rPr>
      </w:pPr>
      <w:r w:rsidRPr="00DC7259">
        <w:rPr>
          <w:rFonts w:hint="eastAsia"/>
          <w:sz w:val="20"/>
          <w:szCs w:val="18"/>
        </w:rPr>
        <w:t xml:space="preserve">　</w:t>
      </w:r>
      <w:r w:rsidR="005A464E">
        <w:rPr>
          <w:rFonts w:hint="eastAsia"/>
          <w:sz w:val="20"/>
          <w:szCs w:val="18"/>
        </w:rPr>
        <w:t>次</w:t>
      </w:r>
      <w:r w:rsidRPr="00DC7259">
        <w:rPr>
          <w:rFonts w:hint="eastAsia"/>
          <w:sz w:val="20"/>
          <w:szCs w:val="18"/>
        </w:rPr>
        <w:t>の者に係る要介護（更新）認定・要支援（更新）認定の申請を受理したので通知いたします。</w:t>
      </w:r>
    </w:p>
    <w:p w14:paraId="13DA6C2E" w14:textId="2F721E46" w:rsidR="00DC7259" w:rsidRDefault="00D72AEB" w:rsidP="00DC7259">
      <w:pPr>
        <w:ind w:rightChars="-405" w:right="-850" w:firstLineChars="100" w:firstLine="210"/>
        <w:rPr>
          <w:sz w:val="20"/>
          <w:szCs w:val="18"/>
        </w:rPr>
      </w:pPr>
      <w:r>
        <w:rPr>
          <w:rFonts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FE3B0" wp14:editId="0620ACBF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4AA7D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85pt;margin-top:278.95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DC7259" w:rsidRPr="00DC7259">
        <w:rPr>
          <w:rFonts w:hint="eastAsia"/>
          <w:sz w:val="20"/>
          <w:szCs w:val="18"/>
        </w:rPr>
        <w:t xml:space="preserve">　なお</w:t>
      </w:r>
      <w:r w:rsidR="005A464E">
        <w:rPr>
          <w:rFonts w:hint="eastAsia"/>
          <w:sz w:val="20"/>
          <w:szCs w:val="18"/>
        </w:rPr>
        <w:t>次</w:t>
      </w:r>
      <w:r w:rsidR="00DC7259" w:rsidRPr="00DC7259">
        <w:rPr>
          <w:rFonts w:hint="eastAsia"/>
          <w:sz w:val="20"/>
          <w:szCs w:val="18"/>
        </w:rPr>
        <w:t>の者について、介護保険法第６８条第１項に規定する滞納保険料等がある場合には、指定期日までに</w:t>
      </w:r>
    </w:p>
    <w:p w14:paraId="4B8770CA" w14:textId="1D370FA1" w:rsidR="00DC7259" w:rsidRDefault="005A464E" w:rsidP="00DC7259">
      <w:pPr>
        <w:ind w:rightChars="-405" w:right="-850" w:firstLineChars="100" w:firstLine="200"/>
        <w:rPr>
          <w:sz w:val="20"/>
          <w:szCs w:val="18"/>
        </w:rPr>
      </w:pPr>
      <w:r>
        <w:rPr>
          <w:rFonts w:hint="eastAsia"/>
          <w:sz w:val="20"/>
          <w:szCs w:val="18"/>
        </w:rPr>
        <w:t>以下</w:t>
      </w:r>
      <w:r w:rsidR="00DC7259">
        <w:rPr>
          <w:rFonts w:hint="eastAsia"/>
          <w:sz w:val="20"/>
          <w:szCs w:val="18"/>
        </w:rPr>
        <w:t>のお問合せ先</w:t>
      </w:r>
      <w:r w:rsidR="00DC7259" w:rsidRPr="00DC7259">
        <w:rPr>
          <w:rFonts w:hint="eastAsia"/>
          <w:sz w:val="20"/>
          <w:szCs w:val="18"/>
        </w:rPr>
        <w:t>までお知らせください。</w:t>
      </w:r>
    </w:p>
    <w:p w14:paraId="4C1D5BF6" w14:textId="1D5DCF5A" w:rsidR="00DC7259" w:rsidRDefault="00DC7259" w:rsidP="00DC7259">
      <w:pPr>
        <w:ind w:rightChars="-405" w:right="-850" w:firstLineChars="100" w:firstLine="200"/>
        <w:rPr>
          <w:sz w:val="20"/>
          <w:szCs w:val="18"/>
        </w:rPr>
      </w:pPr>
    </w:p>
    <w:p w14:paraId="32E86126" w14:textId="36593AF7" w:rsidR="00DC7259" w:rsidRPr="000A2D29" w:rsidRDefault="00DC7259" w:rsidP="00DC7259">
      <w:pPr>
        <w:ind w:rightChars="-405" w:right="-850" w:firstLineChars="100" w:firstLine="200"/>
        <w:rPr>
          <w:sz w:val="16"/>
          <w:szCs w:val="18"/>
          <w:u w:val="single"/>
        </w:rPr>
      </w:pPr>
      <w:r>
        <w:rPr>
          <w:rFonts w:hint="eastAsia"/>
          <w:sz w:val="20"/>
          <w:szCs w:val="18"/>
        </w:rPr>
        <w:t xml:space="preserve">　</w:t>
      </w:r>
      <w:r w:rsidRPr="000A2D29">
        <w:rPr>
          <w:rFonts w:hint="eastAsia"/>
          <w:szCs w:val="22"/>
          <w:u w:val="single"/>
        </w:rPr>
        <w:t>指定期日：</w:t>
      </w:r>
      <w:r w:rsidR="00F91127" w:rsidRPr="000A2D29">
        <w:rPr>
          <w:rFonts w:hint="eastAsia"/>
          <w:szCs w:val="22"/>
          <w:u w:val="single"/>
        </w:rPr>
        <w:t xml:space="preserve">　　</w:t>
      </w:r>
      <w:r w:rsidRPr="000A2D29">
        <w:rPr>
          <w:rFonts w:hint="eastAsia"/>
          <w:szCs w:val="22"/>
          <w:u w:val="single"/>
        </w:rPr>
        <w:t xml:space="preserve">　　年　　月　　日</w:t>
      </w:r>
    </w:p>
    <w:p w14:paraId="17E8BB60" w14:textId="34CB370F" w:rsidR="00DC7259" w:rsidRDefault="00DC7259" w:rsidP="00DC7259">
      <w:pPr>
        <w:ind w:rightChars="-405" w:right="-850" w:firstLineChars="100" w:firstLine="200"/>
        <w:rPr>
          <w:sz w:val="20"/>
          <w:szCs w:val="18"/>
        </w:rPr>
      </w:pPr>
    </w:p>
    <w:p w14:paraId="730BF81D" w14:textId="5A506D8C" w:rsidR="00DC7259" w:rsidRPr="00DC7259" w:rsidRDefault="00DC7259" w:rsidP="00DC7259">
      <w:pPr>
        <w:ind w:rightChars="-405" w:right="-850" w:firstLineChars="100" w:firstLine="200"/>
        <w:rPr>
          <w:sz w:val="20"/>
          <w:szCs w:val="18"/>
        </w:rPr>
      </w:pPr>
      <w:r>
        <w:rPr>
          <w:rFonts w:hint="eastAsia"/>
          <w:sz w:val="20"/>
          <w:szCs w:val="18"/>
        </w:rPr>
        <w:t>要介護（更新）等の申請を行った者</w:t>
      </w:r>
    </w:p>
    <w:tbl>
      <w:tblPr>
        <w:tblStyle w:val="aa"/>
        <w:tblW w:w="10097" w:type="dxa"/>
        <w:jc w:val="center"/>
        <w:tblInd w:w="0" w:type="dxa"/>
        <w:tblLook w:val="04A0" w:firstRow="1" w:lastRow="0" w:firstColumn="1" w:lastColumn="0" w:noHBand="0" w:noVBand="1"/>
      </w:tblPr>
      <w:tblGrid>
        <w:gridCol w:w="794"/>
        <w:gridCol w:w="1928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1927"/>
      </w:tblGrid>
      <w:tr w:rsidR="00DC7259" w14:paraId="6E761ABE" w14:textId="77777777" w:rsidTr="005141F3">
        <w:trPr>
          <w:cantSplit/>
          <w:trHeight w:val="567"/>
          <w:jc w:val="center"/>
        </w:trPr>
        <w:tc>
          <w:tcPr>
            <w:tcW w:w="794" w:type="dxa"/>
            <w:vMerge w:val="restart"/>
            <w:textDirection w:val="tbRlV"/>
            <w:vAlign w:val="center"/>
          </w:tcPr>
          <w:p w14:paraId="7B0CE936" w14:textId="3BB46767" w:rsidR="00DC7259" w:rsidRDefault="00DC7259" w:rsidP="00DC7259">
            <w:pPr>
              <w:spacing w:line="240" w:lineRule="exact"/>
              <w:ind w:left="113" w:right="113"/>
              <w:jc w:val="center"/>
              <w:rPr>
                <w:sz w:val="20"/>
                <w:szCs w:val="18"/>
              </w:rPr>
            </w:pPr>
            <w:r w:rsidRPr="00C75B01">
              <w:rPr>
                <w:rFonts w:hint="eastAsia"/>
                <w:spacing w:val="75"/>
                <w:kern w:val="0"/>
                <w:sz w:val="20"/>
                <w:szCs w:val="18"/>
                <w:fitText w:val="3000" w:id="-1565201408"/>
              </w:rPr>
              <w:t>要介護認定等申請</w:t>
            </w:r>
            <w:r w:rsidRPr="00C75B01">
              <w:rPr>
                <w:rFonts w:hint="eastAsia"/>
                <w:kern w:val="0"/>
                <w:sz w:val="20"/>
                <w:szCs w:val="18"/>
                <w:fitText w:val="3000" w:id="-1565201408"/>
              </w:rPr>
              <w:t>者</w:t>
            </w:r>
          </w:p>
        </w:tc>
        <w:tc>
          <w:tcPr>
            <w:tcW w:w="1928" w:type="dxa"/>
            <w:vAlign w:val="center"/>
          </w:tcPr>
          <w:p w14:paraId="395BC1C4" w14:textId="2777EC23" w:rsidR="00DC7259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氏名</w:t>
            </w:r>
          </w:p>
        </w:tc>
        <w:tc>
          <w:tcPr>
            <w:tcW w:w="7375" w:type="dxa"/>
            <w:gridSpan w:val="13"/>
            <w:vAlign w:val="center"/>
          </w:tcPr>
          <w:p w14:paraId="0296CE54" w14:textId="352C4B9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C75B01" w14:paraId="1C79F97A" w14:textId="77777777" w:rsidTr="005141F3">
        <w:trPr>
          <w:cantSplit/>
          <w:trHeight w:val="567"/>
          <w:jc w:val="center"/>
        </w:trPr>
        <w:tc>
          <w:tcPr>
            <w:tcW w:w="794" w:type="dxa"/>
            <w:vMerge/>
            <w:textDirection w:val="tbRlV"/>
            <w:vAlign w:val="center"/>
          </w:tcPr>
          <w:p w14:paraId="5B0D4E43" w14:textId="77777777" w:rsidR="00C75B01" w:rsidRPr="00C75B01" w:rsidRDefault="00C75B01" w:rsidP="00DC7259">
            <w:pPr>
              <w:spacing w:line="240" w:lineRule="exact"/>
              <w:ind w:left="113" w:right="113"/>
              <w:jc w:val="center"/>
              <w:rPr>
                <w:kern w:val="0"/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28805994" w14:textId="16E59E1B" w:rsidR="00C75B01" w:rsidRDefault="00C75B01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性別</w:t>
            </w:r>
          </w:p>
        </w:tc>
        <w:tc>
          <w:tcPr>
            <w:tcW w:w="7375" w:type="dxa"/>
            <w:gridSpan w:val="13"/>
            <w:vAlign w:val="center"/>
          </w:tcPr>
          <w:p w14:paraId="5EF94932" w14:textId="77777777" w:rsidR="00C75B01" w:rsidRDefault="00C75B01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DC7259" w14:paraId="7E78224D" w14:textId="77777777" w:rsidTr="00464665">
        <w:trPr>
          <w:trHeight w:val="567"/>
          <w:jc w:val="center"/>
        </w:trPr>
        <w:tc>
          <w:tcPr>
            <w:tcW w:w="794" w:type="dxa"/>
            <w:vMerge/>
          </w:tcPr>
          <w:p w14:paraId="3BB9C989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61756CFA" w14:textId="00975002" w:rsidR="00DC7259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生年月日</w:t>
            </w:r>
          </w:p>
        </w:tc>
        <w:tc>
          <w:tcPr>
            <w:tcW w:w="7375" w:type="dxa"/>
            <w:gridSpan w:val="13"/>
            <w:vAlign w:val="center"/>
          </w:tcPr>
          <w:p w14:paraId="05ED5F92" w14:textId="5340531E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DC7259" w14:paraId="29A3DFCE" w14:textId="77777777" w:rsidTr="00E2529A">
        <w:trPr>
          <w:trHeight w:val="907"/>
          <w:jc w:val="center"/>
        </w:trPr>
        <w:tc>
          <w:tcPr>
            <w:tcW w:w="794" w:type="dxa"/>
            <w:vMerge/>
          </w:tcPr>
          <w:p w14:paraId="61C8E200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729307EB" w14:textId="6BB4BBB6" w:rsidR="00DC7259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住所</w:t>
            </w:r>
          </w:p>
        </w:tc>
        <w:tc>
          <w:tcPr>
            <w:tcW w:w="7375" w:type="dxa"/>
            <w:gridSpan w:val="13"/>
            <w:vAlign w:val="center"/>
          </w:tcPr>
          <w:p w14:paraId="405F78A3" w14:textId="26DA38F9" w:rsidR="00DC7259" w:rsidRDefault="00DC7259" w:rsidP="00E2529A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1D5B52" w14:paraId="3C2AE78C" w14:textId="77777777" w:rsidTr="00C028C6">
        <w:trPr>
          <w:trHeight w:val="567"/>
          <w:jc w:val="center"/>
        </w:trPr>
        <w:tc>
          <w:tcPr>
            <w:tcW w:w="794" w:type="dxa"/>
            <w:vMerge/>
          </w:tcPr>
          <w:p w14:paraId="0ECDAC78" w14:textId="77777777" w:rsidR="001D5B52" w:rsidRDefault="001D5B52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035E27C7" w14:textId="3AC30D9A" w:rsidR="001D5B52" w:rsidRDefault="001D5B52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被保険者番号</w:t>
            </w:r>
          </w:p>
        </w:tc>
        <w:tc>
          <w:tcPr>
            <w:tcW w:w="7375" w:type="dxa"/>
            <w:gridSpan w:val="13"/>
            <w:vAlign w:val="center"/>
          </w:tcPr>
          <w:p w14:paraId="77E58BA3" w14:textId="561DC5E4" w:rsidR="001D5B52" w:rsidRDefault="001D5B52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DC7259" w14:paraId="70FF0C5A" w14:textId="77777777" w:rsidTr="00AA53E0">
        <w:trPr>
          <w:trHeight w:val="567"/>
          <w:jc w:val="center"/>
        </w:trPr>
        <w:tc>
          <w:tcPr>
            <w:tcW w:w="794" w:type="dxa"/>
            <w:vMerge/>
          </w:tcPr>
          <w:p w14:paraId="5501BF19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3F0D08BC" w14:textId="0F36E3B8" w:rsidR="00DC7259" w:rsidRPr="00E55A8B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 w:rsidRPr="00E55A8B">
              <w:rPr>
                <w:rFonts w:hint="eastAsia"/>
                <w:sz w:val="20"/>
                <w:szCs w:val="18"/>
              </w:rPr>
              <w:t>個人番号</w:t>
            </w:r>
          </w:p>
        </w:tc>
        <w:tc>
          <w:tcPr>
            <w:tcW w:w="454" w:type="dxa"/>
            <w:vAlign w:val="center"/>
          </w:tcPr>
          <w:p w14:paraId="7214E84A" w14:textId="77777777" w:rsidR="00DC7259" w:rsidRPr="00E55A8B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2720507A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1DBC19E3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5439CA78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48192F7D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093FBCB5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6D372D9D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486AA2CA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3DF3EECF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521D435B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5DE85318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454" w:type="dxa"/>
            <w:vAlign w:val="center"/>
          </w:tcPr>
          <w:p w14:paraId="34C8B97A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7" w:type="dxa"/>
            <w:vAlign w:val="center"/>
          </w:tcPr>
          <w:p w14:paraId="78DDD346" w14:textId="157FABA3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DC7259" w14:paraId="2B8FE385" w14:textId="77777777" w:rsidTr="00AA53E0">
        <w:trPr>
          <w:trHeight w:val="1417"/>
          <w:jc w:val="center"/>
        </w:trPr>
        <w:tc>
          <w:tcPr>
            <w:tcW w:w="794" w:type="dxa"/>
            <w:vMerge/>
          </w:tcPr>
          <w:p w14:paraId="1CE8DF88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2CD41CFB" w14:textId="05D33CBF" w:rsidR="00DC7259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申請の種類</w:t>
            </w:r>
          </w:p>
        </w:tc>
        <w:tc>
          <w:tcPr>
            <w:tcW w:w="7375" w:type="dxa"/>
            <w:gridSpan w:val="13"/>
            <w:vAlign w:val="center"/>
          </w:tcPr>
          <w:p w14:paraId="651D6D75" w14:textId="5323DD33" w:rsidR="00AA53E0" w:rsidRDefault="00AA53E0" w:rsidP="00AA53E0">
            <w:pPr>
              <w:pStyle w:val="a9"/>
              <w:numPr>
                <w:ilvl w:val="0"/>
                <w:numId w:val="2"/>
              </w:numPr>
              <w:spacing w:line="240" w:lineRule="exact"/>
              <w:ind w:leftChars="0"/>
              <w:rPr>
                <w:sz w:val="20"/>
                <w:szCs w:val="18"/>
              </w:rPr>
            </w:pPr>
            <w:r w:rsidRPr="00AA53E0">
              <w:rPr>
                <w:rFonts w:hint="eastAsia"/>
                <w:sz w:val="20"/>
                <w:szCs w:val="18"/>
              </w:rPr>
              <w:t>要介護（要支援）認定申請（新規）</w:t>
            </w:r>
          </w:p>
          <w:p w14:paraId="21E9D84D" w14:textId="77777777" w:rsidR="00AA53E0" w:rsidRPr="00AA53E0" w:rsidRDefault="00AA53E0" w:rsidP="00AA53E0">
            <w:pPr>
              <w:pStyle w:val="a9"/>
              <w:spacing w:line="240" w:lineRule="exact"/>
              <w:ind w:leftChars="0" w:left="420"/>
              <w:rPr>
                <w:sz w:val="20"/>
                <w:szCs w:val="18"/>
              </w:rPr>
            </w:pPr>
          </w:p>
          <w:p w14:paraId="3292A95C" w14:textId="660B944D" w:rsidR="00AA53E0" w:rsidRPr="00AA53E0" w:rsidRDefault="00AA53E0" w:rsidP="00AA53E0">
            <w:pPr>
              <w:pStyle w:val="a9"/>
              <w:numPr>
                <w:ilvl w:val="0"/>
                <w:numId w:val="2"/>
              </w:numPr>
              <w:spacing w:line="240" w:lineRule="exact"/>
              <w:ind w:leftChars="0"/>
              <w:rPr>
                <w:sz w:val="20"/>
                <w:szCs w:val="18"/>
              </w:rPr>
            </w:pPr>
            <w:r w:rsidRPr="00AA53E0">
              <w:rPr>
                <w:rFonts w:hint="eastAsia"/>
                <w:sz w:val="20"/>
                <w:szCs w:val="18"/>
              </w:rPr>
              <w:t>要介護（要支援）認定申請（更新）</w:t>
            </w:r>
          </w:p>
          <w:p w14:paraId="7DDDF6F7" w14:textId="77777777" w:rsidR="00AA53E0" w:rsidRPr="00AA53E0" w:rsidRDefault="00AA53E0" w:rsidP="00AA53E0">
            <w:pPr>
              <w:pStyle w:val="a9"/>
              <w:spacing w:line="240" w:lineRule="exact"/>
              <w:ind w:leftChars="0" w:left="420"/>
              <w:rPr>
                <w:sz w:val="20"/>
                <w:szCs w:val="18"/>
              </w:rPr>
            </w:pPr>
          </w:p>
          <w:p w14:paraId="5FD5E3C5" w14:textId="540C8467" w:rsidR="00AA53E0" w:rsidRDefault="00AA53E0" w:rsidP="00AA53E0">
            <w:pPr>
              <w:spacing w:line="240" w:lineRule="exac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３．</w:t>
            </w:r>
            <w:r w:rsidRPr="00AA53E0">
              <w:rPr>
                <w:rFonts w:hint="eastAsia"/>
                <w:sz w:val="20"/>
                <w:szCs w:val="18"/>
              </w:rPr>
              <w:t>区分変更認定申請</w:t>
            </w:r>
            <w:r>
              <w:rPr>
                <w:rFonts w:hint="eastAsia"/>
                <w:sz w:val="20"/>
                <w:szCs w:val="18"/>
              </w:rPr>
              <w:t xml:space="preserve">　　　　　４．</w:t>
            </w:r>
            <w:r w:rsidRPr="00AA53E0">
              <w:rPr>
                <w:rFonts w:hint="eastAsia"/>
                <w:sz w:val="20"/>
                <w:szCs w:val="18"/>
              </w:rPr>
              <w:t>その他[</w:t>
            </w:r>
            <w:r>
              <w:rPr>
                <w:rFonts w:hint="eastAsia"/>
                <w:sz w:val="20"/>
                <w:szCs w:val="18"/>
              </w:rPr>
              <w:t xml:space="preserve">　　　　　　　　　　　　　　</w:t>
            </w:r>
            <w:r>
              <w:rPr>
                <w:sz w:val="20"/>
                <w:szCs w:val="18"/>
              </w:rPr>
              <w:t>]</w:t>
            </w:r>
          </w:p>
        </w:tc>
      </w:tr>
      <w:tr w:rsidR="00DC7259" w14:paraId="1424FF9C" w14:textId="77777777" w:rsidTr="00464665">
        <w:trPr>
          <w:trHeight w:val="567"/>
          <w:jc w:val="center"/>
        </w:trPr>
        <w:tc>
          <w:tcPr>
            <w:tcW w:w="794" w:type="dxa"/>
            <w:vMerge/>
          </w:tcPr>
          <w:p w14:paraId="0389D681" w14:textId="77777777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28" w:type="dxa"/>
            <w:vAlign w:val="center"/>
          </w:tcPr>
          <w:p w14:paraId="59F6C570" w14:textId="2914317B" w:rsidR="00DC7259" w:rsidRDefault="00DC7259" w:rsidP="00DC7259">
            <w:pPr>
              <w:spacing w:line="240" w:lineRule="exact"/>
              <w:jc w:val="distribute"/>
              <w:rPr>
                <w:sz w:val="20"/>
                <w:szCs w:val="18"/>
              </w:rPr>
            </w:pPr>
            <w:r w:rsidRPr="00DC7259">
              <w:rPr>
                <w:rFonts w:hint="eastAsia"/>
                <w:sz w:val="20"/>
                <w:szCs w:val="18"/>
              </w:rPr>
              <w:t>認定申請日</w:t>
            </w:r>
          </w:p>
        </w:tc>
        <w:tc>
          <w:tcPr>
            <w:tcW w:w="7375" w:type="dxa"/>
            <w:gridSpan w:val="13"/>
            <w:vAlign w:val="center"/>
          </w:tcPr>
          <w:p w14:paraId="5AE16678" w14:textId="5F03D306" w:rsidR="00DC7259" w:rsidRDefault="00DC7259" w:rsidP="00DC7259">
            <w:pPr>
              <w:spacing w:line="240" w:lineRule="exact"/>
              <w:rPr>
                <w:sz w:val="20"/>
                <w:szCs w:val="18"/>
              </w:rPr>
            </w:pPr>
          </w:p>
        </w:tc>
      </w:tr>
    </w:tbl>
    <w:p w14:paraId="412BB9D6" w14:textId="6A861B3A" w:rsidR="00DC7259" w:rsidRDefault="00DC7259" w:rsidP="00DC7259">
      <w:pPr>
        <w:spacing w:line="240" w:lineRule="exact"/>
        <w:rPr>
          <w:sz w:val="20"/>
          <w:szCs w:val="18"/>
        </w:rPr>
      </w:pPr>
    </w:p>
    <w:p w14:paraId="362ACAE0" w14:textId="6AFE2600" w:rsidR="00AA53E0" w:rsidRDefault="00AA53E0" w:rsidP="00DC7259">
      <w:pPr>
        <w:spacing w:line="240" w:lineRule="exact"/>
        <w:rPr>
          <w:sz w:val="20"/>
          <w:szCs w:val="18"/>
        </w:rPr>
      </w:pPr>
      <w:r>
        <w:rPr>
          <w:rFonts w:hint="eastAsia"/>
          <w:sz w:val="20"/>
          <w:szCs w:val="18"/>
        </w:rPr>
        <w:t xml:space="preserve">　加入している医療保険の状況</w:t>
      </w:r>
    </w:p>
    <w:tbl>
      <w:tblPr>
        <w:tblStyle w:val="aa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980"/>
        <w:gridCol w:w="3111"/>
        <w:gridCol w:w="1979"/>
        <w:gridCol w:w="2994"/>
      </w:tblGrid>
      <w:tr w:rsidR="00AA53E0" w14:paraId="53BF4E15" w14:textId="77777777" w:rsidTr="005141F3">
        <w:trPr>
          <w:trHeight w:val="454"/>
          <w:jc w:val="center"/>
        </w:trPr>
        <w:tc>
          <w:tcPr>
            <w:tcW w:w="1980" w:type="dxa"/>
            <w:vAlign w:val="center"/>
          </w:tcPr>
          <w:p w14:paraId="297848DA" w14:textId="234AC075" w:rsidR="00AA53E0" w:rsidRDefault="00AA53E0" w:rsidP="00AA53E0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保険者の名称</w:t>
            </w:r>
          </w:p>
        </w:tc>
        <w:tc>
          <w:tcPr>
            <w:tcW w:w="8084" w:type="dxa"/>
            <w:gridSpan w:val="3"/>
            <w:vAlign w:val="center"/>
          </w:tcPr>
          <w:p w14:paraId="1F06678D" w14:textId="77777777" w:rsidR="00AA53E0" w:rsidRDefault="00AA53E0" w:rsidP="00AA53E0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AA53E0" w14:paraId="51D3F9A5" w14:textId="77777777" w:rsidTr="005141F3">
        <w:trPr>
          <w:trHeight w:val="454"/>
          <w:jc w:val="center"/>
        </w:trPr>
        <w:tc>
          <w:tcPr>
            <w:tcW w:w="1980" w:type="dxa"/>
            <w:vAlign w:val="center"/>
          </w:tcPr>
          <w:p w14:paraId="6D236EDE" w14:textId="173EAE41" w:rsidR="00AA53E0" w:rsidRDefault="00AA53E0" w:rsidP="00AA53E0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保険者番号</w:t>
            </w:r>
          </w:p>
        </w:tc>
        <w:tc>
          <w:tcPr>
            <w:tcW w:w="8084" w:type="dxa"/>
            <w:gridSpan w:val="3"/>
            <w:vAlign w:val="center"/>
          </w:tcPr>
          <w:p w14:paraId="029CBB8E" w14:textId="77777777" w:rsidR="00AA53E0" w:rsidRDefault="00AA53E0" w:rsidP="00AA53E0">
            <w:pPr>
              <w:spacing w:line="240" w:lineRule="exact"/>
              <w:rPr>
                <w:sz w:val="20"/>
                <w:szCs w:val="18"/>
              </w:rPr>
            </w:pPr>
          </w:p>
        </w:tc>
      </w:tr>
      <w:tr w:rsidR="00AA53E0" w14:paraId="2CE9F09C" w14:textId="77777777" w:rsidTr="005141F3">
        <w:trPr>
          <w:trHeight w:val="454"/>
          <w:jc w:val="center"/>
        </w:trPr>
        <w:tc>
          <w:tcPr>
            <w:tcW w:w="1980" w:type="dxa"/>
            <w:vAlign w:val="center"/>
          </w:tcPr>
          <w:p w14:paraId="4C1D1E96" w14:textId="0BEAE5DE" w:rsidR="00AA53E0" w:rsidRDefault="00AA53E0" w:rsidP="00AA53E0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被保険者記号</w:t>
            </w:r>
          </w:p>
        </w:tc>
        <w:tc>
          <w:tcPr>
            <w:tcW w:w="3111" w:type="dxa"/>
            <w:vAlign w:val="center"/>
          </w:tcPr>
          <w:p w14:paraId="142B43B3" w14:textId="77777777" w:rsidR="00AA53E0" w:rsidRDefault="00AA53E0" w:rsidP="00AA53E0">
            <w:pPr>
              <w:spacing w:line="240" w:lineRule="exact"/>
              <w:rPr>
                <w:sz w:val="20"/>
                <w:szCs w:val="18"/>
              </w:rPr>
            </w:pPr>
          </w:p>
        </w:tc>
        <w:tc>
          <w:tcPr>
            <w:tcW w:w="1979" w:type="dxa"/>
            <w:vAlign w:val="center"/>
          </w:tcPr>
          <w:p w14:paraId="5AD0F062" w14:textId="4D81369C" w:rsidR="00AA53E0" w:rsidRDefault="00AA53E0" w:rsidP="00AA53E0">
            <w:pPr>
              <w:spacing w:line="240" w:lineRule="exact"/>
              <w:jc w:val="distribute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被保険者番号</w:t>
            </w:r>
          </w:p>
        </w:tc>
        <w:tc>
          <w:tcPr>
            <w:tcW w:w="2993" w:type="dxa"/>
            <w:vAlign w:val="center"/>
          </w:tcPr>
          <w:p w14:paraId="1CA2CEF3" w14:textId="77777777" w:rsidR="00AA53E0" w:rsidRDefault="00AA53E0" w:rsidP="00AA53E0">
            <w:pPr>
              <w:spacing w:line="240" w:lineRule="exact"/>
              <w:rPr>
                <w:sz w:val="20"/>
                <w:szCs w:val="18"/>
              </w:rPr>
            </w:pPr>
          </w:p>
        </w:tc>
      </w:tr>
    </w:tbl>
    <w:tbl>
      <w:tblPr>
        <w:tblStyle w:val="aa"/>
        <w:tblpPr w:leftFromText="142" w:rightFromText="142" w:vertAnchor="text" w:horzAnchor="page" w:tblpX="1246" w:tblpY="308"/>
        <w:tblW w:w="575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624"/>
      </w:tblGrid>
      <w:tr w:rsidR="009560CA" w:rsidRPr="009560CA" w14:paraId="72BCDD35" w14:textId="77777777" w:rsidTr="005141F3">
        <w:trPr>
          <w:trHeight w:val="228"/>
        </w:trPr>
        <w:tc>
          <w:tcPr>
            <w:tcW w:w="5752" w:type="dxa"/>
            <w:gridSpan w:val="2"/>
            <w:hideMark/>
          </w:tcPr>
          <w:p w14:paraId="66A56913" w14:textId="77777777" w:rsidR="005141F3" w:rsidRPr="009560CA" w:rsidRDefault="005141F3" w:rsidP="005141F3">
            <w:pPr>
              <w:ind w:leftChars="-100" w:left="-210"/>
            </w:pPr>
            <w:r w:rsidRPr="009560CA">
              <w:rPr>
                <w:rFonts w:hint="eastAsia"/>
              </w:rPr>
              <w:t>（お問合せ先）</w:t>
            </w:r>
          </w:p>
        </w:tc>
      </w:tr>
      <w:tr w:rsidR="009560CA" w:rsidRPr="009560CA" w14:paraId="76376925" w14:textId="77777777" w:rsidTr="005141F3">
        <w:trPr>
          <w:trHeight w:val="228"/>
        </w:trPr>
        <w:tc>
          <w:tcPr>
            <w:tcW w:w="5752" w:type="dxa"/>
            <w:gridSpan w:val="2"/>
            <w:hideMark/>
          </w:tcPr>
          <w:p w14:paraId="527F3C41" w14:textId="77777777" w:rsidR="005141F3" w:rsidRPr="009560CA" w:rsidRDefault="005141F3" w:rsidP="005141F3">
            <w:r w:rsidRPr="009560CA">
              <w:rPr>
                <w:rFonts w:hint="eastAsia"/>
              </w:rPr>
              <w:t>●●市介護保険課</w:t>
            </w:r>
          </w:p>
        </w:tc>
      </w:tr>
      <w:tr w:rsidR="009560CA" w:rsidRPr="009560CA" w14:paraId="4E3E5C04" w14:textId="77777777" w:rsidTr="005141F3">
        <w:trPr>
          <w:trHeight w:val="228"/>
        </w:trPr>
        <w:tc>
          <w:tcPr>
            <w:tcW w:w="1128" w:type="dxa"/>
            <w:hideMark/>
          </w:tcPr>
          <w:p w14:paraId="46C9A0FC" w14:textId="77777777" w:rsidR="005141F3" w:rsidRPr="009560CA" w:rsidRDefault="005141F3" w:rsidP="005141F3">
            <w:r w:rsidRPr="009560CA">
              <w:rPr>
                <w:rFonts w:hint="eastAsia"/>
              </w:rPr>
              <w:t>住　　所</w:t>
            </w:r>
          </w:p>
        </w:tc>
        <w:tc>
          <w:tcPr>
            <w:tcW w:w="4624" w:type="dxa"/>
            <w:hideMark/>
          </w:tcPr>
          <w:p w14:paraId="4031B6CB" w14:textId="77777777" w:rsidR="005141F3" w:rsidRPr="009560CA" w:rsidRDefault="005141F3" w:rsidP="005141F3">
            <w:r w:rsidRPr="009560CA">
              <w:rPr>
                <w:rFonts w:hint="eastAsia"/>
              </w:rPr>
              <w:t>123-4567　●●市●●１－２－３</w:t>
            </w:r>
          </w:p>
        </w:tc>
      </w:tr>
      <w:tr w:rsidR="009560CA" w:rsidRPr="009560CA" w14:paraId="53DBE952" w14:textId="77777777" w:rsidTr="005141F3">
        <w:trPr>
          <w:trHeight w:val="468"/>
        </w:trPr>
        <w:tc>
          <w:tcPr>
            <w:tcW w:w="1128" w:type="dxa"/>
            <w:hideMark/>
          </w:tcPr>
          <w:p w14:paraId="495CF03A" w14:textId="77777777" w:rsidR="005141F3" w:rsidRPr="009560CA" w:rsidRDefault="005141F3" w:rsidP="005141F3">
            <w:r w:rsidRPr="009560CA">
              <w:rPr>
                <w:rFonts w:hint="eastAsia"/>
              </w:rPr>
              <w:t>電話番号</w:t>
            </w:r>
          </w:p>
          <w:p w14:paraId="0D78B4B2" w14:textId="77777777" w:rsidR="005141F3" w:rsidRPr="009560CA" w:rsidRDefault="005141F3" w:rsidP="005141F3">
            <w:r w:rsidRPr="009560CA">
              <w:rPr>
                <w:rFonts w:hint="eastAsia"/>
              </w:rPr>
              <w:t>メール</w:t>
            </w:r>
          </w:p>
        </w:tc>
        <w:tc>
          <w:tcPr>
            <w:tcW w:w="4624" w:type="dxa"/>
            <w:hideMark/>
          </w:tcPr>
          <w:p w14:paraId="6AB8B90C" w14:textId="77777777" w:rsidR="005141F3" w:rsidRPr="009560CA" w:rsidRDefault="005141F3" w:rsidP="005141F3">
            <w:r w:rsidRPr="009560CA">
              <w:rPr>
                <w:rFonts w:hint="eastAsia"/>
              </w:rPr>
              <w:t xml:space="preserve">987-6543-2111　　</w:t>
            </w:r>
            <w:r w:rsidRPr="009560CA">
              <w:t>FAX</w:t>
            </w:r>
            <w:r w:rsidRPr="009560CA">
              <w:rPr>
                <w:rFonts w:hint="eastAsia"/>
              </w:rPr>
              <w:t>番号　123-456-7890</w:t>
            </w:r>
          </w:p>
          <w:p w14:paraId="4B9FFDE4" w14:textId="77777777" w:rsidR="005141F3" w:rsidRPr="009560CA" w:rsidRDefault="005141F3" w:rsidP="005141F3">
            <w:r w:rsidRPr="009560CA">
              <w:t>xxxxxxxxxxx@yyy.zzz.aaa</w:t>
            </w:r>
          </w:p>
        </w:tc>
      </w:tr>
    </w:tbl>
    <w:p w14:paraId="2F83B736" w14:textId="6B185F6B" w:rsidR="00AA53E0" w:rsidRDefault="00AA53E0" w:rsidP="00DC7259">
      <w:pPr>
        <w:spacing w:line="240" w:lineRule="exact"/>
        <w:rPr>
          <w:sz w:val="20"/>
          <w:szCs w:val="18"/>
        </w:rPr>
      </w:pPr>
    </w:p>
    <w:p w14:paraId="3181D102" w14:textId="0106520B" w:rsidR="00A95538" w:rsidRPr="00DC7259" w:rsidRDefault="00A95538" w:rsidP="000A2D29">
      <w:pPr>
        <w:rPr>
          <w:sz w:val="20"/>
          <w:szCs w:val="18"/>
        </w:rPr>
      </w:pPr>
    </w:p>
    <w:sectPr w:rsidR="00A95538" w:rsidRPr="00DC7259" w:rsidSect="000A2D29">
      <w:pgSz w:w="11906" w:h="16838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E506B" w14:textId="77777777" w:rsidR="00793176" w:rsidRDefault="00793176" w:rsidP="003070CC">
      <w:r>
        <w:separator/>
      </w:r>
    </w:p>
  </w:endnote>
  <w:endnote w:type="continuationSeparator" w:id="0">
    <w:p w14:paraId="5EEC3CE0" w14:textId="77777777" w:rsidR="00793176" w:rsidRDefault="00793176" w:rsidP="00307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DAF09E" w14:textId="77777777" w:rsidR="00793176" w:rsidRDefault="00793176" w:rsidP="003070CC">
      <w:r>
        <w:separator/>
      </w:r>
    </w:p>
  </w:footnote>
  <w:footnote w:type="continuationSeparator" w:id="0">
    <w:p w14:paraId="15BD36D7" w14:textId="77777777" w:rsidR="00793176" w:rsidRDefault="00793176" w:rsidP="003070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624B2"/>
    <w:multiLevelType w:val="hybridMultilevel"/>
    <w:tmpl w:val="A51A5EEC"/>
    <w:lvl w:ilvl="0" w:tplc="14C089A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68F13EE7"/>
    <w:multiLevelType w:val="hybridMultilevel"/>
    <w:tmpl w:val="09BE217C"/>
    <w:lvl w:ilvl="0" w:tplc="2A6A801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35475824">
    <w:abstractNumId w:val="0"/>
  </w:num>
  <w:num w:numId="2" w16cid:durableId="9095774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0CC"/>
    <w:rsid w:val="000A2D29"/>
    <w:rsid w:val="001535CC"/>
    <w:rsid w:val="001945B5"/>
    <w:rsid w:val="001D5B52"/>
    <w:rsid w:val="002327CF"/>
    <w:rsid w:val="00251B09"/>
    <w:rsid w:val="002D565B"/>
    <w:rsid w:val="002F561B"/>
    <w:rsid w:val="00302F73"/>
    <w:rsid w:val="003070CC"/>
    <w:rsid w:val="0033514F"/>
    <w:rsid w:val="0036326C"/>
    <w:rsid w:val="003C02DF"/>
    <w:rsid w:val="0043197D"/>
    <w:rsid w:val="00443354"/>
    <w:rsid w:val="00443A3D"/>
    <w:rsid w:val="00453E2C"/>
    <w:rsid w:val="00464665"/>
    <w:rsid w:val="005141F3"/>
    <w:rsid w:val="0053793E"/>
    <w:rsid w:val="00562271"/>
    <w:rsid w:val="005A1840"/>
    <w:rsid w:val="005A464E"/>
    <w:rsid w:val="005D0781"/>
    <w:rsid w:val="006133BC"/>
    <w:rsid w:val="0063503E"/>
    <w:rsid w:val="00665D6A"/>
    <w:rsid w:val="006B525F"/>
    <w:rsid w:val="007223D1"/>
    <w:rsid w:val="00793176"/>
    <w:rsid w:val="007B6AEA"/>
    <w:rsid w:val="0082731A"/>
    <w:rsid w:val="008526DE"/>
    <w:rsid w:val="008E1749"/>
    <w:rsid w:val="00935EE1"/>
    <w:rsid w:val="009560CA"/>
    <w:rsid w:val="00986B33"/>
    <w:rsid w:val="009A2115"/>
    <w:rsid w:val="009C06FF"/>
    <w:rsid w:val="009C7DF7"/>
    <w:rsid w:val="00A04361"/>
    <w:rsid w:val="00A205CC"/>
    <w:rsid w:val="00A35C75"/>
    <w:rsid w:val="00A65E72"/>
    <w:rsid w:val="00A9477C"/>
    <w:rsid w:val="00A95538"/>
    <w:rsid w:val="00AA53E0"/>
    <w:rsid w:val="00B2370F"/>
    <w:rsid w:val="00B25831"/>
    <w:rsid w:val="00B51259"/>
    <w:rsid w:val="00BD08C8"/>
    <w:rsid w:val="00C75B01"/>
    <w:rsid w:val="00C839E3"/>
    <w:rsid w:val="00CF37D3"/>
    <w:rsid w:val="00D33974"/>
    <w:rsid w:val="00D72AEB"/>
    <w:rsid w:val="00DC7259"/>
    <w:rsid w:val="00E2529A"/>
    <w:rsid w:val="00E34872"/>
    <w:rsid w:val="00E55A8B"/>
    <w:rsid w:val="00E74C23"/>
    <w:rsid w:val="00E82BA6"/>
    <w:rsid w:val="00EF75AD"/>
    <w:rsid w:val="00F07ECD"/>
    <w:rsid w:val="00F2095A"/>
    <w:rsid w:val="00F3233A"/>
    <w:rsid w:val="00F3449B"/>
    <w:rsid w:val="00F86E50"/>
    <w:rsid w:val="00F91127"/>
    <w:rsid w:val="00F96343"/>
    <w:rsid w:val="00FA36E4"/>
    <w:rsid w:val="00FB12FA"/>
    <w:rsid w:val="00FD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00DF3DF2"/>
  <w14:defaultImageDpi w14:val="0"/>
  <w15:docId w15:val="{1F16E334-9D04-423E-95BF-C00E9C74E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70C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3070CC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3070C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3070CC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5A1840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5A1840"/>
    <w:rPr>
      <w:rFonts w:asciiTheme="majorHAnsi" w:eastAsiaTheme="majorEastAsia" w:hAnsiTheme="majorHAnsi" w:cstheme="majorBidi"/>
      <w:kern w:val="2"/>
      <w:sz w:val="32"/>
      <w:szCs w:val="32"/>
    </w:rPr>
  </w:style>
  <w:style w:type="paragraph" w:styleId="a9">
    <w:name w:val="List Paragraph"/>
    <w:basedOn w:val="a"/>
    <w:uiPriority w:val="34"/>
    <w:qFormat/>
    <w:rsid w:val="00FA36E4"/>
    <w:pPr>
      <w:ind w:leftChars="400" w:left="840"/>
    </w:pPr>
  </w:style>
  <w:style w:type="table" w:styleId="aa">
    <w:name w:val="Table Grid"/>
    <w:basedOn w:val="a1"/>
    <w:rsid w:val="00DC7259"/>
    <w:rPr>
      <w:kern w:val="2"/>
      <w:sz w:val="21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rsid w:val="00443354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443354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443354"/>
    <w:rPr>
      <w:rFonts w:ascii="ＭＳ 明朝"/>
      <w:kern w:val="2"/>
      <w:sz w:val="21"/>
    </w:rPr>
  </w:style>
  <w:style w:type="paragraph" w:styleId="ae">
    <w:name w:val="annotation subject"/>
    <w:basedOn w:val="ac"/>
    <w:next w:val="ac"/>
    <w:link w:val="af"/>
    <w:uiPriority w:val="99"/>
    <w:rsid w:val="00443354"/>
    <w:rPr>
      <w:b/>
      <w:bCs/>
    </w:rPr>
  </w:style>
  <w:style w:type="character" w:customStyle="1" w:styleId="af">
    <w:name w:val="コメント内容 (文字)"/>
    <w:basedOn w:val="ad"/>
    <w:link w:val="ae"/>
    <w:uiPriority w:val="99"/>
    <w:rsid w:val="00443354"/>
    <w:rPr>
      <w:rFonts w:ascii="ＭＳ 明朝"/>
      <w:b/>
      <w:bCs/>
      <w:kern w:val="2"/>
      <w:sz w:val="21"/>
    </w:rPr>
  </w:style>
  <w:style w:type="paragraph" w:styleId="af0">
    <w:name w:val="Balloon Text"/>
    <w:basedOn w:val="a"/>
    <w:link w:val="af1"/>
    <w:uiPriority w:val="99"/>
    <w:semiHidden/>
    <w:unhideWhenUsed/>
    <w:rsid w:val="0044335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44335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5DD5C9-870F-4DA6-B6AD-478BC266F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57</TotalTime>
  <Pages>1</Pages>
  <Words>329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標準化</cp:lastModifiedBy>
  <cp:revision>2</cp:revision>
  <cp:lastPrinted>2008-11-11T06:56:00Z</cp:lastPrinted>
  <dcterms:created xsi:type="dcterms:W3CDTF">2020-12-22T07:27:00Z</dcterms:created>
  <dcterms:modified xsi:type="dcterms:W3CDTF">2025-01-06T13:23:00Z</dcterms:modified>
</cp:coreProperties>
</file>