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4BB39" w14:textId="3EEBA1C6" w:rsidR="002F79F0" w:rsidRDefault="00A82307" w:rsidP="002F79F0">
      <w:pPr>
        <w:ind w:rightChars="-149" w:right="-313"/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AA011E" wp14:editId="4EDD12C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47250" cy="1915200"/>
                <wp:effectExtent l="0" t="0" r="25400" b="2794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7250" cy="19152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01E8BF2" w14:textId="63BE4C79" w:rsidR="00A82307" w:rsidRPr="007216B3" w:rsidRDefault="00A82307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AA011E" id="正方形/長方形 2" o:spid="_x0000_s1026" style="position:absolute;left:0;text-align:left;margin-left:0;margin-top:0;width:767.5pt;height:15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" fillcolor="#92d050" strokecolor="#92d050" strokeweight=".5pt">
                <v:fill opacity="52428f"/>
                <v:textbox>
                  <w:txbxContent>
                    <w:p w14:paraId="501E8BF2" w14:textId="63BE4C79" w:rsidR="00A82307" w:rsidRPr="007216B3" w:rsidRDefault="00A82307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03002B7" w14:textId="2CE5100E" w:rsidR="00D64E5F" w:rsidRDefault="00D64E5F" w:rsidP="00383CB7"/>
    <w:p w14:paraId="6AA5C04D" w14:textId="73CF344B" w:rsidR="00D64E5F" w:rsidRDefault="00D64E5F" w:rsidP="00383CB7"/>
    <w:p w14:paraId="6F1617C8" w14:textId="1BB366DE" w:rsidR="00D64E5F" w:rsidRDefault="00D64E5F" w:rsidP="00383CB7"/>
    <w:p w14:paraId="073E1B17" w14:textId="74A20457" w:rsidR="00D64E5F" w:rsidRDefault="00D64E5F" w:rsidP="00383CB7"/>
    <w:tbl>
      <w:tblPr>
        <w:tblpPr w:leftFromText="142" w:rightFromText="142" w:vertAnchor="page" w:horzAnchor="margin" w:tblpX="10128" w:tblpY="3505"/>
        <w:tblW w:w="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9"/>
        <w:gridCol w:w="117"/>
        <w:gridCol w:w="1028"/>
        <w:gridCol w:w="448"/>
        <w:gridCol w:w="311"/>
        <w:gridCol w:w="310"/>
        <w:gridCol w:w="310"/>
        <w:gridCol w:w="310"/>
        <w:gridCol w:w="311"/>
        <w:gridCol w:w="310"/>
        <w:gridCol w:w="834"/>
        <w:gridCol w:w="528"/>
        <w:gridCol w:w="16"/>
      </w:tblGrid>
      <w:tr w:rsidR="00D64E5F" w14:paraId="0899174B" w14:textId="77777777" w:rsidTr="00C64670">
        <w:trPr>
          <w:gridAfter w:val="1"/>
          <w:wAfter w:w="16" w:type="dxa"/>
          <w:trHeight w:val="60"/>
        </w:trPr>
        <w:tc>
          <w:tcPr>
            <w:tcW w:w="514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A50C3" w14:textId="77777777" w:rsidR="00D64E5F" w:rsidRDefault="00D64E5F" w:rsidP="00333FCA">
            <w:pPr>
              <w:jc w:val="center"/>
            </w:pPr>
            <w:r>
              <w:t>(</w:t>
            </w:r>
            <w:r>
              <w:rPr>
                <w:rFonts w:hint="eastAsia"/>
              </w:rPr>
              <w:t>表面</w:t>
            </w:r>
            <w:r>
              <w:t>)</w:t>
            </w:r>
          </w:p>
        </w:tc>
      </w:tr>
      <w:tr w:rsidR="00D64E5F" w14:paraId="70AE5E1C" w14:textId="77777777" w:rsidTr="00B964C1">
        <w:trPr>
          <w:cantSplit/>
          <w:trHeight w:val="215"/>
        </w:trPr>
        <w:tc>
          <w:tcPr>
            <w:tcW w:w="5162" w:type="dxa"/>
            <w:gridSpan w:val="1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41F528A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</w:tr>
      <w:tr w:rsidR="00D64E5F" w14:paraId="789E4DB9" w14:textId="77777777" w:rsidTr="00B964C1">
        <w:trPr>
          <w:cantSplit/>
          <w:trHeight w:val="708"/>
        </w:trPr>
        <w:tc>
          <w:tcPr>
            <w:tcW w:w="44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6C5D3A40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4172" w:type="dxa"/>
            <w:gridSpan w:val="9"/>
            <w:vAlign w:val="center"/>
          </w:tcPr>
          <w:p w14:paraId="4F90A09C" w14:textId="77777777" w:rsidR="00D64E5F" w:rsidRPr="009D1B55" w:rsidRDefault="00D64E5F" w:rsidP="00333FCA">
            <w:pPr>
              <w:jc w:val="center"/>
              <w:rPr>
                <w:sz w:val="16"/>
                <w:szCs w:val="16"/>
              </w:rPr>
            </w:pPr>
            <w:r w:rsidRPr="009D1B55">
              <w:rPr>
                <w:rFonts w:hint="eastAsia"/>
                <w:spacing w:val="28"/>
                <w:sz w:val="16"/>
                <w:szCs w:val="16"/>
              </w:rPr>
              <w:t>離島等地域における特別地域加算に係る利用者負担額軽減確認証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A6E6825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</w:tr>
      <w:tr w:rsidR="00D64E5F" w14:paraId="07455D24" w14:textId="77777777" w:rsidTr="00B964C1">
        <w:trPr>
          <w:cantSplit/>
          <w:trHeight w:val="389"/>
        </w:trPr>
        <w:tc>
          <w:tcPr>
            <w:tcW w:w="5162" w:type="dxa"/>
            <w:gridSpan w:val="13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6C189CD4" w14:textId="2E2C1731" w:rsidR="00D64E5F" w:rsidRPr="009D1B55" w:rsidRDefault="00D64E5F" w:rsidP="00A54725">
            <w:pPr>
              <w:ind w:firstLineChars="250" w:firstLine="400"/>
              <w:rPr>
                <w:sz w:val="16"/>
                <w:szCs w:val="16"/>
              </w:rPr>
            </w:pPr>
            <w:r w:rsidRPr="009D1B55">
              <w:rPr>
                <w:rFonts w:hint="eastAsia"/>
                <w:sz w:val="16"/>
                <w:szCs w:val="16"/>
              </w:rPr>
              <w:t>交付年月日</w:t>
            </w:r>
          </w:p>
        </w:tc>
      </w:tr>
      <w:tr w:rsidR="00D64E5F" w14:paraId="2686A53F" w14:textId="77777777" w:rsidTr="00B964C1">
        <w:trPr>
          <w:cantSplit/>
          <w:trHeight w:val="413"/>
        </w:trPr>
        <w:tc>
          <w:tcPr>
            <w:tcW w:w="147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B12E5C1" w14:textId="77777777" w:rsidR="00D64E5F" w:rsidRPr="00236857" w:rsidRDefault="00D64E5F" w:rsidP="00333FCA">
            <w:pPr>
              <w:jc w:val="center"/>
              <w:rPr>
                <w:spacing w:val="34"/>
                <w:sz w:val="16"/>
                <w:szCs w:val="16"/>
              </w:rPr>
            </w:pPr>
            <w:r w:rsidRPr="00B774B9">
              <w:rPr>
                <w:rFonts w:hint="eastAsia"/>
                <w:spacing w:val="103"/>
                <w:kern w:val="0"/>
                <w:sz w:val="16"/>
                <w:szCs w:val="16"/>
                <w:fitText w:val="1260" w:id="-1701616640"/>
              </w:rPr>
              <w:t>確認番</w:t>
            </w:r>
            <w:r w:rsidRPr="00B774B9">
              <w:rPr>
                <w:rFonts w:hint="eastAsia"/>
                <w:spacing w:val="1"/>
                <w:kern w:val="0"/>
                <w:sz w:val="16"/>
                <w:szCs w:val="16"/>
                <w:fitText w:val="1260" w:id="-1701616640"/>
              </w:rPr>
              <w:t>号</w:t>
            </w:r>
          </w:p>
        </w:tc>
        <w:tc>
          <w:tcPr>
            <w:tcW w:w="3688" w:type="dxa"/>
            <w:gridSpan w:val="10"/>
            <w:tcBorders>
              <w:top w:val="nil"/>
              <w:right w:val="single" w:sz="12" w:space="0" w:color="auto"/>
            </w:tcBorders>
            <w:vAlign w:val="center"/>
          </w:tcPr>
          <w:p w14:paraId="6F04CF03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</w:tr>
      <w:tr w:rsidR="00D64E5F" w14:paraId="5E8AC80A" w14:textId="77777777" w:rsidTr="00B964C1">
        <w:trPr>
          <w:cantSplit/>
          <w:trHeight w:val="796"/>
        </w:trPr>
        <w:tc>
          <w:tcPr>
            <w:tcW w:w="329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67E1ECE" w14:textId="67468576" w:rsidR="00D64E5F" w:rsidRPr="00236857" w:rsidRDefault="00D64E5F" w:rsidP="00333FCA">
            <w:pPr>
              <w:ind w:left="113" w:right="113"/>
              <w:jc w:val="center"/>
              <w:rPr>
                <w:spacing w:val="54"/>
                <w:sz w:val="16"/>
                <w:szCs w:val="16"/>
              </w:rPr>
            </w:pPr>
            <w:r w:rsidRPr="00236857">
              <w:rPr>
                <w:rFonts w:hint="eastAsia"/>
                <w:spacing w:val="54"/>
                <w:sz w:val="16"/>
                <w:szCs w:val="16"/>
              </w:rPr>
              <w:t>受給者</w:t>
            </w:r>
          </w:p>
        </w:tc>
        <w:tc>
          <w:tcPr>
            <w:tcW w:w="1145" w:type="dxa"/>
            <w:gridSpan w:val="2"/>
            <w:tcBorders>
              <w:bottom w:val="nil"/>
            </w:tcBorders>
            <w:vAlign w:val="center"/>
          </w:tcPr>
          <w:p w14:paraId="7F709229" w14:textId="3B28CDC7" w:rsidR="00D64E5F" w:rsidRPr="00236857" w:rsidRDefault="00D64E5F" w:rsidP="00333FCA">
            <w:pPr>
              <w:jc w:val="distribute"/>
              <w:rPr>
                <w:sz w:val="16"/>
                <w:szCs w:val="16"/>
              </w:rPr>
            </w:pPr>
            <w:r w:rsidRPr="00236857">
              <w:rPr>
                <w:rFonts w:hint="eastAsia"/>
                <w:sz w:val="16"/>
                <w:szCs w:val="16"/>
              </w:rPr>
              <w:t>住所</w:t>
            </w:r>
          </w:p>
        </w:tc>
        <w:tc>
          <w:tcPr>
            <w:tcW w:w="3688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1CA41A1F" w14:textId="141E6715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</w:tr>
      <w:tr w:rsidR="00D64E5F" w14:paraId="26B794B7" w14:textId="77777777" w:rsidTr="00B964C1">
        <w:trPr>
          <w:cantSplit/>
          <w:trHeight w:val="320"/>
        </w:trPr>
        <w:tc>
          <w:tcPr>
            <w:tcW w:w="329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0D290AFE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1145" w:type="dxa"/>
            <w:gridSpan w:val="2"/>
            <w:tcBorders>
              <w:bottom w:val="single" w:sz="4" w:space="0" w:color="auto"/>
            </w:tcBorders>
            <w:vAlign w:val="center"/>
          </w:tcPr>
          <w:p w14:paraId="7A976034" w14:textId="6C893EFD" w:rsidR="00D64E5F" w:rsidRPr="00236857" w:rsidRDefault="00D64E5F" w:rsidP="00333FCA">
            <w:pPr>
              <w:jc w:val="distribute"/>
              <w:rPr>
                <w:sz w:val="16"/>
                <w:szCs w:val="16"/>
              </w:rPr>
            </w:pPr>
            <w:r w:rsidRPr="00236857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3688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C5291FF" w14:textId="46360D2C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</w:tr>
      <w:tr w:rsidR="00D64E5F" w14:paraId="700B4C6F" w14:textId="77777777" w:rsidTr="00B964C1">
        <w:trPr>
          <w:cantSplit/>
          <w:trHeight w:val="686"/>
        </w:trPr>
        <w:tc>
          <w:tcPr>
            <w:tcW w:w="329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6BD10958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</w:tcBorders>
            <w:vAlign w:val="center"/>
          </w:tcPr>
          <w:p w14:paraId="4D605F24" w14:textId="0CBAA411" w:rsidR="00D64E5F" w:rsidRPr="00236857" w:rsidRDefault="00D64E5F" w:rsidP="00333FCA">
            <w:pPr>
              <w:jc w:val="distribute"/>
              <w:rPr>
                <w:sz w:val="16"/>
                <w:szCs w:val="16"/>
              </w:rPr>
            </w:pPr>
            <w:r w:rsidRPr="00236857">
              <w:rPr>
                <w:rFonts w:hint="eastAsia"/>
                <w:sz w:val="16"/>
                <w:szCs w:val="16"/>
              </w:rPr>
              <w:t>氏名</w:t>
            </w:r>
          </w:p>
        </w:tc>
        <w:tc>
          <w:tcPr>
            <w:tcW w:w="3688" w:type="dxa"/>
            <w:gridSpan w:val="10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52ED0C2" w14:textId="75C8474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</w:tr>
      <w:tr w:rsidR="00B964C1" w14:paraId="652A8107" w14:textId="77777777" w:rsidTr="00D364A0">
        <w:trPr>
          <w:cantSplit/>
          <w:trHeight w:val="413"/>
        </w:trPr>
        <w:tc>
          <w:tcPr>
            <w:tcW w:w="329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14:paraId="7C8033BC" w14:textId="77777777" w:rsidR="00B964C1" w:rsidRPr="00D64E5F" w:rsidRDefault="00B964C1" w:rsidP="00333FCA">
            <w:pPr>
              <w:rPr>
                <w:sz w:val="14"/>
                <w:szCs w:val="14"/>
              </w:rPr>
            </w:pPr>
          </w:p>
        </w:tc>
        <w:tc>
          <w:tcPr>
            <w:tcW w:w="1145" w:type="dxa"/>
            <w:gridSpan w:val="2"/>
            <w:vAlign w:val="center"/>
          </w:tcPr>
          <w:p w14:paraId="5D4DA569" w14:textId="77777777" w:rsidR="00B964C1" w:rsidRPr="00236857" w:rsidRDefault="00B964C1" w:rsidP="00333FCA">
            <w:pPr>
              <w:jc w:val="distribute"/>
              <w:rPr>
                <w:sz w:val="16"/>
                <w:szCs w:val="16"/>
              </w:rPr>
            </w:pPr>
            <w:r w:rsidRPr="00236857">
              <w:rPr>
                <w:rFonts w:hint="eastAsia"/>
                <w:sz w:val="16"/>
                <w:szCs w:val="16"/>
              </w:rPr>
              <w:t>生年月日</w:t>
            </w:r>
          </w:p>
        </w:tc>
        <w:tc>
          <w:tcPr>
            <w:tcW w:w="3688" w:type="dxa"/>
            <w:gridSpan w:val="10"/>
            <w:tcBorders>
              <w:right w:val="single" w:sz="12" w:space="0" w:color="auto"/>
            </w:tcBorders>
            <w:vAlign w:val="center"/>
          </w:tcPr>
          <w:p w14:paraId="51A940DF" w14:textId="77777777" w:rsidR="00B964C1" w:rsidRPr="00D64E5F" w:rsidRDefault="00B964C1" w:rsidP="00A54725">
            <w:pPr>
              <w:jc w:val="left"/>
              <w:rPr>
                <w:spacing w:val="-10"/>
                <w:sz w:val="14"/>
                <w:szCs w:val="14"/>
              </w:rPr>
            </w:pPr>
          </w:p>
        </w:tc>
      </w:tr>
      <w:tr w:rsidR="00D64E5F" w14:paraId="17462985" w14:textId="77777777" w:rsidTr="00B964C1">
        <w:trPr>
          <w:cantSplit/>
          <w:trHeight w:val="413"/>
        </w:trPr>
        <w:tc>
          <w:tcPr>
            <w:tcW w:w="147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A4D777" w14:textId="77777777" w:rsidR="00D64E5F" w:rsidRPr="00D64E5F" w:rsidRDefault="00D64E5F" w:rsidP="00C42A23">
            <w:pPr>
              <w:jc w:val="center"/>
              <w:rPr>
                <w:spacing w:val="-10"/>
                <w:sz w:val="14"/>
                <w:szCs w:val="14"/>
              </w:rPr>
            </w:pPr>
            <w:r w:rsidRPr="00B774B9">
              <w:rPr>
                <w:rFonts w:hint="eastAsia"/>
                <w:spacing w:val="8"/>
                <w:w w:val="75"/>
                <w:kern w:val="0"/>
                <w:sz w:val="16"/>
                <w:szCs w:val="14"/>
                <w:fitText w:val="1355" w:id="-1563788800"/>
              </w:rPr>
              <w:t>介護保険被保険者番</w:t>
            </w:r>
            <w:r w:rsidRPr="00B774B9">
              <w:rPr>
                <w:rFonts w:hint="eastAsia"/>
                <w:spacing w:val="6"/>
                <w:w w:val="75"/>
                <w:kern w:val="0"/>
                <w:sz w:val="16"/>
                <w:szCs w:val="14"/>
                <w:fitText w:val="1355" w:id="-1563788800"/>
              </w:rPr>
              <w:t>号</w:t>
            </w:r>
          </w:p>
        </w:tc>
        <w:tc>
          <w:tcPr>
            <w:tcW w:w="3688" w:type="dxa"/>
            <w:gridSpan w:val="10"/>
            <w:tcBorders>
              <w:right w:val="single" w:sz="12" w:space="0" w:color="auto"/>
            </w:tcBorders>
            <w:vAlign w:val="center"/>
          </w:tcPr>
          <w:p w14:paraId="10EAB59E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</w:tr>
      <w:tr w:rsidR="00D64E5F" w14:paraId="510AD9BB" w14:textId="77777777" w:rsidTr="00B964C1">
        <w:trPr>
          <w:cantSplit/>
          <w:trHeight w:val="413"/>
        </w:trPr>
        <w:tc>
          <w:tcPr>
            <w:tcW w:w="1474" w:type="dxa"/>
            <w:gridSpan w:val="3"/>
            <w:tcBorders>
              <w:top w:val="single" w:sz="4" w:space="0" w:color="auto"/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79B392DA" w14:textId="77777777" w:rsidR="00D64E5F" w:rsidRPr="00236857" w:rsidRDefault="00D64E5F" w:rsidP="00C42A23">
            <w:pPr>
              <w:jc w:val="center"/>
              <w:rPr>
                <w:spacing w:val="22"/>
                <w:sz w:val="16"/>
                <w:szCs w:val="16"/>
              </w:rPr>
            </w:pPr>
            <w:r w:rsidRPr="00647569">
              <w:rPr>
                <w:rFonts w:hint="eastAsia"/>
                <w:spacing w:val="40"/>
                <w:kern w:val="0"/>
                <w:sz w:val="16"/>
                <w:szCs w:val="16"/>
                <w:fitText w:val="1120" w:id="-1563790077"/>
              </w:rPr>
              <w:t>適用年月</w:t>
            </w:r>
            <w:r w:rsidRPr="00647569">
              <w:rPr>
                <w:rFonts w:hint="eastAsia"/>
                <w:kern w:val="0"/>
                <w:sz w:val="16"/>
                <w:szCs w:val="16"/>
                <w:fitText w:val="1120" w:id="-1563790077"/>
              </w:rPr>
              <w:t>日</w:t>
            </w:r>
          </w:p>
        </w:tc>
        <w:tc>
          <w:tcPr>
            <w:tcW w:w="3688" w:type="dxa"/>
            <w:gridSpan w:val="10"/>
            <w:tcBorders>
              <w:right w:val="single" w:sz="12" w:space="0" w:color="auto"/>
            </w:tcBorders>
            <w:vAlign w:val="center"/>
          </w:tcPr>
          <w:p w14:paraId="7915B698" w14:textId="686AB1DC" w:rsidR="00D64E5F" w:rsidRPr="00236857" w:rsidRDefault="00A54725" w:rsidP="00A54725">
            <w:pPr>
              <w:ind w:rightChars="100" w:right="21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から</w:t>
            </w:r>
          </w:p>
        </w:tc>
      </w:tr>
      <w:tr w:rsidR="00D64E5F" w14:paraId="0269A0F9" w14:textId="77777777" w:rsidTr="00B964C1">
        <w:trPr>
          <w:cantSplit/>
          <w:trHeight w:val="413"/>
        </w:trPr>
        <w:tc>
          <w:tcPr>
            <w:tcW w:w="1474" w:type="dxa"/>
            <w:gridSpan w:val="3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4FC628" w14:textId="77777777" w:rsidR="00D64E5F" w:rsidRPr="00236857" w:rsidRDefault="00D64E5F" w:rsidP="00C42A23">
            <w:pPr>
              <w:jc w:val="center"/>
              <w:rPr>
                <w:spacing w:val="39"/>
                <w:kern w:val="0"/>
                <w:sz w:val="16"/>
                <w:szCs w:val="16"/>
              </w:rPr>
            </w:pPr>
            <w:r w:rsidRPr="00647569">
              <w:rPr>
                <w:rFonts w:hint="eastAsia"/>
                <w:spacing w:val="80"/>
                <w:kern w:val="0"/>
                <w:sz w:val="16"/>
                <w:szCs w:val="16"/>
                <w:fitText w:val="1120" w:id="-1563790076"/>
              </w:rPr>
              <w:t>有効期</w:t>
            </w:r>
            <w:r w:rsidRPr="00647569">
              <w:rPr>
                <w:rFonts w:hint="eastAsia"/>
                <w:kern w:val="0"/>
                <w:sz w:val="16"/>
                <w:szCs w:val="16"/>
                <w:fitText w:val="1120" w:id="-1563790076"/>
              </w:rPr>
              <w:t>限</w:t>
            </w:r>
          </w:p>
        </w:tc>
        <w:tc>
          <w:tcPr>
            <w:tcW w:w="3688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71C39A" w14:textId="6036213B" w:rsidR="00D64E5F" w:rsidRPr="00236857" w:rsidRDefault="00D64E5F" w:rsidP="00A54725">
            <w:pPr>
              <w:ind w:rightChars="100" w:right="210"/>
              <w:jc w:val="right"/>
              <w:rPr>
                <w:sz w:val="16"/>
                <w:szCs w:val="16"/>
              </w:rPr>
            </w:pPr>
            <w:r w:rsidRPr="00236857">
              <w:rPr>
                <w:rFonts w:hint="eastAsia"/>
                <w:sz w:val="16"/>
                <w:szCs w:val="16"/>
              </w:rPr>
              <w:t>まで</w:t>
            </w:r>
          </w:p>
        </w:tc>
      </w:tr>
      <w:tr w:rsidR="00D64E5F" w14:paraId="7928719A" w14:textId="77777777" w:rsidTr="00B964C1">
        <w:trPr>
          <w:cantSplit/>
          <w:trHeight w:val="413"/>
        </w:trPr>
        <w:tc>
          <w:tcPr>
            <w:tcW w:w="1474" w:type="dxa"/>
            <w:gridSpan w:val="3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512283" w14:textId="77777777" w:rsidR="00D64E5F" w:rsidRPr="00236857" w:rsidRDefault="00D64E5F" w:rsidP="00C42A23">
            <w:pPr>
              <w:jc w:val="center"/>
              <w:rPr>
                <w:spacing w:val="87"/>
                <w:kern w:val="0"/>
                <w:sz w:val="16"/>
                <w:szCs w:val="16"/>
              </w:rPr>
            </w:pPr>
            <w:r w:rsidRPr="00647569">
              <w:rPr>
                <w:rFonts w:hint="eastAsia"/>
                <w:spacing w:val="80"/>
                <w:kern w:val="0"/>
                <w:sz w:val="16"/>
                <w:szCs w:val="16"/>
                <w:fitText w:val="1120" w:id="-1563790075"/>
              </w:rPr>
              <w:t>減額割</w:t>
            </w:r>
            <w:r w:rsidRPr="00647569">
              <w:rPr>
                <w:rFonts w:hint="eastAsia"/>
                <w:kern w:val="0"/>
                <w:sz w:val="16"/>
                <w:szCs w:val="16"/>
                <w:fitText w:val="1120" w:id="-1563790075"/>
              </w:rPr>
              <w:t>合</w:t>
            </w:r>
          </w:p>
        </w:tc>
        <w:tc>
          <w:tcPr>
            <w:tcW w:w="3688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28A5BBF5" w14:textId="7F47BBB1" w:rsidR="00D64E5F" w:rsidRPr="00236857" w:rsidRDefault="00D64E5F" w:rsidP="00333FCA">
            <w:pPr>
              <w:ind w:firstLineChars="800" w:firstLine="1280"/>
              <w:rPr>
                <w:sz w:val="16"/>
                <w:szCs w:val="16"/>
              </w:rPr>
            </w:pPr>
            <w:r w:rsidRPr="00236857">
              <w:rPr>
                <w:rFonts w:hAnsi="ＭＳ 明朝" w:cs="ＭＳ 明朝" w:hint="eastAsia"/>
                <w:sz w:val="16"/>
                <w:szCs w:val="16"/>
              </w:rPr>
              <w:t>／１００</w:t>
            </w:r>
          </w:p>
        </w:tc>
      </w:tr>
      <w:tr w:rsidR="00D64E5F" w14:paraId="643CF44B" w14:textId="77777777" w:rsidTr="00B964C1">
        <w:trPr>
          <w:cantSplit/>
          <w:trHeight w:val="54"/>
        </w:trPr>
        <w:tc>
          <w:tcPr>
            <w:tcW w:w="1474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13FB568A" w14:textId="77777777" w:rsidR="00C07B46" w:rsidRDefault="00D64E5F" w:rsidP="00C07B46">
            <w:pPr>
              <w:ind w:rightChars="53" w:right="111"/>
              <w:jc w:val="center"/>
              <w:rPr>
                <w:sz w:val="16"/>
                <w:szCs w:val="16"/>
              </w:rPr>
            </w:pPr>
            <w:r w:rsidRPr="00647569">
              <w:rPr>
                <w:rFonts w:hint="eastAsia"/>
                <w:spacing w:val="40"/>
                <w:kern w:val="0"/>
                <w:sz w:val="16"/>
                <w:szCs w:val="16"/>
                <w:fitText w:val="1120" w:id="-1574173184"/>
              </w:rPr>
              <w:t>保険者番</w:t>
            </w:r>
            <w:r w:rsidRPr="00647569">
              <w:rPr>
                <w:rFonts w:hint="eastAsia"/>
                <w:kern w:val="0"/>
                <w:sz w:val="16"/>
                <w:szCs w:val="16"/>
                <w:fitText w:val="1120" w:id="-1574173184"/>
              </w:rPr>
              <w:t>号</w:t>
            </w:r>
          </w:p>
          <w:p w14:paraId="5629A6A1" w14:textId="77777777" w:rsidR="00C07B46" w:rsidRDefault="00D64E5F" w:rsidP="00C07B46">
            <w:pPr>
              <w:ind w:rightChars="53" w:right="111"/>
              <w:jc w:val="center"/>
              <w:rPr>
                <w:sz w:val="16"/>
                <w:szCs w:val="16"/>
              </w:rPr>
            </w:pPr>
            <w:r w:rsidRPr="00647569">
              <w:rPr>
                <w:rFonts w:hint="eastAsia"/>
                <w:spacing w:val="40"/>
                <w:kern w:val="0"/>
                <w:sz w:val="16"/>
                <w:szCs w:val="16"/>
                <w:fitText w:val="1120" w:id="-1574172928"/>
              </w:rPr>
              <w:t>並びに保</w:t>
            </w:r>
            <w:r w:rsidRPr="00647569">
              <w:rPr>
                <w:rFonts w:hint="eastAsia"/>
                <w:kern w:val="0"/>
                <w:sz w:val="16"/>
                <w:szCs w:val="16"/>
                <w:fitText w:val="1120" w:id="-1574172928"/>
              </w:rPr>
              <w:t>険</w:t>
            </w:r>
          </w:p>
          <w:p w14:paraId="68CC17F8" w14:textId="77777777" w:rsidR="00C07B46" w:rsidRDefault="00D64E5F" w:rsidP="00C07B46">
            <w:pPr>
              <w:ind w:rightChars="53" w:right="111"/>
              <w:jc w:val="center"/>
              <w:rPr>
                <w:spacing w:val="10"/>
                <w:sz w:val="16"/>
                <w:szCs w:val="16"/>
              </w:rPr>
            </w:pPr>
            <w:r w:rsidRPr="00647569">
              <w:rPr>
                <w:rFonts w:hint="eastAsia"/>
                <w:spacing w:val="40"/>
                <w:kern w:val="0"/>
                <w:sz w:val="16"/>
                <w:szCs w:val="16"/>
                <w:fitText w:val="1120" w:id="-1574172927"/>
              </w:rPr>
              <w:t>者</w:t>
            </w:r>
            <w:r w:rsidR="00C07B46" w:rsidRPr="00647569">
              <w:rPr>
                <w:rFonts w:hint="eastAsia"/>
                <w:spacing w:val="40"/>
                <w:kern w:val="0"/>
                <w:sz w:val="16"/>
                <w:szCs w:val="16"/>
                <w:fitText w:val="1120" w:id="-1574172927"/>
              </w:rPr>
              <w:t>の</w:t>
            </w:r>
            <w:r w:rsidRPr="00647569">
              <w:rPr>
                <w:rFonts w:hint="eastAsia"/>
                <w:spacing w:val="40"/>
                <w:kern w:val="0"/>
                <w:sz w:val="16"/>
                <w:szCs w:val="16"/>
                <w:fitText w:val="1120" w:id="-1574172927"/>
              </w:rPr>
              <w:t>名称</w:t>
            </w:r>
            <w:r w:rsidRPr="00647569">
              <w:rPr>
                <w:rFonts w:hint="eastAsia"/>
                <w:kern w:val="0"/>
                <w:sz w:val="16"/>
                <w:szCs w:val="16"/>
                <w:fitText w:val="1120" w:id="-1574172927"/>
              </w:rPr>
              <w:t>及</w:t>
            </w:r>
          </w:p>
          <w:p w14:paraId="1F9B2BB7" w14:textId="18C8C221" w:rsidR="00D64E5F" w:rsidRPr="00236857" w:rsidRDefault="00D64E5F" w:rsidP="00C07B46">
            <w:pPr>
              <w:ind w:rightChars="53" w:right="111" w:firstLineChars="10" w:firstLine="24"/>
              <w:jc w:val="left"/>
              <w:rPr>
                <w:spacing w:val="20"/>
                <w:sz w:val="16"/>
                <w:szCs w:val="16"/>
              </w:rPr>
            </w:pPr>
            <w:r w:rsidRPr="00B774B9">
              <w:rPr>
                <w:rFonts w:hint="eastAsia"/>
                <w:spacing w:val="40"/>
                <w:kern w:val="0"/>
                <w:sz w:val="16"/>
                <w:szCs w:val="16"/>
                <w:fitText w:val="360" w:id="-1574172926"/>
              </w:rPr>
              <w:t>び</w:t>
            </w:r>
            <w:r w:rsidRPr="00B774B9">
              <w:rPr>
                <w:rFonts w:hint="eastAsia"/>
                <w:spacing w:val="-20"/>
                <w:kern w:val="0"/>
                <w:sz w:val="16"/>
                <w:szCs w:val="16"/>
                <w:fitText w:val="360" w:id="-1574172926"/>
              </w:rPr>
              <w:t>印</w:t>
            </w:r>
          </w:p>
        </w:tc>
        <w:tc>
          <w:tcPr>
            <w:tcW w:w="3688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1EE8CE3E" w14:textId="56AE2026" w:rsidR="00D64E5F" w:rsidRPr="00C64670" w:rsidRDefault="00D64E5F" w:rsidP="00333FCA">
            <w:pPr>
              <w:rPr>
                <w:sz w:val="8"/>
                <w:szCs w:val="14"/>
              </w:rPr>
            </w:pPr>
          </w:p>
        </w:tc>
      </w:tr>
      <w:tr w:rsidR="00D64E5F" w14:paraId="1645187D" w14:textId="77777777" w:rsidTr="00C64670">
        <w:trPr>
          <w:cantSplit/>
          <w:trHeight w:val="420"/>
        </w:trPr>
        <w:tc>
          <w:tcPr>
            <w:tcW w:w="1474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1174BDF0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448" w:type="dxa"/>
            <w:tcBorders>
              <w:top w:val="nil"/>
              <w:bottom w:val="nil"/>
            </w:tcBorders>
            <w:vAlign w:val="center"/>
          </w:tcPr>
          <w:p w14:paraId="46A747C0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311" w:type="dxa"/>
            <w:vAlign w:val="center"/>
          </w:tcPr>
          <w:p w14:paraId="1A7866FF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vAlign w:val="center"/>
          </w:tcPr>
          <w:p w14:paraId="1813FABD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3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5186DDAE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31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DF33ED1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3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BDB344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310" w:type="dxa"/>
            <w:tcBorders>
              <w:left w:val="single" w:sz="18" w:space="0" w:color="auto"/>
            </w:tcBorders>
            <w:vAlign w:val="center"/>
          </w:tcPr>
          <w:p w14:paraId="0392FB4B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8BF1994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</w:tr>
      <w:tr w:rsidR="00D64E5F" w14:paraId="5747B86D" w14:textId="77777777" w:rsidTr="00B964C1">
        <w:trPr>
          <w:cantSplit/>
          <w:trHeight w:val="828"/>
        </w:trPr>
        <w:tc>
          <w:tcPr>
            <w:tcW w:w="1474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3C91F17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3688" w:type="dxa"/>
            <w:gridSpan w:val="10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5BAB197" w14:textId="796C4B3E" w:rsidR="00D64E5F" w:rsidRPr="00647569" w:rsidRDefault="00C64670" w:rsidP="00C64670">
            <w:pPr>
              <w:widowControl/>
              <w:wordWrap/>
              <w:autoSpaceDE/>
              <w:autoSpaceDN/>
              <w:spacing w:beforeLines="25" w:before="83"/>
              <w:rPr>
                <w:rFonts w:hAnsi="ＭＳ 明朝"/>
                <w:sz w:val="16"/>
                <w:szCs w:val="16"/>
              </w:rPr>
            </w:pPr>
            <w:r w:rsidRPr="00647569">
              <w:rPr>
                <w:rFonts w:hAnsi="ＭＳ 明朝" w:hint="eastAsia"/>
                <w:sz w:val="16"/>
                <w:szCs w:val="16"/>
              </w:rPr>
              <w:t>●●市</w:t>
            </w:r>
            <w:r w:rsidR="00D64E5F" w:rsidRPr="00647569">
              <w:rPr>
                <w:rFonts w:hAnsi="ＭＳ 明朝" w:hint="eastAsia"/>
                <w:sz w:val="16"/>
                <w:szCs w:val="16"/>
              </w:rPr>
              <w:t>介護保険課</w:t>
            </w:r>
          </w:p>
          <w:p w14:paraId="376BCA30" w14:textId="4A8F8EE5" w:rsidR="00C64670" w:rsidRPr="00647569" w:rsidRDefault="00C64670" w:rsidP="00333FCA">
            <w:pPr>
              <w:rPr>
                <w:rFonts w:hAnsi="ＭＳ 明朝"/>
                <w:sz w:val="16"/>
                <w:szCs w:val="16"/>
              </w:rPr>
            </w:pPr>
            <w:r w:rsidRPr="00647569">
              <w:rPr>
                <w:rFonts w:ascii="ＭＳ Ｐゴシック" w:eastAsia="ＭＳ Ｐゴシック" w:hAnsi="ＭＳ Ｐゴシック" w:cs="ＭＳ Ｐゴシック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5EB0E9" wp14:editId="154AC88D">
                      <wp:simplePos x="0" y="0"/>
                      <wp:positionH relativeFrom="column">
                        <wp:posOffset>1880870</wp:posOffset>
                      </wp:positionH>
                      <wp:positionV relativeFrom="paragraph">
                        <wp:posOffset>22225</wp:posOffset>
                      </wp:positionV>
                      <wp:extent cx="348615" cy="329565"/>
                      <wp:effectExtent l="0" t="0" r="13335" b="13335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615" cy="32956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FC322C8" w14:textId="77777777" w:rsidR="00D64E5F" w:rsidRPr="00C64670" w:rsidRDefault="00D64E5F" w:rsidP="00D64E5F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C64670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5EB0E9" id="正方形/長方形 4" o:spid="_x0000_s1027" style="position:absolute;left:0;text-align:left;margin-left:148.1pt;margin-top:1.75pt;width:27.45pt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" filled="f" strokecolor="black [3213]" strokeweight=".25pt">
                      <v:textbox inset="0,0,0,0">
                        <w:txbxContent>
                          <w:p w14:paraId="6FC322C8" w14:textId="77777777" w:rsidR="00D64E5F" w:rsidRPr="00C64670" w:rsidRDefault="00D64E5F" w:rsidP="00D64E5F">
                            <w:pPr>
                              <w:spacing w:line="280" w:lineRule="exact"/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16"/>
                              </w:rPr>
                            </w:pPr>
                            <w:r w:rsidRPr="00C64670">
                              <w:rPr>
                                <w:rFonts w:hAnsi="ＭＳ 明朝" w:hint="eastAsia"/>
                                <w:color w:val="000000" w:themeColor="text1"/>
                                <w:sz w:val="16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64E5F" w:rsidRPr="00647569">
              <w:rPr>
                <w:rFonts w:hAnsi="ＭＳ 明朝" w:hint="eastAsia"/>
                <w:sz w:val="16"/>
                <w:szCs w:val="16"/>
              </w:rPr>
              <w:t>123-4567</w:t>
            </w:r>
          </w:p>
          <w:p w14:paraId="663BA7A0" w14:textId="235C906F" w:rsidR="00D64E5F" w:rsidRPr="00647569" w:rsidRDefault="00D64E5F" w:rsidP="00333FCA">
            <w:pPr>
              <w:rPr>
                <w:rFonts w:hAnsi="ＭＳ 明朝"/>
                <w:sz w:val="16"/>
                <w:szCs w:val="16"/>
              </w:rPr>
            </w:pPr>
            <w:r w:rsidRPr="00647569">
              <w:rPr>
                <w:rFonts w:hAnsi="ＭＳ 明朝" w:hint="eastAsia"/>
                <w:sz w:val="16"/>
                <w:szCs w:val="16"/>
              </w:rPr>
              <w:t>●●市●●１－２－３</w:t>
            </w:r>
            <w:r w:rsidR="00C64670" w:rsidRPr="00647569">
              <w:rPr>
                <w:rFonts w:hAnsi="ＭＳ 明朝" w:hint="eastAsia"/>
                <w:sz w:val="16"/>
                <w:szCs w:val="16"/>
              </w:rPr>
              <w:t xml:space="preserve">　 ○○市（町村）</w:t>
            </w:r>
          </w:p>
          <w:p w14:paraId="199A80B1" w14:textId="77777777" w:rsidR="00D64E5F" w:rsidRPr="00D64E5F" w:rsidRDefault="00D64E5F" w:rsidP="00C64670">
            <w:pPr>
              <w:spacing w:afterLines="5" w:after="16"/>
              <w:rPr>
                <w:sz w:val="14"/>
                <w:szCs w:val="14"/>
              </w:rPr>
            </w:pPr>
            <w:r w:rsidRPr="00647569">
              <w:rPr>
                <w:rFonts w:hAnsi="ＭＳ 明朝" w:hint="eastAsia"/>
                <w:sz w:val="16"/>
                <w:szCs w:val="16"/>
              </w:rPr>
              <w:t>987-6543-2111</w:t>
            </w:r>
          </w:p>
        </w:tc>
      </w:tr>
    </w:tbl>
    <w:p w14:paraId="068D6649" w14:textId="2D003D58" w:rsidR="00D64E5F" w:rsidRDefault="00D64E5F" w:rsidP="00383CB7"/>
    <w:p w14:paraId="16E4259B" w14:textId="6D653BB6" w:rsidR="00D64E5F" w:rsidRDefault="0079042B" w:rsidP="00383CB7"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E24DCF" wp14:editId="5FB09FF7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076E66" w14:textId="77777777" w:rsidR="0079042B" w:rsidRPr="00967DE7" w:rsidRDefault="0079042B" w:rsidP="0079042B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E24DCF" id="正方形/長方形 9" o:spid="_x0000_s1028" style="position:absolute;left:0;text-align:left;margin-left:17.85pt;margin-top:10.5pt;width:1in;height:24.7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JII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" filled="f" stroked="f" strokeweight="2pt">
                <v:textbox>
                  <w:txbxContent>
                    <w:p w14:paraId="0B076E66" w14:textId="77777777" w:rsidR="0079042B" w:rsidRPr="00967DE7" w:rsidRDefault="0079042B" w:rsidP="0079042B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2191F330" w14:textId="06D8ECEA" w:rsidR="00A82307" w:rsidRPr="00A82307" w:rsidRDefault="00A82307" w:rsidP="00A82307">
      <w:pPr>
        <w:pStyle w:val="a7"/>
        <w:spacing w:before="0" w:after="0"/>
        <w:ind w:leftChars="4700" w:left="9870"/>
        <w:rPr>
          <w:rFonts w:ascii="ＭＳ 明朝" w:eastAsia="ＭＳ 明朝" w:hAnsi="ＭＳ 明朝"/>
          <w:bCs/>
          <w:sz w:val="18"/>
          <w:szCs w:val="18"/>
        </w:rPr>
      </w:pPr>
      <w:r w:rsidRPr="00A82307">
        <w:rPr>
          <w:rFonts w:ascii="ＭＳ 明朝" w:eastAsia="ＭＳ 明朝" w:hAnsi="ＭＳ 明朝" w:hint="eastAsia"/>
          <w:bCs/>
          <w:sz w:val="18"/>
          <w:szCs w:val="18"/>
        </w:rPr>
        <w:t>離島等地域における特別地域加算に係る利用者負担額軽減確認証</w:t>
      </w:r>
    </w:p>
    <w:p w14:paraId="52DA7408" w14:textId="4C0EE5E5" w:rsidR="00D64E5F" w:rsidRPr="00A82307" w:rsidRDefault="00D64E5F" w:rsidP="00383CB7"/>
    <w:p w14:paraId="675A13DE" w14:textId="729670B5" w:rsidR="00D64E5F" w:rsidRDefault="00245FDF" w:rsidP="00383CB7"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F95CFB" wp14:editId="05B6E1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6343650" cy="4665345"/>
                <wp:effectExtent l="0" t="0" r="19050" b="2095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3650" cy="466534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8F5AE3A" w14:textId="77777777" w:rsidR="007F0C80" w:rsidRDefault="007F0C80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58A25AFB" w14:textId="77777777" w:rsidR="007F0C80" w:rsidRDefault="007F0C80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1789B3BB" w14:textId="77777777" w:rsidR="007F0C80" w:rsidRDefault="007F0C80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1467B91E" w14:textId="678940D9" w:rsidR="00A82307" w:rsidRPr="007F0C80" w:rsidRDefault="00A82307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7F0C8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7F0C80" w:rsidRPr="007F0C8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F95CFB" id="正方形/長方形 1" o:spid="_x0000_s1029" style="position:absolute;left:0;text-align:left;margin-left:0;margin-top:.75pt;width:499.5pt;height:367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" fillcolor="#92d050" strokecolor="#92d050" strokeweight=".5pt">
                <v:fill opacity="52428f"/>
                <v:textbox>
                  <w:txbxContent>
                    <w:p w14:paraId="08F5AE3A" w14:textId="77777777" w:rsidR="007F0C80" w:rsidRDefault="007F0C80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58A25AFB" w14:textId="77777777" w:rsidR="007F0C80" w:rsidRDefault="007F0C80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1789B3BB" w14:textId="77777777" w:rsidR="007F0C80" w:rsidRDefault="007F0C80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1467B91E" w14:textId="678940D9" w:rsidR="00A82307" w:rsidRPr="007F0C80" w:rsidRDefault="00A82307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7F0C8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7F0C80" w:rsidRPr="007F0C8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26425C04" w14:textId="5AD0C345" w:rsidR="00D64E5F" w:rsidRDefault="00D64E5F" w:rsidP="00383CB7"/>
    <w:p w14:paraId="15E0024A" w14:textId="4DC48AA7" w:rsidR="00D64E5F" w:rsidRDefault="00D64E5F" w:rsidP="00383CB7"/>
    <w:p w14:paraId="0808043C" w14:textId="369723ED" w:rsidR="00D64E5F" w:rsidRDefault="00D64E5F" w:rsidP="00383CB7"/>
    <w:p w14:paraId="5F4A026E" w14:textId="354C0CCE" w:rsidR="00D64E5F" w:rsidRDefault="00D64E5F" w:rsidP="00383CB7"/>
    <w:p w14:paraId="41940251" w14:textId="6629C234" w:rsidR="00D64E5F" w:rsidRDefault="00D64E5F" w:rsidP="00383CB7"/>
    <w:p w14:paraId="6B0C2A7E" w14:textId="4CC7094D" w:rsidR="00D64E5F" w:rsidRDefault="00D64E5F" w:rsidP="00383CB7"/>
    <w:p w14:paraId="0ABCAD9C" w14:textId="035CFCF6" w:rsidR="00D64E5F" w:rsidRDefault="00D64E5F" w:rsidP="00383CB7"/>
    <w:p w14:paraId="21612131" w14:textId="264314A4" w:rsidR="00D64E5F" w:rsidRDefault="00D64E5F" w:rsidP="00383CB7"/>
    <w:p w14:paraId="767BA81F" w14:textId="00EDB795" w:rsidR="00D64E5F" w:rsidRDefault="00D64E5F" w:rsidP="00383CB7"/>
    <w:p w14:paraId="3AA88E98" w14:textId="6F733149" w:rsidR="00D64E5F" w:rsidRDefault="00D64E5F" w:rsidP="00383CB7"/>
    <w:p w14:paraId="3136C18B" w14:textId="1CABCD70" w:rsidR="00D64E5F" w:rsidRDefault="00D64E5F" w:rsidP="00383CB7"/>
    <w:p w14:paraId="05F4F04C" w14:textId="20B34657" w:rsidR="00D64E5F" w:rsidRDefault="00D64E5F" w:rsidP="00383CB7"/>
    <w:p w14:paraId="189E29F6" w14:textId="06BC783F" w:rsidR="00D64E5F" w:rsidRDefault="00D64E5F" w:rsidP="00383CB7"/>
    <w:p w14:paraId="075DAD02" w14:textId="2FC2C7F8" w:rsidR="00D64E5F" w:rsidRDefault="00D64E5F" w:rsidP="00383CB7"/>
    <w:p w14:paraId="5E7E4F4E" w14:textId="2EB557DA" w:rsidR="00D64E5F" w:rsidRDefault="00D64E5F" w:rsidP="00383CB7"/>
    <w:p w14:paraId="7DF80AFA" w14:textId="2FCA0F49" w:rsidR="00D64E5F" w:rsidRDefault="00D64E5F" w:rsidP="00383CB7"/>
    <w:p w14:paraId="75B91DBC" w14:textId="59B6BAAB" w:rsidR="00D64E5F" w:rsidRDefault="00D64E5F" w:rsidP="00383CB7"/>
    <w:p w14:paraId="5224183F" w14:textId="06FA6917" w:rsidR="00D64E5F" w:rsidRDefault="00D64E5F" w:rsidP="00383CB7"/>
    <w:p w14:paraId="509C6517" w14:textId="1ADF08A9" w:rsidR="00D64E5F" w:rsidRDefault="00D64E5F" w:rsidP="00383CB7"/>
    <w:p w14:paraId="795C050C" w14:textId="5A3A8C67" w:rsidR="00D64E5F" w:rsidRDefault="00D64E5F" w:rsidP="00383CB7"/>
    <w:p w14:paraId="13292CC1" w14:textId="3918F3C5" w:rsidR="00D64E5F" w:rsidRDefault="00D64E5F" w:rsidP="00383CB7"/>
    <w:p w14:paraId="6B63E4C2" w14:textId="184211F5" w:rsidR="00D64E5F" w:rsidRDefault="00A82307" w:rsidP="00383CB7">
      <w:r>
        <w:rPr>
          <w:rFonts w:hAnsi="ＭＳ 明朝"/>
          <w:noProof/>
          <w:sz w:val="18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C796BB" wp14:editId="57FC973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47250" cy="1944000"/>
                <wp:effectExtent l="0" t="0" r="25400" b="1841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7250" cy="194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14B0C4F" w14:textId="35719AF3" w:rsidR="00A82307" w:rsidRPr="007216B3" w:rsidRDefault="00A82307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C796BB" id="正方形/長方形 3" o:spid="_x0000_s1030" style="position:absolute;left:0;text-align:left;margin-left:0;margin-top:0;width:767.5pt;height:153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" fillcolor="#92d050" strokecolor="#92d050" strokeweight=".5pt">
                <v:fill opacity="52428f"/>
                <v:textbox>
                  <w:txbxContent>
                    <w:p w14:paraId="714B0C4F" w14:textId="35719AF3" w:rsidR="00A82307" w:rsidRPr="007216B3" w:rsidRDefault="00A82307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2FD687A" w14:textId="59DB0368" w:rsidR="00D64E5F" w:rsidRDefault="00D64E5F" w:rsidP="00383CB7"/>
    <w:p w14:paraId="0D392B85" w14:textId="59893165" w:rsidR="00D64E5F" w:rsidRDefault="00D64E5F" w:rsidP="00383CB7"/>
    <w:p w14:paraId="7C1FBFCD" w14:textId="4695CD54" w:rsidR="00D64E5F" w:rsidRDefault="00D64E5F" w:rsidP="00383CB7"/>
    <w:p w14:paraId="59C4D626" w14:textId="05E7D1A6" w:rsidR="00D64E5F" w:rsidRDefault="00D64E5F" w:rsidP="00383CB7"/>
    <w:tbl>
      <w:tblPr>
        <w:tblpPr w:leftFromText="142" w:rightFromText="142" w:vertAnchor="page" w:horzAnchor="margin" w:tblpY="3550"/>
        <w:tblW w:w="5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59"/>
      </w:tblGrid>
      <w:tr w:rsidR="00F61140" w14:paraId="67EBC3A3" w14:textId="77777777" w:rsidTr="009E78A5">
        <w:trPr>
          <w:trHeight w:val="62"/>
        </w:trPr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7CB36" w14:textId="38860744" w:rsidR="00F61140" w:rsidRDefault="00F61140" w:rsidP="00A11F5C">
            <w:pPr>
              <w:jc w:val="center"/>
            </w:pPr>
            <w:r>
              <w:t>(</w:t>
            </w:r>
            <w:r>
              <w:rPr>
                <w:rFonts w:hint="eastAsia"/>
              </w:rPr>
              <w:t>裏面</w:t>
            </w:r>
            <w:r>
              <w:t>)</w:t>
            </w:r>
          </w:p>
        </w:tc>
      </w:tr>
      <w:tr w:rsidR="00F61140" w14:paraId="5C778F84" w14:textId="77777777" w:rsidTr="009E78A5">
        <w:trPr>
          <w:cantSplit/>
          <w:trHeight w:val="301"/>
        </w:trPr>
        <w:tc>
          <w:tcPr>
            <w:tcW w:w="51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</w:tcPr>
          <w:p w14:paraId="5ABD2911" w14:textId="040AB6A3" w:rsidR="00F61140" w:rsidRDefault="00F61140" w:rsidP="00083201">
            <w:pPr>
              <w:ind w:left="113"/>
              <w:rPr>
                <w:spacing w:val="12"/>
                <w:sz w:val="16"/>
                <w:szCs w:val="14"/>
              </w:rPr>
            </w:pPr>
            <w:r w:rsidRPr="00F61140">
              <w:rPr>
                <w:rFonts w:hint="eastAsia"/>
                <w:spacing w:val="32"/>
                <w:sz w:val="14"/>
                <w:szCs w:val="14"/>
              </w:rPr>
              <w:t xml:space="preserve">　　　</w:t>
            </w:r>
            <w:r w:rsidRPr="00FE31A8">
              <w:rPr>
                <w:rFonts w:hint="eastAsia"/>
                <w:spacing w:val="32"/>
                <w:sz w:val="16"/>
                <w:szCs w:val="14"/>
              </w:rPr>
              <w:t xml:space="preserve">　</w:t>
            </w:r>
            <w:r w:rsidR="00083201">
              <w:rPr>
                <w:rFonts w:hint="eastAsia"/>
                <w:spacing w:val="32"/>
                <w:sz w:val="16"/>
                <w:szCs w:val="14"/>
              </w:rPr>
              <w:t xml:space="preserve"> </w:t>
            </w:r>
            <w:r w:rsidRPr="00083201">
              <w:rPr>
                <w:rFonts w:hint="eastAsia"/>
                <w:spacing w:val="12"/>
                <w:sz w:val="20"/>
                <w:szCs w:val="14"/>
              </w:rPr>
              <w:t>注　意　事　項</w:t>
            </w:r>
          </w:p>
          <w:p w14:paraId="090E9521" w14:textId="77777777" w:rsidR="00083201" w:rsidRPr="00FE31A8" w:rsidRDefault="00083201" w:rsidP="00083201">
            <w:pPr>
              <w:ind w:left="113"/>
              <w:rPr>
                <w:spacing w:val="12"/>
                <w:sz w:val="16"/>
                <w:szCs w:val="14"/>
              </w:rPr>
            </w:pPr>
          </w:p>
          <w:p w14:paraId="25DD5DC0" w14:textId="77777777" w:rsidR="00F61140" w:rsidRPr="00FE31A8" w:rsidRDefault="00F61140" w:rsidP="00083201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一　</w:t>
            </w:r>
            <w:r w:rsidRPr="006C619E">
              <w:rPr>
                <w:rFonts w:hint="eastAsia"/>
                <w:spacing w:val="18"/>
                <w:kern w:val="0"/>
                <w:sz w:val="16"/>
                <w:szCs w:val="14"/>
                <w:fitText w:val="6280" w:id="-1573111296"/>
              </w:rPr>
              <w:t>次の介護サービスを受けるときは、必ず事前に、この確認証を事業者</w:t>
            </w:r>
            <w:r w:rsidRPr="006C619E">
              <w:rPr>
                <w:rFonts w:hint="eastAsia"/>
                <w:spacing w:val="22"/>
                <w:kern w:val="0"/>
                <w:sz w:val="16"/>
                <w:szCs w:val="14"/>
                <w:fitText w:val="6280" w:id="-1573111296"/>
              </w:rPr>
              <w:t>に</w:t>
            </w:r>
          </w:p>
          <w:p w14:paraId="386249CB" w14:textId="77777777" w:rsidR="00F61140" w:rsidRPr="00FE31A8" w:rsidRDefault="00F61140" w:rsidP="00083201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　提出してください。</w:t>
            </w:r>
          </w:p>
          <w:p w14:paraId="2DB5CFAF" w14:textId="77777777" w:rsidR="00F61140" w:rsidRPr="00FE31A8" w:rsidRDefault="00F61140" w:rsidP="00083201">
            <w:pPr>
              <w:spacing w:line="300" w:lineRule="exact"/>
              <w:ind w:left="57"/>
              <w:rPr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二　</w:t>
            </w:r>
            <w:r w:rsidRPr="006C619E">
              <w:rPr>
                <w:rFonts w:hint="eastAsia"/>
                <w:spacing w:val="15"/>
                <w:kern w:val="0"/>
                <w:sz w:val="16"/>
                <w:szCs w:val="14"/>
                <w:fitText w:val="6280" w:id="-1573111295"/>
              </w:rPr>
              <w:t>対象となるサービスは、訪問介護、定期巡回・随時対応型訪問介護看護</w:t>
            </w:r>
            <w:r w:rsidRPr="006C619E">
              <w:rPr>
                <w:rFonts w:hint="eastAsia"/>
                <w:spacing w:val="20"/>
                <w:kern w:val="0"/>
                <w:sz w:val="16"/>
                <w:szCs w:val="14"/>
                <w:fitText w:val="6280" w:id="-1573111295"/>
              </w:rPr>
              <w:t>、</w:t>
            </w:r>
          </w:p>
          <w:p w14:paraId="32ED255F" w14:textId="77777777" w:rsidR="00F61140" w:rsidRPr="00FE31A8" w:rsidRDefault="00F61140" w:rsidP="00083201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z w:val="16"/>
                <w:szCs w:val="14"/>
              </w:rPr>
              <w:t xml:space="preserve">　　第一号訪問事業のうち介護予防訪問介護に相当する事業</w:t>
            </w:r>
            <w:r w:rsidRPr="00FE31A8">
              <w:rPr>
                <w:rFonts w:hint="eastAsia"/>
                <w:spacing w:val="12"/>
                <w:sz w:val="16"/>
                <w:szCs w:val="14"/>
              </w:rPr>
              <w:t>です。</w:t>
            </w:r>
          </w:p>
          <w:p w14:paraId="4EBF7B36" w14:textId="77777777" w:rsidR="00F61140" w:rsidRPr="00FE31A8" w:rsidRDefault="00F61140" w:rsidP="00083201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三　</w:t>
            </w:r>
            <w:r w:rsidRPr="006C619E">
              <w:rPr>
                <w:rFonts w:hint="eastAsia"/>
                <w:spacing w:val="18"/>
                <w:kern w:val="0"/>
                <w:sz w:val="16"/>
                <w:szCs w:val="14"/>
                <w:fitText w:val="6280" w:id="-1573111294"/>
              </w:rPr>
              <w:t>前記のサービスを受けるときに支払う金額は介護費用から介護費用に</w:t>
            </w:r>
            <w:r w:rsidRPr="006C619E">
              <w:rPr>
                <w:rFonts w:hint="eastAsia"/>
                <w:spacing w:val="22"/>
                <w:kern w:val="0"/>
                <w:sz w:val="16"/>
                <w:szCs w:val="14"/>
                <w:fitText w:val="6280" w:id="-1573111294"/>
              </w:rPr>
              <w:t>給</w:t>
            </w:r>
          </w:p>
          <w:p w14:paraId="22E6AE52" w14:textId="77777777" w:rsidR="00F61140" w:rsidRPr="00FE31A8" w:rsidRDefault="00F61140" w:rsidP="00083201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　付率を乗じた額を引いた金額になります。</w:t>
            </w:r>
          </w:p>
          <w:p w14:paraId="328C6F83" w14:textId="77777777" w:rsidR="00F61140" w:rsidRPr="00FE31A8" w:rsidRDefault="00F61140" w:rsidP="00083201">
            <w:pPr>
              <w:spacing w:line="300" w:lineRule="exact"/>
              <w:ind w:left="57"/>
              <w:rPr>
                <w:rFonts w:hAnsi="ＭＳ 明朝" w:cs="ＭＳ 明朝"/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四</w:t>
            </w:r>
            <w:r w:rsidRPr="00FE31A8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</w:t>
            </w:r>
            <w:r w:rsidRPr="006C619E">
              <w:rPr>
                <w:rFonts w:hAnsi="ＭＳ 明朝" w:cs="ＭＳ 明朝" w:hint="eastAsia"/>
                <w:spacing w:val="15"/>
                <w:kern w:val="0"/>
                <w:sz w:val="16"/>
                <w:szCs w:val="14"/>
                <w:fitText w:val="6280" w:id="-1573111293"/>
              </w:rPr>
              <w:t>介護保険の被保険者の資格がなくなったとき、軽減の認定の要件に該当</w:t>
            </w:r>
            <w:r w:rsidRPr="006C619E">
              <w:rPr>
                <w:rFonts w:hAnsi="ＭＳ 明朝" w:cs="ＭＳ 明朝" w:hint="eastAsia"/>
                <w:spacing w:val="20"/>
                <w:kern w:val="0"/>
                <w:sz w:val="16"/>
                <w:szCs w:val="14"/>
                <w:fitText w:val="6280" w:id="-1573111293"/>
              </w:rPr>
              <w:t>し</w:t>
            </w:r>
          </w:p>
          <w:p w14:paraId="509EBB65" w14:textId="683B389A" w:rsidR="00F61140" w:rsidRPr="00FE31A8" w:rsidRDefault="00F61140" w:rsidP="00083201">
            <w:pPr>
              <w:spacing w:line="300" w:lineRule="exact"/>
              <w:ind w:left="57"/>
              <w:rPr>
                <w:rFonts w:hAnsi="ＭＳ 明朝" w:cs="ＭＳ 明朝"/>
                <w:spacing w:val="12"/>
                <w:sz w:val="16"/>
                <w:szCs w:val="14"/>
              </w:rPr>
            </w:pPr>
            <w:r w:rsidRPr="00FE31A8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　</w:t>
            </w:r>
            <w:r w:rsidRPr="00083201">
              <w:rPr>
                <w:rFonts w:hAnsi="ＭＳ 明朝" w:cs="ＭＳ 明朝" w:hint="eastAsia"/>
                <w:spacing w:val="15"/>
                <w:kern w:val="0"/>
                <w:sz w:val="16"/>
                <w:szCs w:val="14"/>
                <w:fitText w:val="6440" w:id="-1573111040"/>
              </w:rPr>
              <w:t>なくなったとき、又は軽減の認定証の有効期限に至ったときは、遅滞なく</w:t>
            </w:r>
            <w:r w:rsidRPr="00083201">
              <w:rPr>
                <w:rFonts w:hAnsi="ＭＳ 明朝" w:cs="ＭＳ 明朝" w:hint="eastAsia"/>
                <w:spacing w:val="5"/>
                <w:kern w:val="0"/>
                <w:sz w:val="16"/>
                <w:szCs w:val="14"/>
                <w:fitText w:val="6440" w:id="-1573111040"/>
              </w:rPr>
              <w:t>、</w:t>
            </w:r>
          </w:p>
          <w:p w14:paraId="7488047B" w14:textId="7FF4A080" w:rsidR="00F61140" w:rsidRPr="00FE31A8" w:rsidRDefault="00F61140" w:rsidP="00083201">
            <w:pPr>
              <w:spacing w:line="300" w:lineRule="exact"/>
              <w:ind w:left="57"/>
              <w:rPr>
                <w:rFonts w:hAnsi="ＭＳ 明朝" w:cs="ＭＳ 明朝"/>
                <w:spacing w:val="12"/>
                <w:sz w:val="16"/>
                <w:szCs w:val="14"/>
              </w:rPr>
            </w:pPr>
            <w:r w:rsidRPr="00FE31A8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　この証を市町村に返してください。また、転出の届出をする際には、この証を</w:t>
            </w:r>
          </w:p>
          <w:p w14:paraId="2120C704" w14:textId="1588DEF2" w:rsidR="00F61140" w:rsidRPr="00FE31A8" w:rsidRDefault="00F61140" w:rsidP="00083201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　添えてください。</w:t>
            </w:r>
          </w:p>
          <w:p w14:paraId="017FA053" w14:textId="6FE9D10B" w:rsidR="00F61140" w:rsidRPr="00FE31A8" w:rsidRDefault="00F61140" w:rsidP="00083201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五　</w:t>
            </w:r>
            <w:r w:rsidRPr="006C619E">
              <w:rPr>
                <w:rFonts w:hint="eastAsia"/>
                <w:spacing w:val="18"/>
                <w:kern w:val="0"/>
                <w:sz w:val="16"/>
                <w:szCs w:val="14"/>
                <w:fitText w:val="6280" w:id="-1573111039"/>
              </w:rPr>
              <w:t>この証の表面の記載事項に変更があったときは、十四日以内に、この</w:t>
            </w:r>
            <w:r w:rsidRPr="006C619E">
              <w:rPr>
                <w:rFonts w:hint="eastAsia"/>
                <w:spacing w:val="22"/>
                <w:kern w:val="0"/>
                <w:sz w:val="16"/>
                <w:szCs w:val="14"/>
                <w:fitText w:val="6280" w:id="-1573111039"/>
              </w:rPr>
              <w:t>証</w:t>
            </w:r>
          </w:p>
          <w:p w14:paraId="183648A7" w14:textId="77777777" w:rsidR="00F61140" w:rsidRPr="00FE31A8" w:rsidRDefault="00F61140" w:rsidP="00083201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　を添えて、市町村にその旨を届け出てください。</w:t>
            </w:r>
          </w:p>
          <w:p w14:paraId="758DE07E" w14:textId="30083A14" w:rsidR="00F61140" w:rsidRPr="00FE31A8" w:rsidRDefault="00F61140" w:rsidP="00083201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六　</w:t>
            </w:r>
            <w:r w:rsidRPr="006C619E">
              <w:rPr>
                <w:rFonts w:hint="eastAsia"/>
                <w:spacing w:val="18"/>
                <w:kern w:val="0"/>
                <w:sz w:val="16"/>
                <w:szCs w:val="14"/>
                <w:fitText w:val="6280" w:id="-1573111038"/>
              </w:rPr>
              <w:t>不正にこの証を使用した者は、刑法により詐欺罪として懲役の処分を</w:t>
            </w:r>
            <w:r w:rsidRPr="006C619E">
              <w:rPr>
                <w:rFonts w:hint="eastAsia"/>
                <w:spacing w:val="22"/>
                <w:kern w:val="0"/>
                <w:sz w:val="16"/>
                <w:szCs w:val="14"/>
                <w:fitText w:val="6280" w:id="-1573111038"/>
              </w:rPr>
              <w:t>受</w:t>
            </w:r>
          </w:p>
          <w:p w14:paraId="5EEA4575" w14:textId="08D1928C" w:rsidR="00F61140" w:rsidRPr="00F61140" w:rsidRDefault="00D66A04" w:rsidP="00083201">
            <w:pPr>
              <w:spacing w:line="300" w:lineRule="exact"/>
              <w:ind w:left="57"/>
              <w:rPr>
                <w:sz w:val="14"/>
                <w:szCs w:val="14"/>
              </w:rPr>
            </w:pPr>
            <w:r>
              <w:rPr>
                <w:rFonts w:hAnsi="ＭＳ 明朝"/>
                <w:noProof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6B34ADB" wp14:editId="0C7F0A63">
                      <wp:simplePos x="0" y="0"/>
                      <wp:positionH relativeFrom="column">
                        <wp:posOffset>-417830</wp:posOffset>
                      </wp:positionH>
                      <wp:positionV relativeFrom="paragraph">
                        <wp:posOffset>3175</wp:posOffset>
                      </wp:positionV>
                      <wp:extent cx="2951480" cy="4625975"/>
                      <wp:effectExtent l="0" t="0" r="20320" b="22225"/>
                      <wp:wrapNone/>
                      <wp:docPr id="6" name="正方形/長方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1480" cy="4625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63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0600487B" w14:textId="77777777" w:rsidR="00F93687" w:rsidRPr="00BB2F6A" w:rsidRDefault="00F93687" w:rsidP="00F93687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固定文言１＋編集１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B34ADB" id="正方形/長方形 6" o:spid="_x0000_s1031" style="position:absolute;left:0;text-align:left;margin-left:-32.9pt;margin-top:.25pt;width:232.4pt;height:36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" fillcolor="#92d050" strokecolor="#92d050" strokeweight=".5pt">
                      <v:fill opacity="52428f"/>
                      <v:textbox>
                        <w:txbxContent>
                          <w:p w14:paraId="0600487B" w14:textId="77777777" w:rsidR="00F93687" w:rsidRPr="00BB2F6A" w:rsidRDefault="00F93687" w:rsidP="00F9368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61140" w:rsidRPr="00FE31A8">
              <w:rPr>
                <w:rFonts w:hint="eastAsia"/>
                <w:spacing w:val="12"/>
                <w:sz w:val="16"/>
                <w:szCs w:val="14"/>
              </w:rPr>
              <w:t xml:space="preserve">　　けます。</w:t>
            </w:r>
          </w:p>
        </w:tc>
      </w:tr>
      <w:tr w:rsidR="00F61140" w14:paraId="5DD99BDB" w14:textId="77777777" w:rsidTr="009E78A5">
        <w:trPr>
          <w:cantSplit/>
          <w:trHeight w:val="70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C99803" w14:textId="77777777" w:rsidR="00F61140" w:rsidRDefault="00F61140" w:rsidP="00A11F5C"/>
        </w:tc>
      </w:tr>
      <w:tr w:rsidR="00F61140" w14:paraId="40811428" w14:textId="77777777" w:rsidTr="009E78A5">
        <w:trPr>
          <w:cantSplit/>
          <w:trHeight w:val="38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3D08A3" w14:textId="77777777" w:rsidR="00F61140" w:rsidRDefault="00F61140" w:rsidP="00A11F5C"/>
        </w:tc>
      </w:tr>
      <w:tr w:rsidR="00F61140" w14:paraId="17B36482" w14:textId="77777777" w:rsidTr="009E78A5">
        <w:trPr>
          <w:cantSplit/>
          <w:trHeight w:val="410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EF0C30" w14:textId="77777777" w:rsidR="00F61140" w:rsidRDefault="00F61140" w:rsidP="00A11F5C"/>
        </w:tc>
      </w:tr>
      <w:tr w:rsidR="00F61140" w14:paraId="65BBC0AA" w14:textId="77777777" w:rsidTr="009E78A5">
        <w:trPr>
          <w:cantSplit/>
          <w:trHeight w:val="791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238540" w14:textId="77777777" w:rsidR="00F61140" w:rsidRDefault="00F61140" w:rsidP="00A11F5C"/>
        </w:tc>
      </w:tr>
      <w:tr w:rsidR="00F61140" w14:paraId="677A1002" w14:textId="77777777" w:rsidTr="009E78A5">
        <w:trPr>
          <w:cantSplit/>
          <w:trHeight w:val="319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DB207B" w14:textId="77777777" w:rsidR="00F61140" w:rsidRDefault="00F61140" w:rsidP="00A11F5C"/>
        </w:tc>
      </w:tr>
      <w:tr w:rsidR="00F61140" w14:paraId="322AC835" w14:textId="77777777" w:rsidTr="009E78A5">
        <w:trPr>
          <w:cantSplit/>
          <w:trHeight w:val="679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C50A59" w14:textId="77777777" w:rsidR="00F61140" w:rsidRDefault="00F61140" w:rsidP="00A11F5C"/>
        </w:tc>
      </w:tr>
      <w:tr w:rsidR="00F61140" w14:paraId="36DD09F7" w14:textId="77777777" w:rsidTr="009E78A5">
        <w:trPr>
          <w:cantSplit/>
          <w:trHeight w:val="410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4F64DC" w14:textId="77777777" w:rsidR="00F61140" w:rsidRDefault="00F61140" w:rsidP="00A11F5C"/>
        </w:tc>
      </w:tr>
      <w:tr w:rsidR="00F61140" w14:paraId="59C9B48B" w14:textId="77777777" w:rsidTr="009E78A5">
        <w:trPr>
          <w:cantSplit/>
          <w:trHeight w:val="410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D40B7E" w14:textId="77777777" w:rsidR="00F61140" w:rsidRDefault="00F61140" w:rsidP="00A11F5C"/>
        </w:tc>
      </w:tr>
      <w:tr w:rsidR="00F61140" w14:paraId="2BD97A00" w14:textId="77777777" w:rsidTr="009E78A5">
        <w:trPr>
          <w:cantSplit/>
          <w:trHeight w:val="410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20152F" w14:textId="77777777" w:rsidR="00F61140" w:rsidRDefault="00F61140" w:rsidP="00A11F5C"/>
        </w:tc>
      </w:tr>
      <w:tr w:rsidR="00F61140" w14:paraId="5956AEFC" w14:textId="77777777" w:rsidTr="009E78A5">
        <w:trPr>
          <w:cantSplit/>
          <w:trHeight w:val="410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2A283E" w14:textId="77777777" w:rsidR="00F61140" w:rsidRDefault="00F61140" w:rsidP="00A11F5C"/>
        </w:tc>
      </w:tr>
      <w:tr w:rsidR="00F61140" w14:paraId="76260510" w14:textId="77777777" w:rsidTr="009E78A5">
        <w:trPr>
          <w:cantSplit/>
          <w:trHeight w:val="410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83D8EE" w14:textId="77777777" w:rsidR="00F61140" w:rsidRDefault="00F61140" w:rsidP="00A11F5C"/>
        </w:tc>
      </w:tr>
      <w:tr w:rsidR="00F61140" w14:paraId="498DE39D" w14:textId="77777777" w:rsidTr="009E78A5">
        <w:trPr>
          <w:cantSplit/>
          <w:trHeight w:val="273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9D3884" w14:textId="77777777" w:rsidR="00F61140" w:rsidRDefault="00F61140" w:rsidP="00A11F5C"/>
        </w:tc>
      </w:tr>
      <w:tr w:rsidR="00F61140" w14:paraId="3BC31CA0" w14:textId="77777777" w:rsidTr="009E78A5">
        <w:trPr>
          <w:cantSplit/>
          <w:trHeight w:val="41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61D8B2" w14:textId="77777777" w:rsidR="00F61140" w:rsidRDefault="00F61140" w:rsidP="00A11F5C"/>
        </w:tc>
      </w:tr>
      <w:tr w:rsidR="00F61140" w14:paraId="49A4E535" w14:textId="77777777" w:rsidTr="009E78A5">
        <w:trPr>
          <w:cantSplit/>
          <w:trHeight w:val="823"/>
        </w:trPr>
        <w:tc>
          <w:tcPr>
            <w:tcW w:w="51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2DF88C" w14:textId="77777777" w:rsidR="00F61140" w:rsidRDefault="00F61140" w:rsidP="00A11F5C"/>
        </w:tc>
      </w:tr>
    </w:tbl>
    <w:p w14:paraId="28E8B24C" w14:textId="1F3D52E2" w:rsidR="00D64E5F" w:rsidRDefault="00D64E5F" w:rsidP="00383CB7"/>
    <w:p w14:paraId="3C4170EF" w14:textId="6142B76A" w:rsidR="00F61140" w:rsidRDefault="00F61140" w:rsidP="00383CB7"/>
    <w:p w14:paraId="66238647" w14:textId="5F9C7B7B" w:rsidR="00F61140" w:rsidRDefault="00F61140" w:rsidP="00383CB7"/>
    <w:p w14:paraId="596BE537" w14:textId="48DC7495" w:rsidR="00F61140" w:rsidRDefault="00F61140" w:rsidP="00383CB7"/>
    <w:p w14:paraId="4D326483" w14:textId="113A107A" w:rsidR="00F61140" w:rsidRDefault="00517A74" w:rsidP="00383CB7"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C1F2B6" wp14:editId="72DA5C4A">
                <wp:simplePos x="0" y="0"/>
                <wp:positionH relativeFrom="column">
                  <wp:posOffset>3362325</wp:posOffset>
                </wp:positionH>
                <wp:positionV relativeFrom="paragraph">
                  <wp:posOffset>28575</wp:posOffset>
                </wp:positionV>
                <wp:extent cx="6391275" cy="4705350"/>
                <wp:effectExtent l="0" t="0" r="28575" b="1905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1275" cy="4705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CB5EDD7" w14:textId="77777777" w:rsidR="007F0C80" w:rsidRDefault="007F0C80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09875059" w14:textId="77777777" w:rsidR="007F0C80" w:rsidRDefault="007F0C80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62226D6C" w14:textId="77777777" w:rsidR="007F0C80" w:rsidRDefault="007F0C80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557220C3" w14:textId="272218E9" w:rsidR="00A82307" w:rsidRPr="007F0C80" w:rsidRDefault="00A82307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7F0C8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7F0C80" w:rsidRPr="007F0C8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C1F2B6" id="正方形/長方形 5" o:spid="_x0000_s1032" style="position:absolute;left:0;text-align:left;margin-left:264.75pt;margin-top:2.25pt;width:503.25pt;height:37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" fillcolor="#92d050" strokecolor="#92d050" strokeweight=".5pt">
                <v:fill opacity="52428f"/>
                <v:textbox>
                  <w:txbxContent>
                    <w:p w14:paraId="4CB5EDD7" w14:textId="77777777" w:rsidR="007F0C80" w:rsidRDefault="007F0C80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09875059" w14:textId="77777777" w:rsidR="007F0C80" w:rsidRDefault="007F0C80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62226D6C" w14:textId="77777777" w:rsidR="007F0C80" w:rsidRDefault="007F0C80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557220C3" w14:textId="272218E9" w:rsidR="00A82307" w:rsidRPr="007F0C80" w:rsidRDefault="00A82307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7F0C8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7F0C80" w:rsidRPr="007F0C8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33824CCA" w14:textId="28C8BE85" w:rsidR="00F61140" w:rsidRDefault="00F61140" w:rsidP="00383CB7"/>
    <w:p w14:paraId="3841C5B0" w14:textId="4E49D4D1" w:rsidR="00F61140" w:rsidRDefault="00F61140" w:rsidP="00383CB7"/>
    <w:p w14:paraId="017634A4" w14:textId="2ECE1B78" w:rsidR="00F61140" w:rsidRDefault="00F61140" w:rsidP="00383CB7"/>
    <w:p w14:paraId="3400A4A9" w14:textId="17B9B31D" w:rsidR="00F61140" w:rsidRDefault="00F61140" w:rsidP="00383CB7"/>
    <w:p w14:paraId="4A1914D9" w14:textId="3F419898" w:rsidR="00F61140" w:rsidRDefault="00F61140" w:rsidP="00383CB7"/>
    <w:p w14:paraId="5287D396" w14:textId="3FCD0F90" w:rsidR="00F61140" w:rsidRDefault="00F61140" w:rsidP="00383CB7"/>
    <w:p w14:paraId="38DADAA2" w14:textId="3F025217" w:rsidR="00F61140" w:rsidRDefault="00F61140" w:rsidP="00383CB7"/>
    <w:p w14:paraId="57142302" w14:textId="3A8FD7B9" w:rsidR="00F61140" w:rsidRDefault="00F61140" w:rsidP="00383CB7"/>
    <w:p w14:paraId="3B539F70" w14:textId="12184D41" w:rsidR="00F61140" w:rsidRDefault="00F61140" w:rsidP="00383CB7"/>
    <w:p w14:paraId="4958679E" w14:textId="5F8BEA4B" w:rsidR="00F61140" w:rsidRDefault="00F61140" w:rsidP="00383CB7"/>
    <w:p w14:paraId="15A82D8B" w14:textId="6FE7EF5B" w:rsidR="00F61140" w:rsidRDefault="00F61140" w:rsidP="00383CB7"/>
    <w:p w14:paraId="2FD6694D" w14:textId="4F927089" w:rsidR="00F61140" w:rsidRDefault="00F61140" w:rsidP="00383CB7"/>
    <w:p w14:paraId="3FF40F23" w14:textId="10F5839D" w:rsidR="00F61140" w:rsidRDefault="00F61140" w:rsidP="00383CB7"/>
    <w:p w14:paraId="35C6E5F8" w14:textId="2A711CF5" w:rsidR="00F61140" w:rsidRDefault="00F61140" w:rsidP="00383CB7"/>
    <w:p w14:paraId="5070AFE1" w14:textId="0E183284" w:rsidR="00F61140" w:rsidRDefault="00F61140" w:rsidP="00383CB7"/>
    <w:p w14:paraId="5156BB62" w14:textId="075F78BE" w:rsidR="00F61140" w:rsidRDefault="00F61140" w:rsidP="00383CB7"/>
    <w:p w14:paraId="74A7D834" w14:textId="661E3228" w:rsidR="00F61140" w:rsidRDefault="00F61140" w:rsidP="00383CB7"/>
    <w:p w14:paraId="2F771EB2" w14:textId="07E1574D" w:rsidR="00F61140" w:rsidRDefault="00F61140" w:rsidP="00383CB7"/>
    <w:p w14:paraId="6ADEE722" w14:textId="0455EC1B" w:rsidR="00F61140" w:rsidRDefault="00F61140" w:rsidP="00383CB7"/>
    <w:p w14:paraId="6F4F78E2" w14:textId="56DD7554" w:rsidR="00F61140" w:rsidRDefault="00F61140" w:rsidP="00383CB7"/>
    <w:p w14:paraId="1CFAAC1E" w14:textId="265BEE80" w:rsidR="00F61140" w:rsidRDefault="00F61140" w:rsidP="00383CB7">
      <w:r>
        <w:rPr>
          <w:rFonts w:hint="eastAsia"/>
        </w:rPr>
        <w:t>備考　この証の大きさは、縦１２８ミリメートル、横９１ミリメートルとすること。</w:t>
      </w:r>
    </w:p>
    <w:sectPr w:rsidR="00F61140" w:rsidSect="00267640">
      <w:pgSz w:w="16838" w:h="11906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11D22" w14:textId="77777777" w:rsidR="005340FC" w:rsidRDefault="005340FC" w:rsidP="00930025">
      <w:r>
        <w:separator/>
      </w:r>
    </w:p>
  </w:endnote>
  <w:endnote w:type="continuationSeparator" w:id="0">
    <w:p w14:paraId="48483332" w14:textId="77777777" w:rsidR="005340FC" w:rsidRDefault="005340FC" w:rsidP="0093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59E10" w14:textId="77777777" w:rsidR="005340FC" w:rsidRDefault="005340FC" w:rsidP="00930025">
      <w:r>
        <w:separator/>
      </w:r>
    </w:p>
  </w:footnote>
  <w:footnote w:type="continuationSeparator" w:id="0">
    <w:p w14:paraId="0013FE1C" w14:textId="77777777" w:rsidR="005340FC" w:rsidRDefault="005340FC" w:rsidP="00930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dirty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025"/>
    <w:rsid w:val="00083201"/>
    <w:rsid w:val="000C7DE3"/>
    <w:rsid w:val="000E0255"/>
    <w:rsid w:val="001001FA"/>
    <w:rsid w:val="0010535D"/>
    <w:rsid w:val="00166C7C"/>
    <w:rsid w:val="001839A5"/>
    <w:rsid w:val="00225837"/>
    <w:rsid w:val="00227A46"/>
    <w:rsid w:val="00236857"/>
    <w:rsid w:val="00245FDF"/>
    <w:rsid w:val="00254D22"/>
    <w:rsid w:val="00267640"/>
    <w:rsid w:val="002909B2"/>
    <w:rsid w:val="002F79F0"/>
    <w:rsid w:val="00333FCA"/>
    <w:rsid w:val="00383CB7"/>
    <w:rsid w:val="003F039F"/>
    <w:rsid w:val="00406F32"/>
    <w:rsid w:val="0042206D"/>
    <w:rsid w:val="00453101"/>
    <w:rsid w:val="00483371"/>
    <w:rsid w:val="00517A74"/>
    <w:rsid w:val="0052549C"/>
    <w:rsid w:val="005340FC"/>
    <w:rsid w:val="0055357C"/>
    <w:rsid w:val="005765EA"/>
    <w:rsid w:val="00633E40"/>
    <w:rsid w:val="0063531E"/>
    <w:rsid w:val="00647569"/>
    <w:rsid w:val="006A0AE8"/>
    <w:rsid w:val="006C619E"/>
    <w:rsid w:val="006D5369"/>
    <w:rsid w:val="006F7D23"/>
    <w:rsid w:val="007216B3"/>
    <w:rsid w:val="0079042B"/>
    <w:rsid w:val="00796E73"/>
    <w:rsid w:val="007C2CB4"/>
    <w:rsid w:val="007E7EBE"/>
    <w:rsid w:val="007F0C80"/>
    <w:rsid w:val="00817874"/>
    <w:rsid w:val="00817B7D"/>
    <w:rsid w:val="00833223"/>
    <w:rsid w:val="00854186"/>
    <w:rsid w:val="00897C4B"/>
    <w:rsid w:val="008C2B2E"/>
    <w:rsid w:val="008E2F8C"/>
    <w:rsid w:val="009220E0"/>
    <w:rsid w:val="00930025"/>
    <w:rsid w:val="009D1B55"/>
    <w:rsid w:val="009D28DA"/>
    <w:rsid w:val="009D6B39"/>
    <w:rsid w:val="009E78A5"/>
    <w:rsid w:val="00A03382"/>
    <w:rsid w:val="00A11F5C"/>
    <w:rsid w:val="00A32548"/>
    <w:rsid w:val="00A346CA"/>
    <w:rsid w:val="00A4435E"/>
    <w:rsid w:val="00A54725"/>
    <w:rsid w:val="00A82307"/>
    <w:rsid w:val="00AC166A"/>
    <w:rsid w:val="00B401D1"/>
    <w:rsid w:val="00B774B9"/>
    <w:rsid w:val="00B964C1"/>
    <w:rsid w:val="00C07B46"/>
    <w:rsid w:val="00C36898"/>
    <w:rsid w:val="00C42A23"/>
    <w:rsid w:val="00C64670"/>
    <w:rsid w:val="00C74596"/>
    <w:rsid w:val="00CF6C02"/>
    <w:rsid w:val="00D04D6A"/>
    <w:rsid w:val="00D64E5F"/>
    <w:rsid w:val="00D66A04"/>
    <w:rsid w:val="00DA6BC7"/>
    <w:rsid w:val="00DD505E"/>
    <w:rsid w:val="00E06E0A"/>
    <w:rsid w:val="00E46A2F"/>
    <w:rsid w:val="00E71B1D"/>
    <w:rsid w:val="00E7568B"/>
    <w:rsid w:val="00E75A78"/>
    <w:rsid w:val="00ED23E9"/>
    <w:rsid w:val="00F133BA"/>
    <w:rsid w:val="00F213ED"/>
    <w:rsid w:val="00F435BB"/>
    <w:rsid w:val="00F53A12"/>
    <w:rsid w:val="00F61140"/>
    <w:rsid w:val="00F93687"/>
    <w:rsid w:val="00F9450F"/>
    <w:rsid w:val="00FE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6477691B"/>
  <w14:defaultImageDpi w14:val="0"/>
  <w15:docId w15:val="{DF75EB69-BFBC-4662-AF1D-4046800C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30025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30025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B401D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B401D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6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110</TotalTime>
  <Pages>2</Pages>
  <Words>565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2021-10-18T05:53:00Z</cp:lastPrinted>
  <dcterms:created xsi:type="dcterms:W3CDTF">2020-12-22T07:22:00Z</dcterms:created>
  <dcterms:modified xsi:type="dcterms:W3CDTF">2022-04-27T10:37:00Z</dcterms:modified>
</cp:coreProperties>
</file>