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14E19" w14:textId="713199D3" w:rsidR="002D50A0" w:rsidRPr="002D50A0" w:rsidRDefault="002D50A0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bookmarkStart w:id="0" w:name="_GoBack"/>
      <w:bookmarkEnd w:id="0"/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E726F8" wp14:editId="68D59832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9732396" cy="1980000"/>
                <wp:effectExtent l="0" t="0" r="21590" b="2032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E2DC7E" w14:textId="4CDA8FC8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726F8" id="正方形/長方形 2" o:spid="_x0000_s1026" style="position:absolute;left:0;text-align:left;margin-left:0;margin-top:-.55pt;width:766.35pt;height:15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" fillcolor="#92d050" strokecolor="#92d050" strokeweight=".5pt">
                <v:fill opacity="52428f"/>
                <v:textbox>
                  <w:txbxContent>
                    <w:p w14:paraId="43E2DC7E" w14:textId="4CDA8FC8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61D576A" w14:textId="42E6BC46" w:rsidR="00F10F6A" w:rsidRPr="002D50A0" w:rsidRDefault="00F10F6A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</w:p>
    <w:p w14:paraId="374C67CA" w14:textId="517E3C5F" w:rsidR="00F10F6A" w:rsidRPr="002D50A0" w:rsidRDefault="003C2B0B" w:rsidP="002D50A0">
      <w:pPr>
        <w:pStyle w:val="a7"/>
        <w:spacing w:before="0" w:after="0"/>
        <w:jc w:val="both"/>
        <w:rPr>
          <w:rFonts w:ascii="ＭＳ 明朝" w:eastAsia="ＭＳ 明朝" w:hAnsi="ＭＳ 明朝"/>
          <w:bCs/>
          <w:sz w:val="21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555603" wp14:editId="72DEF2C2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1A130A" w14:textId="77777777" w:rsidR="003C2B0B" w:rsidRPr="00967DE7" w:rsidRDefault="003C2B0B" w:rsidP="003C2B0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55603" id="正方形/長方形 9" o:spid="_x0000_s1027" style="position:absolute;left:0;text-align:left;margin-left:17.85pt;margin-top:10.5pt;width:1in;height:24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51A130A" w14:textId="77777777" w:rsidR="003C2B0B" w:rsidRPr="00967DE7" w:rsidRDefault="003C2B0B" w:rsidP="003C2B0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AB7A35C" w14:textId="62D9B85A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15FE5BF2" w14:textId="704CD1CE" w:rsidR="002D50A0" w:rsidRPr="002D50A0" w:rsidRDefault="002D50A0" w:rsidP="002D50A0">
      <w:pPr>
        <w:jc w:val="left"/>
        <w:rPr>
          <w:rFonts w:hAnsi="ＭＳ 明朝"/>
          <w:bCs/>
          <w:szCs w:val="21"/>
        </w:rPr>
      </w:pPr>
    </w:p>
    <w:p w14:paraId="0C2AE0D7" w14:textId="19A22939" w:rsidR="00F10F6A" w:rsidRPr="002D50A0" w:rsidRDefault="00F10F6A" w:rsidP="002D50A0">
      <w:pPr>
        <w:pStyle w:val="a7"/>
        <w:spacing w:before="0" w:after="0"/>
        <w:jc w:val="left"/>
        <w:rPr>
          <w:rFonts w:ascii="ＭＳ 明朝" w:eastAsia="ＭＳ 明朝" w:hAnsi="ＭＳ 明朝"/>
          <w:bCs/>
          <w:sz w:val="21"/>
          <w:szCs w:val="21"/>
        </w:rPr>
      </w:pPr>
    </w:p>
    <w:tbl>
      <w:tblPr>
        <w:tblpPr w:leftFromText="142" w:rightFromText="142" w:vertAnchor="text" w:horzAnchor="margin" w:tblpX="10156" w:tblpY="852"/>
        <w:tblW w:w="5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"/>
        <w:gridCol w:w="1114"/>
        <w:gridCol w:w="448"/>
        <w:gridCol w:w="317"/>
        <w:gridCol w:w="318"/>
        <w:gridCol w:w="318"/>
        <w:gridCol w:w="318"/>
        <w:gridCol w:w="318"/>
        <w:gridCol w:w="330"/>
        <w:gridCol w:w="808"/>
        <w:gridCol w:w="555"/>
        <w:gridCol w:w="21"/>
      </w:tblGrid>
      <w:tr w:rsidR="002D50A0" w14:paraId="5ADF662B" w14:textId="77777777" w:rsidTr="00373B4B">
        <w:trPr>
          <w:trHeight w:val="64"/>
        </w:trPr>
        <w:tc>
          <w:tcPr>
            <w:tcW w:w="517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FDE49" w14:textId="77777777" w:rsidR="002D50A0" w:rsidRDefault="002D50A0" w:rsidP="00373B4B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2D50A0" w14:paraId="30736FFB" w14:textId="77777777" w:rsidTr="001B0855">
        <w:trPr>
          <w:gridAfter w:val="1"/>
          <w:wAfter w:w="21" w:type="dxa"/>
          <w:cantSplit/>
          <w:trHeight w:val="82"/>
        </w:trPr>
        <w:tc>
          <w:tcPr>
            <w:tcW w:w="5155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75F5CAF" w14:textId="77777777" w:rsidR="002D50A0" w:rsidRDefault="002D50A0" w:rsidP="00373B4B"/>
        </w:tc>
      </w:tr>
      <w:tr w:rsidR="00DC2D94" w14:paraId="4B9CEB69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79BB1D2" w14:textId="77777777" w:rsidR="002D50A0" w:rsidRDefault="002D50A0" w:rsidP="00373B4B"/>
        </w:tc>
        <w:tc>
          <w:tcPr>
            <w:tcW w:w="4289" w:type="dxa"/>
            <w:gridSpan w:val="9"/>
            <w:vAlign w:val="center"/>
          </w:tcPr>
          <w:p w14:paraId="0B01A3A1" w14:textId="77777777" w:rsidR="002D50A0" w:rsidRPr="009A6A94" w:rsidRDefault="002D50A0" w:rsidP="00373B4B">
            <w:pPr>
              <w:jc w:val="center"/>
              <w:rPr>
                <w:szCs w:val="21"/>
              </w:rPr>
            </w:pPr>
            <w:r w:rsidRPr="009A6A94">
              <w:rPr>
                <w:rFonts w:hint="eastAsia"/>
                <w:szCs w:val="21"/>
              </w:rPr>
              <w:t>介護保険利用者負担額減額・免除等認定証</w:t>
            </w:r>
          </w:p>
          <w:p w14:paraId="58EEFEE6" w14:textId="77777777" w:rsidR="002D50A0" w:rsidRPr="00203A2B" w:rsidRDefault="002D50A0" w:rsidP="00373B4B">
            <w:pPr>
              <w:jc w:val="center"/>
              <w:rPr>
                <w:sz w:val="14"/>
                <w:szCs w:val="14"/>
              </w:rPr>
            </w:pPr>
            <w:r w:rsidRPr="00203A2B">
              <w:rPr>
                <w:rFonts w:hint="eastAsia"/>
                <w:sz w:val="14"/>
                <w:szCs w:val="14"/>
              </w:rPr>
              <w:t>（特別養護老人ホームの要介護旧措置入所者に関する認定証）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3B5AC39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2D50A0" w14:paraId="401E30F1" w14:textId="77777777" w:rsidTr="001B0855">
        <w:trPr>
          <w:gridAfter w:val="1"/>
          <w:wAfter w:w="21" w:type="dxa"/>
          <w:cantSplit/>
          <w:trHeight w:val="333"/>
        </w:trPr>
        <w:tc>
          <w:tcPr>
            <w:tcW w:w="5155" w:type="dxa"/>
            <w:gridSpan w:val="1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5DFFF9C7" w14:textId="1434B787" w:rsidR="002D50A0" w:rsidRPr="002F39EC" w:rsidRDefault="002D50A0" w:rsidP="00373B4B">
            <w:pPr>
              <w:ind w:firstLineChars="200" w:firstLine="320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C2D94" w14:paraId="74138C50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 w:val="restart"/>
            <w:tcBorders>
              <w:top w:val="nil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61486BBC" w14:textId="77777777" w:rsidR="002D50A0" w:rsidRPr="006C2FE3" w:rsidRDefault="002D50A0" w:rsidP="00373B4B">
            <w:pPr>
              <w:ind w:firstLineChars="100" w:firstLine="370"/>
              <w:jc w:val="center"/>
              <w:rPr>
                <w:sz w:val="16"/>
                <w:szCs w:val="16"/>
              </w:rPr>
            </w:pPr>
            <w:r w:rsidRPr="006C2FE3">
              <w:rPr>
                <w:rFonts w:hint="eastAsia"/>
                <w:spacing w:val="105"/>
                <w:sz w:val="16"/>
                <w:szCs w:val="16"/>
              </w:rPr>
              <w:t>被保険者</w:t>
            </w:r>
          </w:p>
        </w:tc>
        <w:tc>
          <w:tcPr>
            <w:tcW w:w="1114" w:type="dxa"/>
            <w:vAlign w:val="center"/>
          </w:tcPr>
          <w:p w14:paraId="3259F180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3730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3F928C0C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29C1C0A" w14:textId="77777777" w:rsidTr="001B0855">
        <w:trPr>
          <w:gridAfter w:val="1"/>
          <w:wAfter w:w="21" w:type="dxa"/>
          <w:cantSplit/>
          <w:trHeight w:val="69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2CFABEBE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2A74453C" w14:textId="524C537F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990C9D7" w14:textId="3BD76659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28F79D5D" w14:textId="77777777" w:rsidTr="001B0855">
        <w:trPr>
          <w:gridAfter w:val="1"/>
          <w:wAfter w:w="21" w:type="dxa"/>
          <w:cantSplit/>
          <w:trHeight w:val="219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9EC8ACB" w14:textId="77777777" w:rsidR="002D50A0" w:rsidRDefault="002D50A0" w:rsidP="00373B4B"/>
        </w:tc>
        <w:tc>
          <w:tcPr>
            <w:tcW w:w="1114" w:type="dxa"/>
            <w:tcBorders>
              <w:bottom w:val="single" w:sz="4" w:space="0" w:color="auto"/>
            </w:tcBorders>
            <w:vAlign w:val="center"/>
          </w:tcPr>
          <w:p w14:paraId="12955B7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E20C1E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DC2D94" w14:paraId="56606CDF" w14:textId="77777777" w:rsidTr="001B0855">
        <w:trPr>
          <w:gridAfter w:val="1"/>
          <w:wAfter w:w="21" w:type="dxa"/>
          <w:cantSplit/>
          <w:trHeight w:val="557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3E5CB0AF" w14:textId="77777777" w:rsidR="002D50A0" w:rsidRDefault="002D50A0" w:rsidP="00373B4B"/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04F2F063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30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6FCAC07" w14:textId="77777777" w:rsidR="002D50A0" w:rsidRPr="00203A2B" w:rsidRDefault="002D50A0" w:rsidP="00373B4B">
            <w:pPr>
              <w:rPr>
                <w:sz w:val="14"/>
                <w:szCs w:val="14"/>
              </w:rPr>
            </w:pPr>
          </w:p>
        </w:tc>
      </w:tr>
      <w:tr w:rsidR="001B0855" w14:paraId="261C063D" w14:textId="77777777" w:rsidTr="001B0855">
        <w:trPr>
          <w:gridAfter w:val="1"/>
          <w:wAfter w:w="21" w:type="dxa"/>
          <w:cantSplit/>
          <w:trHeight w:val="521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C3D893E" w14:textId="77777777" w:rsidR="001B0855" w:rsidRDefault="001B0855" w:rsidP="00373B4B"/>
        </w:tc>
        <w:tc>
          <w:tcPr>
            <w:tcW w:w="1114" w:type="dxa"/>
            <w:vAlign w:val="center"/>
          </w:tcPr>
          <w:p w14:paraId="6FC6EE61" w14:textId="77777777" w:rsidR="001B0855" w:rsidRPr="002F39EC" w:rsidRDefault="001B0855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7C034FDF" w14:textId="7BD27290" w:rsidR="001B0855" w:rsidRPr="002F39EC" w:rsidRDefault="001B0855" w:rsidP="00373B4B">
            <w:pPr>
              <w:rPr>
                <w:spacing w:val="-10"/>
                <w:sz w:val="16"/>
                <w:szCs w:val="16"/>
              </w:rPr>
            </w:pPr>
          </w:p>
        </w:tc>
      </w:tr>
      <w:tr w:rsidR="00DC2D94" w14:paraId="521034B9" w14:textId="77777777" w:rsidTr="001B0855">
        <w:trPr>
          <w:gridAfter w:val="1"/>
          <w:wAfter w:w="21" w:type="dxa"/>
          <w:cantSplit/>
          <w:trHeight w:val="455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1C281F1D" w14:textId="77777777" w:rsidR="002D50A0" w:rsidRDefault="002D50A0" w:rsidP="00373B4B"/>
        </w:tc>
        <w:tc>
          <w:tcPr>
            <w:tcW w:w="1114" w:type="dxa"/>
            <w:vAlign w:val="center"/>
          </w:tcPr>
          <w:p w14:paraId="4A3E63EA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適用年月日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568BF3AE" w14:textId="0D4459AC" w:rsidR="002D50A0" w:rsidRPr="002F39EC" w:rsidRDefault="002D50A0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C2D94" w14:paraId="20479AA2" w14:textId="77777777" w:rsidTr="001B0855">
        <w:trPr>
          <w:gridAfter w:val="1"/>
          <w:wAfter w:w="21" w:type="dxa"/>
          <w:cantSplit/>
          <w:trHeight w:val="450"/>
        </w:trPr>
        <w:tc>
          <w:tcPr>
            <w:tcW w:w="311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52C3873B" w14:textId="77777777" w:rsidR="002D50A0" w:rsidRDefault="002D50A0" w:rsidP="00373B4B"/>
        </w:tc>
        <w:tc>
          <w:tcPr>
            <w:tcW w:w="1114" w:type="dxa"/>
            <w:vAlign w:val="center"/>
          </w:tcPr>
          <w:p w14:paraId="3227BD19" w14:textId="77777777" w:rsidR="002D50A0" w:rsidRPr="002F39EC" w:rsidRDefault="002D50A0" w:rsidP="00373B4B">
            <w:pPr>
              <w:jc w:val="distribute"/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>有効期限</w:t>
            </w:r>
          </w:p>
        </w:tc>
        <w:tc>
          <w:tcPr>
            <w:tcW w:w="3730" w:type="dxa"/>
            <w:gridSpan w:val="9"/>
            <w:tcBorders>
              <w:right w:val="single" w:sz="12" w:space="0" w:color="auto"/>
            </w:tcBorders>
            <w:vAlign w:val="center"/>
          </w:tcPr>
          <w:p w14:paraId="398E39AE" w14:textId="45BF44A0" w:rsidR="002D50A0" w:rsidRPr="002F39EC" w:rsidRDefault="00A92282" w:rsidP="00373B4B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72302" w14:paraId="3CF54C86" w14:textId="77777777" w:rsidTr="001B0855">
        <w:trPr>
          <w:gridAfter w:val="1"/>
          <w:wAfter w:w="21" w:type="dxa"/>
          <w:cantSplit/>
          <w:trHeight w:val="837"/>
        </w:trPr>
        <w:tc>
          <w:tcPr>
            <w:tcW w:w="1425" w:type="dxa"/>
            <w:gridSpan w:val="2"/>
            <w:tcBorders>
              <w:left w:val="single" w:sz="12" w:space="0" w:color="auto"/>
            </w:tcBorders>
            <w:vAlign w:val="center"/>
          </w:tcPr>
          <w:p w14:paraId="76040B32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減額・免除等</w:t>
            </w:r>
          </w:p>
          <w:p w14:paraId="142E6EE9" w14:textId="77777777" w:rsidR="002D50A0" w:rsidRPr="002F39EC" w:rsidRDefault="002D50A0" w:rsidP="00373B4B">
            <w:pPr>
              <w:jc w:val="distribute"/>
              <w:rPr>
                <w:spacing w:val="-10"/>
                <w:sz w:val="16"/>
                <w:szCs w:val="16"/>
              </w:rPr>
            </w:pPr>
            <w:r w:rsidRPr="002F39EC">
              <w:rPr>
                <w:rFonts w:hint="eastAsia"/>
                <w:spacing w:val="-10"/>
                <w:sz w:val="16"/>
                <w:szCs w:val="16"/>
              </w:rPr>
              <w:t>認定事項</w:t>
            </w:r>
          </w:p>
        </w:tc>
        <w:tc>
          <w:tcPr>
            <w:tcW w:w="373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6189EE" w14:textId="77777777" w:rsidR="002D50A0" w:rsidRPr="002F39EC" w:rsidRDefault="002D50A0" w:rsidP="00373B4B">
            <w:pPr>
              <w:rPr>
                <w:sz w:val="16"/>
                <w:szCs w:val="16"/>
              </w:rPr>
            </w:pPr>
            <w:r w:rsidRPr="002F39EC">
              <w:rPr>
                <w:rFonts w:hint="eastAsia"/>
                <w:sz w:val="16"/>
                <w:szCs w:val="16"/>
              </w:rPr>
              <w:t xml:space="preserve">　給付率　　　　／１００</w:t>
            </w:r>
          </w:p>
        </w:tc>
      </w:tr>
      <w:tr w:rsidR="00DC2D94" w14:paraId="3C844AD3" w14:textId="77777777" w:rsidTr="001B0855">
        <w:trPr>
          <w:gridAfter w:val="1"/>
          <w:wAfter w:w="21" w:type="dxa"/>
          <w:cantSplit/>
          <w:trHeight w:val="113"/>
        </w:trPr>
        <w:tc>
          <w:tcPr>
            <w:tcW w:w="142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16C04F4" w14:textId="77777777" w:rsidR="00A850E0" w:rsidRDefault="002D50A0" w:rsidP="00373B4B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1"/>
              </w:rPr>
              <w:t>保険者番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1"/>
              </w:rPr>
              <w:t>号</w:t>
            </w:r>
          </w:p>
          <w:p w14:paraId="6A4A0996" w14:textId="77777777" w:rsidR="00A850E0" w:rsidRDefault="002D50A0" w:rsidP="00373B4B">
            <w:pPr>
              <w:ind w:rightChars="53" w:right="111"/>
              <w:rPr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10"/>
              </w:rPr>
              <w:t>並びに保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10"/>
              </w:rPr>
              <w:t>険</w:t>
            </w:r>
          </w:p>
          <w:p w14:paraId="0D0CD6F0" w14:textId="77777777" w:rsidR="00A850E0" w:rsidRDefault="002D50A0" w:rsidP="00373B4B">
            <w:pPr>
              <w:ind w:rightChars="53" w:right="111"/>
              <w:rPr>
                <w:spacing w:val="1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者</w:t>
            </w:r>
            <w:r w:rsidR="00A850E0"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の</w:t>
            </w: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1120" w:id="-1574176509"/>
              </w:rPr>
              <w:t>名称</w:t>
            </w:r>
            <w:r w:rsidRPr="00DA7163">
              <w:rPr>
                <w:rFonts w:hint="eastAsia"/>
                <w:kern w:val="0"/>
                <w:sz w:val="16"/>
                <w:szCs w:val="16"/>
                <w:fitText w:val="1120" w:id="-1574176509"/>
              </w:rPr>
              <w:t>及</w:t>
            </w:r>
          </w:p>
          <w:p w14:paraId="29857B16" w14:textId="355EB32F" w:rsidR="002D50A0" w:rsidRPr="002F39EC" w:rsidRDefault="002D50A0" w:rsidP="00373B4B">
            <w:pPr>
              <w:ind w:rightChars="53" w:right="111"/>
              <w:jc w:val="left"/>
              <w:rPr>
                <w:spacing w:val="-20"/>
                <w:sz w:val="16"/>
                <w:szCs w:val="16"/>
              </w:rPr>
            </w:pPr>
            <w:r w:rsidRPr="00DA7163">
              <w:rPr>
                <w:rFonts w:hint="eastAsia"/>
                <w:spacing w:val="40"/>
                <w:kern w:val="0"/>
                <w:sz w:val="16"/>
                <w:szCs w:val="16"/>
                <w:fitText w:val="360" w:id="-1574176768"/>
              </w:rPr>
              <w:t>び</w:t>
            </w:r>
            <w:r w:rsidRPr="00DA7163">
              <w:rPr>
                <w:rFonts w:hint="eastAsia"/>
                <w:spacing w:val="-20"/>
                <w:kern w:val="0"/>
                <w:sz w:val="16"/>
                <w:szCs w:val="16"/>
                <w:fitText w:val="360" w:id="-1574176768"/>
              </w:rPr>
              <w:t>印</w:t>
            </w:r>
          </w:p>
        </w:tc>
        <w:tc>
          <w:tcPr>
            <w:tcW w:w="3730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00CFBCA2" w14:textId="77777777" w:rsidR="002D50A0" w:rsidRPr="00373B4B" w:rsidRDefault="002D50A0" w:rsidP="00373B4B">
            <w:pPr>
              <w:rPr>
                <w:sz w:val="10"/>
                <w:szCs w:val="16"/>
              </w:rPr>
            </w:pPr>
          </w:p>
        </w:tc>
      </w:tr>
      <w:tr w:rsidR="00DC2D94" w:rsidRPr="002F39EC" w14:paraId="4628D2E1" w14:textId="77777777" w:rsidTr="001B0855">
        <w:trPr>
          <w:gridAfter w:val="1"/>
          <w:wAfter w:w="21" w:type="dxa"/>
          <w:cantSplit/>
          <w:trHeight w:val="465"/>
        </w:trPr>
        <w:tc>
          <w:tcPr>
            <w:tcW w:w="142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A374E6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76C8A5BA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14:paraId="0A8AD3A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right w:val="single" w:sz="18" w:space="0" w:color="auto"/>
            </w:tcBorders>
            <w:vAlign w:val="center"/>
          </w:tcPr>
          <w:p w14:paraId="0AE548C4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9253E0E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CA5110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94B293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left w:val="single" w:sz="18" w:space="0" w:color="auto"/>
            </w:tcBorders>
            <w:vAlign w:val="center"/>
          </w:tcPr>
          <w:p w14:paraId="03936A2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95B145B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</w:tr>
      <w:tr w:rsidR="00DC2D94" w14:paraId="20F22B7B" w14:textId="77777777" w:rsidTr="001B0855">
        <w:trPr>
          <w:gridAfter w:val="1"/>
          <w:wAfter w:w="21" w:type="dxa"/>
          <w:cantSplit/>
          <w:trHeight w:val="850"/>
        </w:trPr>
        <w:tc>
          <w:tcPr>
            <w:tcW w:w="142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72EEA31" w14:textId="77777777" w:rsidR="002D50A0" w:rsidRPr="002F39EC" w:rsidRDefault="002D50A0" w:rsidP="00373B4B">
            <w:pPr>
              <w:rPr>
                <w:sz w:val="16"/>
                <w:szCs w:val="16"/>
              </w:rPr>
            </w:pPr>
          </w:p>
        </w:tc>
        <w:tc>
          <w:tcPr>
            <w:tcW w:w="3730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DDB1538" w14:textId="0861479A" w:rsidR="002D50A0" w:rsidRPr="007112DD" w:rsidRDefault="0069758C" w:rsidP="00373B4B">
            <w:pPr>
              <w:widowControl/>
              <w:wordWrap/>
              <w:autoSpaceDE/>
              <w:autoSpaceDN/>
              <w:spacing w:beforeLines="30" w:before="100"/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</w: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BE374D3" w14:textId="4338C4CF" w:rsidR="0069758C" w:rsidRPr="007112DD" w:rsidRDefault="0069758C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7AE3C8" wp14:editId="3F89E312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13970</wp:posOffset>
                      </wp:positionV>
                      <wp:extent cx="328930" cy="335915"/>
                      <wp:effectExtent l="0" t="0" r="13970" b="260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8930" cy="33591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E0F41E6" w14:textId="77777777" w:rsidR="002D50A0" w:rsidRPr="00C645C6" w:rsidRDefault="002D50A0" w:rsidP="002D50A0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645C6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AE3C8" id="正方形/長方形 4" o:spid="_x0000_s1028" style="position:absolute;left:0;text-align:left;margin-left:151.15pt;margin-top:1.1pt;width:25.9pt;height:2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" filled="f" strokecolor="black [3213]" strokeweight=".25pt">
                      <v:textbox inset="0,0,0,0">
                        <w:txbxContent>
                          <w:p w14:paraId="1E0F41E6" w14:textId="77777777" w:rsidR="002D50A0" w:rsidRPr="00C645C6" w:rsidRDefault="002D50A0" w:rsidP="002D50A0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645C6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D50A0" w:rsidRPr="007112D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8C9E0C1" w14:textId="326AB89A" w:rsidR="002D50A0" w:rsidRPr="007112DD" w:rsidRDefault="002D50A0" w:rsidP="00373B4B">
            <w:pPr>
              <w:rPr>
                <w:rFonts w:hAnsi="ＭＳ 明朝"/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69758C" w:rsidRPr="007112D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23C03D08" w14:textId="77777777" w:rsidR="002D50A0" w:rsidRPr="002F39EC" w:rsidRDefault="002D50A0" w:rsidP="00373B4B">
            <w:pPr>
              <w:spacing w:afterLines="10" w:after="33"/>
              <w:rPr>
                <w:sz w:val="16"/>
                <w:szCs w:val="16"/>
              </w:rPr>
            </w:pPr>
            <w:r w:rsidRPr="007112D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43F100F2" w14:textId="7F7999D4" w:rsidR="002D50A0" w:rsidRPr="0092413B" w:rsidRDefault="002D50A0" w:rsidP="002D50A0">
      <w:pPr>
        <w:pStyle w:val="a7"/>
        <w:spacing w:before="0" w:after="0"/>
        <w:ind w:leftChars="4800" w:left="10080"/>
        <w:rPr>
          <w:rFonts w:ascii="ＭＳ 明朝" w:eastAsia="ＭＳ 明朝" w:hAnsi="ＭＳ 明朝"/>
          <w:bCs/>
          <w:sz w:val="24"/>
        </w:rPr>
      </w:pPr>
      <w:bookmarkStart w:id="1" w:name="_Hlk61439354"/>
      <w:r w:rsidRPr="0092413B">
        <w:rPr>
          <w:rFonts w:ascii="ＭＳ 明朝" w:eastAsia="ＭＳ 明朝" w:hAnsi="ＭＳ 明朝" w:hint="eastAsia"/>
          <w:bCs/>
          <w:sz w:val="24"/>
        </w:rPr>
        <w:t>介護保険利用者負担額減額・免除</w:t>
      </w:r>
      <w:r>
        <w:rPr>
          <w:rFonts w:ascii="ＭＳ 明朝" w:eastAsia="ＭＳ 明朝" w:hAnsi="ＭＳ 明朝" w:hint="eastAsia"/>
          <w:bCs/>
          <w:sz w:val="24"/>
        </w:rPr>
        <w:t>等</w:t>
      </w:r>
      <w:r w:rsidRPr="0092413B">
        <w:rPr>
          <w:rFonts w:ascii="ＭＳ 明朝" w:eastAsia="ＭＳ 明朝" w:hAnsi="ＭＳ 明朝" w:hint="eastAsia"/>
          <w:bCs/>
          <w:sz w:val="24"/>
        </w:rPr>
        <w:t>認定証</w:t>
      </w:r>
    </w:p>
    <w:p w14:paraId="01914349" w14:textId="470A637C" w:rsidR="002D50A0" w:rsidRDefault="002D50A0" w:rsidP="002D50A0">
      <w:pPr>
        <w:ind w:leftChars="4860" w:left="10206"/>
      </w:pPr>
      <w:r w:rsidRPr="005C1885">
        <w:rPr>
          <w:rFonts w:hAnsi="ＭＳ 明朝" w:hint="eastAsia"/>
          <w:bCs/>
          <w:sz w:val="16"/>
          <w:szCs w:val="16"/>
        </w:rPr>
        <w:t>（特別養護老人ホームの要介護旧措置入所者に関する認定証）</w:t>
      </w:r>
    </w:p>
    <w:p w14:paraId="046E8E77" w14:textId="6B61BA05" w:rsidR="002D50A0" w:rsidRDefault="002D50A0" w:rsidP="006806AF"/>
    <w:p w14:paraId="25F0B371" w14:textId="7D143144" w:rsidR="002D50A0" w:rsidRDefault="00C55B89" w:rsidP="006806AF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F9E328" wp14:editId="11D39A9F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353175" cy="4655185"/>
                <wp:effectExtent l="0" t="0" r="28575" b="1206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551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7C3DF10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41B8485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D18094" w14:textId="77777777" w:rsidR="007E1D68" w:rsidRDefault="007E1D68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ABB0ED" w14:textId="6EB7AF6B" w:rsidR="002D50A0" w:rsidRPr="002F6501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2F65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9E328" id="正方形/長方形 3" o:spid="_x0000_s1029" style="position:absolute;left:0;text-align:left;margin-left:0;margin-top:4.5pt;width:500.25pt;height:36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" fillcolor="#92d050" strokecolor="#92d050" strokeweight=".5pt">
                <v:fill opacity="52428f"/>
                <v:textbox>
                  <w:txbxContent>
                    <w:p w14:paraId="07C3DF10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41B8485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D18094" w14:textId="77777777" w:rsidR="007E1D68" w:rsidRDefault="007E1D68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ABB0ED" w14:textId="6EB7AF6B" w:rsidR="002D50A0" w:rsidRPr="002F6501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2F65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734DACC" w14:textId="0A19F0C1" w:rsidR="002D50A0" w:rsidRDefault="002D50A0" w:rsidP="006806AF"/>
    <w:p w14:paraId="2035D36A" w14:textId="57113BE4" w:rsidR="002D50A0" w:rsidRDefault="002D50A0" w:rsidP="006806AF"/>
    <w:p w14:paraId="4B3371CB" w14:textId="080940E0" w:rsidR="002D50A0" w:rsidRDefault="002D50A0" w:rsidP="006806AF"/>
    <w:p w14:paraId="660A8214" w14:textId="49D28C5B" w:rsidR="002D50A0" w:rsidRDefault="002D50A0" w:rsidP="006806AF"/>
    <w:p w14:paraId="2D5F5A06" w14:textId="75885B22" w:rsidR="002D50A0" w:rsidRDefault="002D50A0" w:rsidP="006806AF"/>
    <w:p w14:paraId="0B1D0B02" w14:textId="0AA9680E" w:rsidR="002D50A0" w:rsidRDefault="002D50A0" w:rsidP="006806AF"/>
    <w:p w14:paraId="20099430" w14:textId="14A01167" w:rsidR="002D50A0" w:rsidRDefault="002D50A0" w:rsidP="006806AF"/>
    <w:p w14:paraId="5BC8536A" w14:textId="50436C9A" w:rsidR="002D50A0" w:rsidRDefault="002D50A0" w:rsidP="006806AF"/>
    <w:p w14:paraId="45AA35FF" w14:textId="19672594" w:rsidR="002D50A0" w:rsidRDefault="002D50A0" w:rsidP="006806AF"/>
    <w:p w14:paraId="25196C05" w14:textId="77920C8F" w:rsidR="002D50A0" w:rsidRDefault="002D50A0" w:rsidP="006806AF"/>
    <w:p w14:paraId="38F8CC40" w14:textId="0DBBD5EF" w:rsidR="002D50A0" w:rsidRDefault="002D50A0" w:rsidP="006806AF"/>
    <w:p w14:paraId="7A0AE812" w14:textId="5009557A" w:rsidR="002D50A0" w:rsidRDefault="002D50A0" w:rsidP="006806AF"/>
    <w:p w14:paraId="1121081C" w14:textId="56C200C8" w:rsidR="002D50A0" w:rsidRDefault="002D50A0" w:rsidP="006806AF"/>
    <w:p w14:paraId="6BA4E886" w14:textId="7129ABB1" w:rsidR="002D50A0" w:rsidRDefault="002D50A0" w:rsidP="006806AF"/>
    <w:p w14:paraId="66AC97DD" w14:textId="77777777" w:rsidR="002D50A0" w:rsidRDefault="002D50A0" w:rsidP="006806AF"/>
    <w:bookmarkEnd w:id="1"/>
    <w:p w14:paraId="0F88DC7E" w14:textId="43D990F2" w:rsidR="00802132" w:rsidRDefault="00802132" w:rsidP="00203A2B"/>
    <w:p w14:paraId="05C7EED9" w14:textId="178981B2" w:rsidR="00802132" w:rsidRDefault="00802132" w:rsidP="00203A2B"/>
    <w:p w14:paraId="382AA0F1" w14:textId="566D0388" w:rsidR="000718DA" w:rsidRDefault="000718DA" w:rsidP="00203A2B"/>
    <w:p w14:paraId="2F2D6B46" w14:textId="7C79215C" w:rsidR="000718DA" w:rsidRDefault="000718DA" w:rsidP="00203A2B"/>
    <w:p w14:paraId="4E01CAD2" w14:textId="1934F8F1" w:rsidR="000718DA" w:rsidRDefault="000718DA" w:rsidP="00203A2B"/>
    <w:p w14:paraId="55A7AA3F" w14:textId="79FEB09F" w:rsidR="000718DA" w:rsidRDefault="000718DA" w:rsidP="00203A2B"/>
    <w:p w14:paraId="212D4431" w14:textId="60AAFF50" w:rsidR="000718DA" w:rsidRDefault="002D50A0" w:rsidP="00203A2B">
      <w:r w:rsidRPr="002D50A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D01DDA" wp14:editId="4045DB7E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9732396" cy="1926000"/>
                <wp:effectExtent l="0" t="0" r="21590" b="1714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32396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301FAA5" w14:textId="66BFB760" w:rsidR="002D50A0" w:rsidRPr="00E6786D" w:rsidRDefault="002D50A0" w:rsidP="002D50A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01DDA" id="正方形/長方形 5" o:spid="_x0000_s1030" style="position:absolute;left:0;text-align:left;margin-left:0;margin-top:4.45pt;width:766.35pt;height:15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" fillcolor="#92d050" strokecolor="#92d050" strokeweight=".5pt">
                <v:fill opacity="52428f"/>
                <v:textbox>
                  <w:txbxContent>
                    <w:p w14:paraId="6301FAA5" w14:textId="66BFB760" w:rsidR="002D50A0" w:rsidRPr="00E6786D" w:rsidRDefault="002D50A0" w:rsidP="002D50A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171B96E" w14:textId="297E3625" w:rsidR="000718DA" w:rsidRDefault="000718DA" w:rsidP="00203A2B"/>
    <w:p w14:paraId="09C1A0A8" w14:textId="20138B22" w:rsidR="000718DA" w:rsidRDefault="000718DA" w:rsidP="00203A2B"/>
    <w:p w14:paraId="1A1607EB" w14:textId="09FB1D18" w:rsidR="000718DA" w:rsidRDefault="000718DA" w:rsidP="00203A2B"/>
    <w:p w14:paraId="11154881" w14:textId="58A62C0B" w:rsidR="000718DA" w:rsidRDefault="000718DA" w:rsidP="00203A2B"/>
    <w:p w14:paraId="11D2685D" w14:textId="2E0F054A" w:rsidR="000718DA" w:rsidRDefault="000718DA" w:rsidP="00203A2B"/>
    <w:p w14:paraId="54DABC0C" w14:textId="777D90CC" w:rsidR="000718DA" w:rsidRDefault="000718DA" w:rsidP="00203A2B"/>
    <w:p w14:paraId="7BB42A49" w14:textId="0F9EC4D0" w:rsidR="000718DA" w:rsidRDefault="000718DA" w:rsidP="00203A2B"/>
    <w:tbl>
      <w:tblPr>
        <w:tblpPr w:leftFromText="142" w:rightFromText="142" w:vertAnchor="text" w:horzAnchor="margin" w:tblpX="1" w:tblpY="211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66763" w14:paraId="5BFC50B6" w14:textId="77777777" w:rsidTr="00615D68">
        <w:trPr>
          <w:trHeight w:val="5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ABCDD" w14:textId="74918710" w:rsidR="00666763" w:rsidRDefault="00666763" w:rsidP="00A77894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66763" w:rsidRPr="000A2B75" w14:paraId="0B790DB4" w14:textId="77777777" w:rsidTr="00615D68">
        <w:trPr>
          <w:cantSplit/>
          <w:trHeight w:val="377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9B13B91" w14:textId="15C36EA5" w:rsidR="00666763" w:rsidRPr="00203A2B" w:rsidRDefault="00666763" w:rsidP="00A77894">
            <w:pPr>
              <w:spacing w:line="360" w:lineRule="auto"/>
              <w:rPr>
                <w:spacing w:val="32"/>
                <w:sz w:val="20"/>
              </w:rPr>
            </w:pPr>
            <w:r w:rsidRPr="00203A2B">
              <w:rPr>
                <w:rFonts w:hint="eastAsia"/>
                <w:spacing w:val="32"/>
                <w:sz w:val="20"/>
              </w:rPr>
              <w:t xml:space="preserve">　　　　注　意　事　項</w:t>
            </w:r>
          </w:p>
          <w:p w14:paraId="1F4727A2" w14:textId="77777777" w:rsidR="00666763" w:rsidRPr="00D62CA9" w:rsidRDefault="00666763" w:rsidP="00A77894">
            <w:pPr>
              <w:spacing w:line="360" w:lineRule="auto"/>
              <w:rPr>
                <w:spacing w:val="32"/>
                <w:sz w:val="14"/>
                <w:szCs w:val="14"/>
              </w:rPr>
            </w:pPr>
          </w:p>
          <w:p w14:paraId="6CF46FB2" w14:textId="0F39C031" w:rsidR="007112DD" w:rsidRDefault="00666763" w:rsidP="007112DD">
            <w:pPr>
              <w:spacing w:line="276" w:lineRule="auto"/>
              <w:jc w:val="left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一　</w:t>
            </w:r>
            <w:r w:rsidR="007112DD" w:rsidRPr="009C7B66">
              <w:rPr>
                <w:rFonts w:hint="eastAsia"/>
                <w:spacing w:val="7"/>
                <w:kern w:val="0"/>
                <w:sz w:val="16"/>
                <w:szCs w:val="16"/>
                <w:fitText w:val="6240" w:id="-1555385085"/>
              </w:rPr>
              <w:t>特別養護老人ホームから指定介護福祉施設サービス又は地域密着型介護老人福</w:t>
            </w:r>
            <w:r w:rsidR="007112DD" w:rsidRPr="009C7B66">
              <w:rPr>
                <w:rFonts w:hint="eastAsia"/>
                <w:spacing w:val="-5"/>
                <w:kern w:val="0"/>
                <w:sz w:val="16"/>
                <w:szCs w:val="16"/>
                <w:fitText w:val="6240" w:id="-1555385085"/>
              </w:rPr>
              <w:t>祉</w:t>
            </w:r>
          </w:p>
          <w:p w14:paraId="3318D185" w14:textId="58A45992" w:rsidR="007112DD" w:rsidRDefault="007112DD" w:rsidP="007112DD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施設入所者生活介護（以下「指定介護福祉施設サービス等」という。）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084"/>
              </w:rPr>
              <w:t>を受け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084"/>
              </w:rPr>
              <w:t>る</w:t>
            </w:r>
          </w:p>
          <w:p w14:paraId="264102B0" w14:textId="340D15B9" w:rsidR="00666763" w:rsidRPr="002D50A0" w:rsidRDefault="007112DD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5600" w:id="-1555385083"/>
              </w:rPr>
              <w:t>ときは、必ず事前に、この認定証を施設の窓口に提出してください</w:t>
            </w:r>
            <w:r w:rsidR="00666763" w:rsidRPr="009C7B66">
              <w:rPr>
                <w:rFonts w:hint="eastAsia"/>
                <w:spacing w:val="20"/>
                <w:kern w:val="0"/>
                <w:sz w:val="16"/>
                <w:szCs w:val="16"/>
                <w:fitText w:val="5600" w:id="-1555385083"/>
              </w:rPr>
              <w:t>。</w:t>
            </w:r>
          </w:p>
          <w:p w14:paraId="2710D8CE" w14:textId="2F1598E4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二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指定介護福祉施設サービス</w:t>
            </w:r>
            <w:r w:rsidR="007112DD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等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086"/>
              </w:rPr>
              <w:t>を受けるときに支払う金額は、介護費用から介</w:t>
            </w:r>
            <w:r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086"/>
              </w:rPr>
              <w:t>護</w:t>
            </w:r>
          </w:p>
          <w:p w14:paraId="6D2D2D41" w14:textId="75073252" w:rsidR="00CF1B37" w:rsidRPr="00CF1B37" w:rsidRDefault="00666763" w:rsidP="00CF1B37">
            <w:pPr>
              <w:spacing w:line="276" w:lineRule="auto"/>
              <w:jc w:val="left"/>
              <w:rPr>
                <w:spacing w:val="2"/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2"/>
              </w:rPr>
              <w:t>費用に給付率を乗じた額を引いた額になります。また、介護保険特定負担限度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2"/>
              </w:rPr>
              <w:t>額</w:t>
            </w:r>
          </w:p>
          <w:p w14:paraId="461FB8B5" w14:textId="30226502" w:rsidR="00CF1B37" w:rsidRPr="00CF1B37" w:rsidRDefault="00CF1B37" w:rsidP="00A77894">
            <w:pPr>
              <w:spacing w:line="276" w:lineRule="auto"/>
              <w:rPr>
                <w:spacing w:val="5"/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認定証によって指定介護福祉施設サービス</w:t>
            </w:r>
            <w:r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等</w:t>
            </w:r>
            <w:r w:rsidR="00666763" w:rsidRPr="00F67645">
              <w:rPr>
                <w:rFonts w:hint="eastAsia"/>
                <w:spacing w:val="9"/>
                <w:kern w:val="0"/>
                <w:sz w:val="16"/>
                <w:szCs w:val="16"/>
                <w:fitText w:val="6400" w:id="-1555384831"/>
              </w:rPr>
              <w:t>を利用する際に食事の提供を受け</w:t>
            </w:r>
            <w:r w:rsidR="00666763" w:rsidRPr="00F67645">
              <w:rPr>
                <w:rFonts w:hint="eastAsia"/>
                <w:spacing w:val="5"/>
                <w:kern w:val="0"/>
                <w:sz w:val="16"/>
                <w:szCs w:val="16"/>
                <w:fitText w:val="6400" w:id="-1555384831"/>
              </w:rPr>
              <w:t>、</w:t>
            </w:r>
          </w:p>
          <w:p w14:paraId="2037101C" w14:textId="3289C2E3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30"/>
              </w:rPr>
              <w:t>又は居住する場合には、当該介護保険特定負担限度額認定証に記載する特定負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30"/>
              </w:rPr>
              <w:t>担</w:t>
            </w:r>
          </w:p>
          <w:p w14:paraId="09718854" w14:textId="6A064B0A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0"/>
                <w:kern w:val="0"/>
                <w:sz w:val="16"/>
                <w:szCs w:val="16"/>
                <w:fitText w:val="2880" w:id="-1555384828"/>
              </w:rPr>
              <w:t>限度額が支払いの上限となります。</w:t>
            </w:r>
          </w:p>
          <w:p w14:paraId="6387B1FD" w14:textId="7C5A1B17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三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被保険者の資格がなくなったとき、減額・免除等の認定の条件に該当しな</w:t>
            </w:r>
            <w:r w:rsidR="00CF1B37" w:rsidRPr="009C7B66">
              <w:rPr>
                <w:rFonts w:hint="eastAsia"/>
                <w:spacing w:val="9"/>
                <w:kern w:val="0"/>
                <w:sz w:val="16"/>
                <w:szCs w:val="16"/>
                <w:fitText w:val="6240" w:id="-1555385341"/>
              </w:rPr>
              <w:t>く</w:t>
            </w:r>
            <w:r w:rsidR="00CF1B37" w:rsidRPr="009C7B66">
              <w:rPr>
                <w:rFonts w:hint="eastAsia"/>
                <w:spacing w:val="14"/>
                <w:kern w:val="0"/>
                <w:sz w:val="16"/>
                <w:szCs w:val="16"/>
                <w:fitText w:val="6240" w:id="-1555385341"/>
              </w:rPr>
              <w:t>な</w:t>
            </w:r>
          </w:p>
          <w:p w14:paraId="33AB2624" w14:textId="4F3FAB88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5344"/>
              </w:rPr>
              <w:t>ったとき、減額・免除等の認定証の有効期限に至ったとき、又は特別養護老人</w:t>
            </w:r>
            <w:r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5344"/>
              </w:rPr>
              <w:t>ホ</w:t>
            </w:r>
          </w:p>
          <w:p w14:paraId="5C573CB6" w14:textId="0E79B0E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ームを退所したとき（引き続き、他の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特別養護老人ホームに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6400" w:id="-1555385600"/>
              </w:rPr>
              <w:t>入所する場合を除く。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6400" w:id="-1555385600"/>
              </w:rPr>
              <w:t>）</w:t>
            </w:r>
          </w:p>
          <w:p w14:paraId="2694DE2D" w14:textId="6D844177" w:rsidR="00CF1B37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9"/>
                <w:kern w:val="0"/>
                <w:sz w:val="16"/>
                <w:szCs w:val="16"/>
                <w:fitText w:val="6400" w:id="-1555384827"/>
              </w:rPr>
              <w:t>は、遅滞なく、この証を市町村に返してください。また、転出の届出をする際</w:t>
            </w:r>
            <w:r w:rsidR="00666763" w:rsidRPr="009C7B66">
              <w:rPr>
                <w:rFonts w:hint="eastAsia"/>
                <w:spacing w:val="5"/>
                <w:kern w:val="0"/>
                <w:sz w:val="16"/>
                <w:szCs w:val="16"/>
                <w:fitText w:val="6400" w:id="-1555384827"/>
              </w:rPr>
              <w:t>に</w:t>
            </w:r>
          </w:p>
          <w:p w14:paraId="0979D112" w14:textId="05D0713D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12"/>
                <w:kern w:val="0"/>
                <w:sz w:val="16"/>
                <w:szCs w:val="16"/>
                <w:fitText w:val="2560" w:id="-1555384826"/>
              </w:rPr>
              <w:t>は、この証を添えてください</w:t>
            </w:r>
            <w:r w:rsidR="00666763" w:rsidRPr="009C7B66">
              <w:rPr>
                <w:rFonts w:hint="eastAsia"/>
                <w:spacing w:val="4"/>
                <w:kern w:val="0"/>
                <w:sz w:val="16"/>
                <w:szCs w:val="16"/>
                <w:fitText w:val="2560" w:id="-1555384826"/>
              </w:rPr>
              <w:t>。</w:t>
            </w:r>
          </w:p>
          <w:p w14:paraId="631326B7" w14:textId="77777777" w:rsidR="00CF1B37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四　</w:t>
            </w:r>
            <w:r w:rsidRPr="009C7B66">
              <w:rPr>
                <w:rFonts w:hint="eastAsia"/>
                <w:spacing w:val="12"/>
                <w:kern w:val="0"/>
                <w:sz w:val="16"/>
                <w:szCs w:val="16"/>
                <w:fitText w:val="6240" w:id="-1555385087"/>
              </w:rPr>
              <w:t>この証の表面の記載事項に変更があったときは、十四日以内に、この証を</w:t>
            </w:r>
            <w:r w:rsidRPr="009C7B66">
              <w:rPr>
                <w:rFonts w:hint="eastAsia"/>
                <w:spacing w:val="4"/>
                <w:kern w:val="0"/>
                <w:sz w:val="16"/>
                <w:szCs w:val="16"/>
                <w:fitText w:val="6240" w:id="-1555385087"/>
              </w:rPr>
              <w:t>添</w:t>
            </w:r>
          </w:p>
          <w:p w14:paraId="05A7CA0E" w14:textId="2894E024" w:rsidR="00666763" w:rsidRPr="002D50A0" w:rsidRDefault="00CF1B37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 xml:space="preserve">　　</w:t>
            </w:r>
            <w:r w:rsidR="00666763" w:rsidRPr="009C7B66">
              <w:rPr>
                <w:rFonts w:hint="eastAsia"/>
                <w:spacing w:val="8"/>
                <w:kern w:val="0"/>
                <w:sz w:val="16"/>
                <w:szCs w:val="16"/>
                <w:fitText w:val="3520" w:id="-1555384576"/>
              </w:rPr>
              <w:t>えて、市町村にその旨を届け出てください。</w:t>
            </w:r>
          </w:p>
          <w:p w14:paraId="10FF293F" w14:textId="1F63F739" w:rsidR="00666763" w:rsidRPr="002D50A0" w:rsidRDefault="00666763" w:rsidP="00A77894">
            <w:pPr>
              <w:spacing w:line="276" w:lineRule="auto"/>
              <w:rPr>
                <w:kern w:val="0"/>
                <w:sz w:val="16"/>
                <w:szCs w:val="16"/>
              </w:rPr>
            </w:pPr>
            <w:r w:rsidRPr="002D50A0">
              <w:rPr>
                <w:rFonts w:hint="eastAsia"/>
                <w:kern w:val="0"/>
                <w:sz w:val="16"/>
                <w:szCs w:val="16"/>
              </w:rPr>
              <w:t xml:space="preserve">　五　</w:t>
            </w:r>
            <w:r w:rsidRPr="009C7B66">
              <w:rPr>
                <w:rFonts w:hint="eastAsia"/>
                <w:spacing w:val="12"/>
                <w:kern w:val="0"/>
                <w:sz w:val="16"/>
                <w:szCs w:val="16"/>
                <w:fitText w:val="6240" w:id="-1555385088"/>
              </w:rPr>
              <w:t>不正にこの証を利用した者は、刑法により詐欺罪として懲役の処分を受け</w:t>
            </w:r>
            <w:r w:rsidR="00CF1B37" w:rsidRPr="009C7B66">
              <w:rPr>
                <w:rFonts w:hint="eastAsia"/>
                <w:spacing w:val="4"/>
                <w:kern w:val="0"/>
                <w:sz w:val="16"/>
                <w:szCs w:val="16"/>
                <w:fitText w:val="6240" w:id="-1555385088"/>
              </w:rPr>
              <w:t>ま</w:t>
            </w:r>
          </w:p>
          <w:p w14:paraId="27DE052B" w14:textId="0DF76BC6" w:rsidR="00666763" w:rsidRPr="00203A2B" w:rsidRDefault="0076460C" w:rsidP="00A77894">
            <w:pPr>
              <w:spacing w:line="276" w:lineRule="auto"/>
              <w:rPr>
                <w:spacing w:val="32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A0B4C56" wp14:editId="3A4A288A">
                      <wp:simplePos x="0" y="0"/>
                      <wp:positionH relativeFrom="column">
                        <wp:posOffset>-250190</wp:posOffset>
                      </wp:positionH>
                      <wp:positionV relativeFrom="paragraph">
                        <wp:posOffset>4445</wp:posOffset>
                      </wp:positionV>
                      <wp:extent cx="2971800" cy="4578985"/>
                      <wp:effectExtent l="0" t="0" r="19050" b="1206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21A3BF1" w14:textId="77777777" w:rsidR="00C0719D" w:rsidRPr="00BB2F6A" w:rsidRDefault="00C0719D" w:rsidP="00C0719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B4C56" id="正方形/長方形 6" o:spid="_x0000_s1031" style="position:absolute;left:0;text-align:left;margin-left:-19.7pt;margin-top:.35pt;width:234pt;height:36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" fillcolor="#92d050" strokecolor="#92d050" strokeweight=".5pt">
                      <v:fill opacity="52428f"/>
                      <v:textbox>
                        <w:txbxContent>
                          <w:p w14:paraId="621A3BF1" w14:textId="77777777" w:rsidR="00C0719D" w:rsidRPr="00BB2F6A" w:rsidRDefault="00C0719D" w:rsidP="00C0719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6763" w:rsidRPr="002D50A0">
              <w:rPr>
                <w:rFonts w:hint="eastAsia"/>
                <w:kern w:val="0"/>
                <w:sz w:val="16"/>
                <w:szCs w:val="16"/>
              </w:rPr>
              <w:t xml:space="preserve">　　す。</w:t>
            </w:r>
          </w:p>
        </w:tc>
      </w:tr>
      <w:tr w:rsidR="00666763" w14:paraId="6FC9870F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0F6604" w14:textId="77777777" w:rsidR="00666763" w:rsidRDefault="00666763" w:rsidP="00A77894"/>
        </w:tc>
      </w:tr>
      <w:tr w:rsidR="00666763" w14:paraId="78A2496A" w14:textId="77777777" w:rsidTr="00615D68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4F41F6" w14:textId="77777777" w:rsidR="00666763" w:rsidRDefault="00666763" w:rsidP="00A77894"/>
        </w:tc>
      </w:tr>
      <w:tr w:rsidR="00666763" w14:paraId="3A633B62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E7598D" w14:textId="77777777" w:rsidR="00666763" w:rsidRDefault="00666763" w:rsidP="00A77894"/>
        </w:tc>
      </w:tr>
      <w:tr w:rsidR="00666763" w14:paraId="27F00F9D" w14:textId="77777777" w:rsidTr="00615D68">
        <w:trPr>
          <w:cantSplit/>
          <w:trHeight w:val="67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9EB2F" w14:textId="77777777" w:rsidR="00666763" w:rsidRDefault="00666763" w:rsidP="00A77894"/>
        </w:tc>
      </w:tr>
      <w:tr w:rsidR="00666763" w14:paraId="2536E9EB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93D3F3" w14:textId="77777777" w:rsidR="00666763" w:rsidRDefault="00666763" w:rsidP="00A77894"/>
        </w:tc>
      </w:tr>
      <w:tr w:rsidR="00666763" w14:paraId="3683AF2E" w14:textId="77777777" w:rsidTr="00615D68">
        <w:trPr>
          <w:cantSplit/>
          <w:trHeight w:val="5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B8B1A4" w14:textId="77777777" w:rsidR="00666763" w:rsidRDefault="00666763" w:rsidP="00A77894"/>
        </w:tc>
      </w:tr>
      <w:tr w:rsidR="00666763" w14:paraId="7375DE49" w14:textId="77777777" w:rsidTr="00615D68">
        <w:trPr>
          <w:cantSplit/>
          <w:trHeight w:val="5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E43FF0" w14:textId="77777777" w:rsidR="00666763" w:rsidRDefault="00666763" w:rsidP="00A77894"/>
        </w:tc>
      </w:tr>
      <w:tr w:rsidR="00666763" w14:paraId="4A853BA6" w14:textId="77777777" w:rsidTr="00615D68">
        <w:trPr>
          <w:cantSplit/>
          <w:trHeight w:val="43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DD795A" w14:textId="77777777" w:rsidR="00666763" w:rsidRDefault="00666763" w:rsidP="00A77894"/>
        </w:tc>
      </w:tr>
      <w:tr w:rsidR="00666763" w14:paraId="77284F9E" w14:textId="77777777" w:rsidTr="00615D68">
        <w:trPr>
          <w:cantSplit/>
          <w:trHeight w:val="43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4E33DB" w14:textId="77777777" w:rsidR="00666763" w:rsidRDefault="00666763" w:rsidP="00A77894"/>
        </w:tc>
      </w:tr>
      <w:tr w:rsidR="00666763" w14:paraId="28FB9E44" w14:textId="77777777" w:rsidTr="00615D68">
        <w:trPr>
          <w:cantSplit/>
          <w:trHeight w:val="8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83525D" w14:textId="77777777" w:rsidR="00666763" w:rsidRDefault="00666763" w:rsidP="00A77894"/>
        </w:tc>
      </w:tr>
      <w:tr w:rsidR="00666763" w14:paraId="2EC751F9" w14:textId="77777777" w:rsidTr="00615D68">
        <w:trPr>
          <w:cantSplit/>
          <w:trHeight w:val="3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3606E" w14:textId="77777777" w:rsidR="00666763" w:rsidRDefault="00666763" w:rsidP="00A77894"/>
        </w:tc>
      </w:tr>
      <w:tr w:rsidR="00666763" w14:paraId="3F54AAB8" w14:textId="77777777" w:rsidTr="00615D68">
        <w:trPr>
          <w:cantSplit/>
          <w:trHeight w:val="44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A09A85" w14:textId="77777777" w:rsidR="00666763" w:rsidRDefault="00666763" w:rsidP="00A77894"/>
        </w:tc>
      </w:tr>
      <w:tr w:rsidR="00666763" w14:paraId="0BF908CF" w14:textId="77777777" w:rsidTr="00615D68">
        <w:trPr>
          <w:cantSplit/>
          <w:trHeight w:val="820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63CD8" w14:textId="77777777" w:rsidR="00666763" w:rsidRDefault="00666763" w:rsidP="00A77894"/>
        </w:tc>
      </w:tr>
    </w:tbl>
    <w:p w14:paraId="764E5EDA" w14:textId="0A771D89" w:rsidR="000718DA" w:rsidRDefault="000718DA" w:rsidP="00203A2B"/>
    <w:p w14:paraId="22DDA98F" w14:textId="58F11822" w:rsidR="000718DA" w:rsidRDefault="00C55B89" w:rsidP="00203A2B">
      <w:r w:rsidRPr="002D50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702090" wp14:editId="5034A70D">
                <wp:simplePos x="0" y="0"/>
                <wp:positionH relativeFrom="column">
                  <wp:posOffset>3362325</wp:posOffset>
                </wp:positionH>
                <wp:positionV relativeFrom="paragraph">
                  <wp:posOffset>66675</wp:posOffset>
                </wp:positionV>
                <wp:extent cx="6371590" cy="4657725"/>
                <wp:effectExtent l="0" t="0" r="1016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57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418292B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852DC0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22CA473" w14:textId="77777777" w:rsidR="00BD168C" w:rsidRDefault="00BD168C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5E435E7" w14:textId="0C7629AC" w:rsidR="003407F9" w:rsidRPr="00E6786D" w:rsidRDefault="003407F9" w:rsidP="003407F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E6786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BD168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02090" id="正方形/長方形 1" o:spid="_x0000_s1032" style="position:absolute;left:0;text-align:left;margin-left:264.75pt;margin-top:5.25pt;width:501.7pt;height:3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6418292B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852DC0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22CA473" w14:textId="77777777" w:rsidR="00BD168C" w:rsidRDefault="00BD168C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5E435E7" w14:textId="0C7629AC" w:rsidR="003407F9" w:rsidRPr="00E6786D" w:rsidRDefault="003407F9" w:rsidP="003407F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E6786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BD168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884C3BD" w14:textId="0F888AEB" w:rsidR="000718DA" w:rsidRDefault="000718DA" w:rsidP="00203A2B"/>
    <w:p w14:paraId="65EE0163" w14:textId="316F83EC" w:rsidR="000718DA" w:rsidRDefault="000718DA" w:rsidP="00203A2B"/>
    <w:p w14:paraId="108A8D16" w14:textId="2E533420" w:rsidR="000718DA" w:rsidRDefault="000718DA" w:rsidP="00203A2B"/>
    <w:p w14:paraId="49036CC4" w14:textId="23707D70" w:rsidR="000718DA" w:rsidRDefault="000718DA" w:rsidP="00203A2B"/>
    <w:p w14:paraId="2D88EA2F" w14:textId="788CE543" w:rsidR="000718DA" w:rsidRDefault="000718DA" w:rsidP="00203A2B"/>
    <w:p w14:paraId="50443386" w14:textId="63798301" w:rsidR="000718DA" w:rsidRDefault="000718DA" w:rsidP="00203A2B"/>
    <w:p w14:paraId="47A3A9B6" w14:textId="6CB2779E" w:rsidR="000718DA" w:rsidRDefault="000718DA" w:rsidP="00203A2B"/>
    <w:p w14:paraId="15A3D3B3" w14:textId="48FD31B3" w:rsidR="000718DA" w:rsidRDefault="000718DA" w:rsidP="00203A2B"/>
    <w:p w14:paraId="3468784B" w14:textId="26DBAE0A" w:rsidR="000718DA" w:rsidRDefault="000718DA" w:rsidP="00203A2B"/>
    <w:p w14:paraId="54B07279" w14:textId="102478AE" w:rsidR="000718DA" w:rsidRDefault="000718DA" w:rsidP="00203A2B"/>
    <w:p w14:paraId="62367430" w14:textId="5E14527E" w:rsidR="000718DA" w:rsidRDefault="000718DA" w:rsidP="00203A2B"/>
    <w:p w14:paraId="4CAD8BAE" w14:textId="38D47F3B" w:rsidR="000718DA" w:rsidRDefault="000718DA" w:rsidP="00203A2B"/>
    <w:p w14:paraId="1D767117" w14:textId="5A1A0304" w:rsidR="000718DA" w:rsidRDefault="000718DA" w:rsidP="00203A2B"/>
    <w:p w14:paraId="32F2A1D2" w14:textId="7CF8F896" w:rsidR="002D50A0" w:rsidRDefault="002D50A0" w:rsidP="00203A2B"/>
    <w:p w14:paraId="766599CF" w14:textId="32CA9C33" w:rsidR="002D50A0" w:rsidRDefault="002D50A0" w:rsidP="00203A2B"/>
    <w:p w14:paraId="21D73010" w14:textId="575B9FFE" w:rsidR="002D50A0" w:rsidRDefault="002D50A0" w:rsidP="00203A2B"/>
    <w:p w14:paraId="7115A65E" w14:textId="669C4ED8" w:rsidR="002D50A0" w:rsidRDefault="002D50A0" w:rsidP="00203A2B"/>
    <w:p w14:paraId="1589A77D" w14:textId="5CEB12EB" w:rsidR="002D50A0" w:rsidRDefault="002D50A0" w:rsidP="00203A2B"/>
    <w:p w14:paraId="4141972A" w14:textId="0C50FF47" w:rsidR="002D50A0" w:rsidRDefault="002D50A0" w:rsidP="00203A2B"/>
    <w:p w14:paraId="1A5DF22E" w14:textId="77777777" w:rsidR="002D50A0" w:rsidRDefault="002D50A0" w:rsidP="00203A2B"/>
    <w:p w14:paraId="3BE1F9CA" w14:textId="600DE986" w:rsidR="000718DA" w:rsidRDefault="000718DA" w:rsidP="00203A2B">
      <w:r>
        <w:rPr>
          <w:rFonts w:hint="eastAsia"/>
        </w:rPr>
        <w:t>備考　この証の大きさは、縦１２８ミリメートル、横９１ミリメートルとすること。</w:t>
      </w:r>
    </w:p>
    <w:sectPr w:rsidR="000718DA" w:rsidSect="001A11C6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9C8EAA" w14:textId="77777777" w:rsidR="005340FC" w:rsidRDefault="005340FC" w:rsidP="00930025">
      <w:r>
        <w:separator/>
      </w:r>
    </w:p>
  </w:endnote>
  <w:endnote w:type="continuationSeparator" w:id="0">
    <w:p w14:paraId="3450B425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0811C" w14:textId="77777777" w:rsidR="005340FC" w:rsidRDefault="005340FC" w:rsidP="00930025">
      <w:r>
        <w:separator/>
      </w:r>
    </w:p>
  </w:footnote>
  <w:footnote w:type="continuationSeparator" w:id="0">
    <w:p w14:paraId="29A346E1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675BA"/>
    <w:rsid w:val="000718DA"/>
    <w:rsid w:val="000A2B75"/>
    <w:rsid w:val="0012149C"/>
    <w:rsid w:val="00126A25"/>
    <w:rsid w:val="00177DB7"/>
    <w:rsid w:val="00191D00"/>
    <w:rsid w:val="001A11C6"/>
    <w:rsid w:val="001A6A57"/>
    <w:rsid w:val="001B0855"/>
    <w:rsid w:val="00203A2B"/>
    <w:rsid w:val="002062AD"/>
    <w:rsid w:val="002220BD"/>
    <w:rsid w:val="00225837"/>
    <w:rsid w:val="00246A28"/>
    <w:rsid w:val="00254D22"/>
    <w:rsid w:val="00270E68"/>
    <w:rsid w:val="002926C1"/>
    <w:rsid w:val="002D50A0"/>
    <w:rsid w:val="002E3B6A"/>
    <w:rsid w:val="002F22E0"/>
    <w:rsid w:val="002F39EC"/>
    <w:rsid w:val="002F6501"/>
    <w:rsid w:val="002F79F0"/>
    <w:rsid w:val="00311BFB"/>
    <w:rsid w:val="003407F9"/>
    <w:rsid w:val="0034095B"/>
    <w:rsid w:val="00347339"/>
    <w:rsid w:val="00373B4B"/>
    <w:rsid w:val="003A36B6"/>
    <w:rsid w:val="003C2B0B"/>
    <w:rsid w:val="003C410A"/>
    <w:rsid w:val="003C5C54"/>
    <w:rsid w:val="003D3A14"/>
    <w:rsid w:val="00415D64"/>
    <w:rsid w:val="004D503E"/>
    <w:rsid w:val="005340FC"/>
    <w:rsid w:val="00550D83"/>
    <w:rsid w:val="00553610"/>
    <w:rsid w:val="005765EA"/>
    <w:rsid w:val="005C1885"/>
    <w:rsid w:val="005F2D6C"/>
    <w:rsid w:val="00615D68"/>
    <w:rsid w:val="0063531E"/>
    <w:rsid w:val="00666763"/>
    <w:rsid w:val="006806AF"/>
    <w:rsid w:val="0069758C"/>
    <w:rsid w:val="006A0AE8"/>
    <w:rsid w:val="006B7B8F"/>
    <w:rsid w:val="006C2FE3"/>
    <w:rsid w:val="006D5369"/>
    <w:rsid w:val="007032D5"/>
    <w:rsid w:val="007112DD"/>
    <w:rsid w:val="00721C18"/>
    <w:rsid w:val="00753332"/>
    <w:rsid w:val="0076460C"/>
    <w:rsid w:val="00790D31"/>
    <w:rsid w:val="00796E73"/>
    <w:rsid w:val="007A67D2"/>
    <w:rsid w:val="007E1D68"/>
    <w:rsid w:val="007E7EBE"/>
    <w:rsid w:val="00802132"/>
    <w:rsid w:val="00833223"/>
    <w:rsid w:val="008A6EBD"/>
    <w:rsid w:val="008E2F8C"/>
    <w:rsid w:val="0092413B"/>
    <w:rsid w:val="00930025"/>
    <w:rsid w:val="00977C95"/>
    <w:rsid w:val="009A6A94"/>
    <w:rsid w:val="009C7B66"/>
    <w:rsid w:val="00A03382"/>
    <w:rsid w:val="00A4435E"/>
    <w:rsid w:val="00A77894"/>
    <w:rsid w:val="00A850E0"/>
    <w:rsid w:val="00A92282"/>
    <w:rsid w:val="00AB5253"/>
    <w:rsid w:val="00AC166A"/>
    <w:rsid w:val="00B142F4"/>
    <w:rsid w:val="00B17969"/>
    <w:rsid w:val="00B401D1"/>
    <w:rsid w:val="00BD168C"/>
    <w:rsid w:val="00BF59D8"/>
    <w:rsid w:val="00C0719D"/>
    <w:rsid w:val="00C33184"/>
    <w:rsid w:val="00C4408A"/>
    <w:rsid w:val="00C55B89"/>
    <w:rsid w:val="00C62784"/>
    <w:rsid w:val="00C645C6"/>
    <w:rsid w:val="00CC7572"/>
    <w:rsid w:val="00CF1B37"/>
    <w:rsid w:val="00D62CA9"/>
    <w:rsid w:val="00D72302"/>
    <w:rsid w:val="00D80EC8"/>
    <w:rsid w:val="00DA16C9"/>
    <w:rsid w:val="00DA195B"/>
    <w:rsid w:val="00DA7163"/>
    <w:rsid w:val="00DC2D94"/>
    <w:rsid w:val="00DE21EF"/>
    <w:rsid w:val="00E46A2F"/>
    <w:rsid w:val="00E55A10"/>
    <w:rsid w:val="00E6786D"/>
    <w:rsid w:val="00EB5C7C"/>
    <w:rsid w:val="00ED23E9"/>
    <w:rsid w:val="00F10F6A"/>
    <w:rsid w:val="00F67645"/>
    <w:rsid w:val="00F9787C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37CCCD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8AB481D9-1318-4701-89AB-C8FC0815402E}"/>
</file>

<file path=customXml/itemProps2.xml><?xml version="1.0" encoding="utf-8"?>
<ds:datastoreItem xmlns:ds="http://schemas.openxmlformats.org/officeDocument/2006/customXml" ds:itemID="{507B770D-A35F-410E-9826-6CABEA510740}"/>
</file>

<file path=customXml/itemProps3.xml><?xml version="1.0" encoding="utf-8"?>
<ds:datastoreItem xmlns:ds="http://schemas.openxmlformats.org/officeDocument/2006/customXml" ds:itemID="{AC3F9134-52B2-43EF-879C-EFE34E6FF13B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419</TotalTime>
  <Pages>2</Pages>
  <Words>756</Words>
  <Characters>250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2021-10-18T05:17:00Z</cp:lastPrinted>
  <dcterms:created xsi:type="dcterms:W3CDTF">2020-12-22T07:22:00Z</dcterms:created>
  <dcterms:modified xsi:type="dcterms:W3CDTF">2022-03-19T00:49:00Z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