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7F8F3B" w14:textId="70110C78" w:rsidR="00065120" w:rsidRPr="00890837" w:rsidRDefault="006314A9" w:rsidP="0006512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A90056" wp14:editId="1A661677">
                <wp:simplePos x="0" y="0"/>
                <wp:positionH relativeFrom="margin">
                  <wp:posOffset>4241800</wp:posOffset>
                </wp:positionH>
                <wp:positionV relativeFrom="paragraph">
                  <wp:posOffset>-730885</wp:posOffset>
                </wp:positionV>
                <wp:extent cx="1545590" cy="648335"/>
                <wp:effectExtent l="0" t="0" r="16510" b="1841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590" cy="648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F85C4A" w14:textId="77777777" w:rsidR="006314A9" w:rsidRPr="004D2C41" w:rsidRDefault="006314A9" w:rsidP="006314A9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Pr="004D2C41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　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26F96FE8" w14:textId="77777777" w:rsidR="006314A9" w:rsidRPr="004D2C41" w:rsidRDefault="006314A9" w:rsidP="006314A9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4D2C41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4A46D5C5" w14:textId="77777777" w:rsidR="006314A9" w:rsidRPr="004D2C41" w:rsidRDefault="006314A9" w:rsidP="006314A9">
                            <w:pPr>
                              <w:pStyle w:val="aa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A9005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34pt;margin-top:-57.55pt;width:121.7pt;height:51.0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" filled="f" stroked="f">
                <v:textbox inset="0,0,0,0">
                  <w:txbxContent>
                    <w:p w14:paraId="64F85C4A" w14:textId="77777777" w:rsidR="006314A9" w:rsidRPr="004D2C41" w:rsidRDefault="006314A9" w:rsidP="006314A9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Pr="004D2C41">
                        <w:rPr>
                          <w:rFonts w:ascii="ＭＳ 明朝" w:eastAsia="ＭＳ 明朝" w:hAnsi="ＭＳ 明朝" w:hint="eastAsia"/>
                        </w:rPr>
                        <w:t xml:space="preserve">　　　　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26F96FE8" w14:textId="77777777" w:rsidR="006314A9" w:rsidRPr="004D2C41" w:rsidRDefault="006314A9" w:rsidP="006314A9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4D2C41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4D2C41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4A46D5C5" w14:textId="77777777" w:rsidR="006314A9" w:rsidRPr="004D2C41" w:rsidRDefault="006314A9" w:rsidP="006314A9">
                      <w:pPr>
                        <w:pStyle w:val="aa"/>
                        <w:jc w:val="right"/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5271D" w:rsidRPr="00890837"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B72D936" wp14:editId="0D0D4240">
                <wp:simplePos x="0" y="0"/>
                <wp:positionH relativeFrom="page">
                  <wp:posOffset>868045</wp:posOffset>
                </wp:positionH>
                <wp:positionV relativeFrom="page">
                  <wp:posOffset>508000</wp:posOffset>
                </wp:positionV>
                <wp:extent cx="2340000" cy="1260000"/>
                <wp:effectExtent l="0" t="0" r="22225" b="165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D4A436" w14:textId="7EECAC13" w:rsidR="00C155BF" w:rsidRPr="00CD461E" w:rsidRDefault="00065120" w:rsidP="00065120">
                            <w:r>
                              <w:rPr>
                                <w:rFonts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72D936" id="Text Box 2" o:spid="_x0000_s1027" type="#_x0000_t202" style="position:absolute;left:0;text-align:left;margin-left:68.35pt;margin-top:40pt;width:184.25pt;height:99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">
                <v:textbox inset="5.85pt,.7pt,5.85pt,.7pt">
                  <w:txbxContent>
                    <w:p w14:paraId="42D4A436" w14:textId="7EECAC13" w:rsidR="00C155BF" w:rsidRPr="00CD461E" w:rsidRDefault="00065120" w:rsidP="00065120">
                      <w:r>
                        <w:rPr>
                          <w:rFonts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DA6A34C" w14:textId="265D9B06" w:rsidR="00065120" w:rsidRPr="00890837" w:rsidRDefault="00065120" w:rsidP="0006512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2CD384C9" w14:textId="77777777" w:rsidR="00065120" w:rsidRPr="00890837" w:rsidRDefault="00065120" w:rsidP="00065120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10BE7744" w14:textId="77777777" w:rsidR="00015D4A" w:rsidRDefault="00015D4A" w:rsidP="00015D4A">
      <w:pPr>
        <w:wordWrap w:val="0"/>
        <w:overflowPunct w:val="0"/>
        <w:autoSpaceDE w:val="0"/>
        <w:autoSpaceDN w:val="0"/>
        <w:rPr>
          <w:rFonts w:hAnsi="ＭＳ 明朝"/>
          <w:szCs w:val="21"/>
        </w:rPr>
      </w:pPr>
    </w:p>
    <w:p w14:paraId="75F21C7A" w14:textId="3684241C" w:rsidR="00015D4A" w:rsidRDefault="00015D4A" w:rsidP="00015D4A">
      <w:pPr>
        <w:overflowPunct w:val="0"/>
        <w:autoSpaceDE w:val="0"/>
        <w:autoSpaceDN w:val="0"/>
        <w:jc w:val="center"/>
        <w:rPr>
          <w:sz w:val="28"/>
          <w:szCs w:val="28"/>
        </w:rPr>
      </w:pPr>
      <w:r w:rsidRPr="005A0657">
        <w:rPr>
          <w:rFonts w:hint="eastAsia"/>
          <w:sz w:val="28"/>
          <w:szCs w:val="28"/>
        </w:rPr>
        <w:t>特別児童扶養手当</w:t>
      </w:r>
      <w:r>
        <w:rPr>
          <w:rFonts w:hint="eastAsia"/>
          <w:sz w:val="28"/>
          <w:szCs w:val="28"/>
        </w:rPr>
        <w:t>認定請求却下</w:t>
      </w:r>
      <w:r w:rsidRPr="005A0657">
        <w:rPr>
          <w:rFonts w:hint="eastAsia"/>
          <w:sz w:val="28"/>
          <w:szCs w:val="28"/>
        </w:rPr>
        <w:t>通知書</w:t>
      </w:r>
    </w:p>
    <w:p w14:paraId="2D99EE34" w14:textId="4ABD6004" w:rsidR="00065120" w:rsidRPr="00890837" w:rsidRDefault="00AB165A" w:rsidP="00015D4A">
      <w:pPr>
        <w:overflowPunct w:val="0"/>
        <w:autoSpaceDE w:val="0"/>
        <w:autoSpaceDN w:val="0"/>
        <w:jc w:val="center"/>
        <w:rPr>
          <w:rFonts w:hAnsi="ＭＳ 明朝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0AFF61" wp14:editId="0FE49028">
                <wp:simplePos x="0" y="0"/>
                <wp:positionH relativeFrom="page">
                  <wp:posOffset>176530</wp:posOffset>
                </wp:positionH>
                <wp:positionV relativeFrom="page">
                  <wp:posOffset>4046855</wp:posOffset>
                </wp:positionV>
                <wp:extent cx="90360" cy="0"/>
                <wp:effectExtent l="0" t="0" r="24130" b="38100"/>
                <wp:wrapNone/>
                <wp:docPr id="6" name="直線矢印コネクタ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9AEADF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6" o:spid="_x0000_s1026" type="#_x0000_t32" style="position:absolute;left:0;text-align:left;margin-left:13.9pt;margin-top:318.65pt;width:7.1pt;height:0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">
                <w10:wrap anchorx="page" anchory="page"/>
              </v:shape>
            </w:pict>
          </mc:Fallback>
        </mc:AlternateContent>
      </w:r>
    </w:p>
    <w:p w14:paraId="77B4E570" w14:textId="0F897BF7" w:rsidR="00E71739" w:rsidRDefault="00E71739" w:rsidP="00E71739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  <w:r>
        <w:rPr>
          <w:rFonts w:hAnsi="ＭＳ 明朝" w:hint="eastAsia"/>
          <w:szCs w:val="21"/>
          <w:bdr w:val="single" w:sz="4" w:space="0" w:color="auto"/>
        </w:rPr>
        <w:t>都道府県</w:t>
      </w:r>
      <w:r w:rsidRPr="003C04D1">
        <w:rPr>
          <w:rFonts w:hAnsi="ＭＳ 明朝" w:hint="eastAsia"/>
          <w:szCs w:val="21"/>
        </w:rPr>
        <w:t>知事・</w:t>
      </w:r>
      <w:r>
        <w:rPr>
          <w:rFonts w:hAnsi="ＭＳ 明朝" w:hint="eastAsia"/>
          <w:szCs w:val="21"/>
          <w:bdr w:val="single" w:sz="4" w:space="0" w:color="auto"/>
        </w:rPr>
        <w:t>指定都市</w:t>
      </w:r>
      <w:r>
        <w:rPr>
          <w:rFonts w:hAnsi="ＭＳ 明朝" w:hint="eastAsia"/>
          <w:szCs w:val="21"/>
        </w:rPr>
        <w:t xml:space="preserve">市長　</w:t>
      </w:r>
      <w:r w:rsidRPr="007461B4">
        <w:rPr>
          <w:rFonts w:hAnsi="ＭＳ 明朝" w:hint="eastAsia"/>
        </w:rPr>
        <w:t xml:space="preserve">　</w:t>
      </w:r>
      <w:r>
        <w:rPr>
          <w:rFonts w:hAnsi="ＭＳ 明朝" w:hint="eastAsia"/>
          <w:szCs w:val="21"/>
          <w:bdr w:val="single" w:sz="4" w:space="0" w:color="auto" w:frame="1"/>
        </w:rPr>
        <w:t>印</w:t>
      </w:r>
    </w:p>
    <w:p w14:paraId="71D2EF2C" w14:textId="5D9B47AB" w:rsidR="00E71739" w:rsidRDefault="00E71739" w:rsidP="00E71739">
      <w:pPr>
        <w:overflowPunct w:val="0"/>
        <w:autoSpaceDE w:val="0"/>
        <w:autoSpaceDN w:val="0"/>
        <w:jc w:val="right"/>
        <w:rPr>
          <w:rFonts w:hAnsi="ＭＳ 明朝"/>
          <w:szCs w:val="21"/>
          <w:bdr w:val="single" w:sz="4" w:space="0" w:color="auto" w:frame="1"/>
        </w:rPr>
      </w:pPr>
    </w:p>
    <w:p w14:paraId="442E63FE" w14:textId="47E55882" w:rsidR="00E71739" w:rsidRDefault="00E71739" w:rsidP="00E71739">
      <w:pPr>
        <w:overflowPunct w:val="0"/>
        <w:autoSpaceDE w:val="0"/>
        <w:autoSpaceDN w:val="0"/>
        <w:ind w:rightChars="67" w:right="141" w:firstLineChars="85" w:firstLine="178"/>
      </w:pPr>
      <w:r w:rsidRPr="00065120">
        <w:rPr>
          <w:rFonts w:hint="eastAsia"/>
          <w:bdr w:val="single" w:sz="4" w:space="0" w:color="auto"/>
        </w:rPr>
        <w:t>申　請　日</w:t>
      </w:r>
      <w:r>
        <w:t>付けで特別児童扶養手当の認定の請求がありましたが、</w:t>
      </w:r>
      <w:r w:rsidR="00A06F19">
        <w:rPr>
          <w:rFonts w:hint="eastAsia"/>
        </w:rPr>
        <w:t>下記</w:t>
      </w:r>
      <w:r>
        <w:t>のとおり却下しましたので通知します。</w:t>
      </w:r>
    </w:p>
    <w:p w14:paraId="42BEEE9A" w14:textId="4861BDC7" w:rsidR="00E71739" w:rsidRPr="00A97935" w:rsidRDefault="008D0A0D" w:rsidP="00E71739">
      <w:pPr>
        <w:pStyle w:val="ab"/>
        <w:rPr>
          <w:sz w:val="21"/>
          <w:szCs w:val="21"/>
        </w:rPr>
      </w:pPr>
      <w:r w:rsidRPr="00A97935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 wp14:anchorId="68A22832" wp14:editId="4274B559">
                <wp:simplePos x="0" y="0"/>
                <wp:positionH relativeFrom="column">
                  <wp:posOffset>74930</wp:posOffset>
                </wp:positionH>
                <wp:positionV relativeFrom="page">
                  <wp:posOffset>5981700</wp:posOffset>
                </wp:positionV>
                <wp:extent cx="5921375" cy="552450"/>
                <wp:effectExtent l="0" t="0" r="2222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1375" cy="552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C8AB28" w14:textId="6489764F" w:rsidR="00AA53FC" w:rsidRPr="00157A69" w:rsidRDefault="009A7EF9" w:rsidP="00AA53FC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57A6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A22832" id="正方形/長方形 3" o:spid="_x0000_s1028" style="position:absolute;left:0;text-align:left;margin-left:5.9pt;margin-top:471pt;width:466.25pt;height:43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" fillcolor="#92d050" strokecolor="#92d050" strokeweight="1pt">
                <v:fill opacity="52428f"/>
                <v:textbox>
                  <w:txbxContent>
                    <w:p w14:paraId="69C8AB28" w14:textId="6489764F" w:rsidR="00AA53FC" w:rsidRPr="00157A69" w:rsidRDefault="009A7EF9" w:rsidP="00AA53FC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157A6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  <w:r w:rsidR="00E71739" w:rsidRPr="00A97935">
        <w:rPr>
          <w:rFonts w:hint="eastAsia"/>
          <w:sz w:val="21"/>
          <w:szCs w:val="21"/>
        </w:rPr>
        <w:t>記</w:t>
      </w:r>
    </w:p>
    <w:p w14:paraId="1C0B784C" w14:textId="7B38139A" w:rsidR="00E71739" w:rsidRPr="00E71739" w:rsidRDefault="008D0A0D" w:rsidP="00E71739">
      <w:pPr>
        <w:pStyle w:val="a5"/>
        <w:rPr>
          <w:rFonts w:ascii="ＭＳ 明朝" w:eastAsia="ＭＳ 明朝" w:hAnsi="ＭＳ 明朝"/>
          <w:sz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F53E4DC" wp14:editId="016CBE7A">
                <wp:simplePos x="0" y="0"/>
                <wp:positionH relativeFrom="column">
                  <wp:posOffset>74930</wp:posOffset>
                </wp:positionH>
                <wp:positionV relativeFrom="page">
                  <wp:posOffset>6581775</wp:posOffset>
                </wp:positionV>
                <wp:extent cx="5921375" cy="2324100"/>
                <wp:effectExtent l="0" t="0" r="2222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1375" cy="2324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5F2F15" w14:textId="749C0534" w:rsidR="00FB2783" w:rsidRPr="00157A69" w:rsidRDefault="00FB2783" w:rsidP="00FB278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157A6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53E4DC" id="正方形/長方形 2" o:spid="_x0000_s1029" style="position:absolute;margin-left:5.9pt;margin-top:518.25pt;width:466.25pt;height:1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" fillcolor="#92d050" strokecolor="#92d050" strokeweight="1pt">
                <v:fill opacity="52428f"/>
                <v:textbox>
                  <w:txbxContent>
                    <w:p w14:paraId="7C5F2F15" w14:textId="749C0534" w:rsidR="00FB2783" w:rsidRPr="00157A69" w:rsidRDefault="00FB2783" w:rsidP="00FB278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157A69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y="page"/>
                <w10:anchorlock/>
              </v:rect>
            </w:pict>
          </mc:Fallback>
        </mc:AlternateConten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7653"/>
      </w:tblGrid>
      <w:tr w:rsidR="00793A52" w14:paraId="55C4CEE5" w14:textId="77777777" w:rsidTr="008D0A0D">
        <w:trPr>
          <w:trHeight w:val="567"/>
        </w:trPr>
        <w:tc>
          <w:tcPr>
            <w:tcW w:w="1701" w:type="dxa"/>
            <w:shd w:val="clear" w:color="auto" w:fill="auto"/>
            <w:vAlign w:val="center"/>
          </w:tcPr>
          <w:p w14:paraId="7C6E6598" w14:textId="2F2276BD" w:rsidR="00793A52" w:rsidRDefault="00793A52" w:rsidP="00065120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7653" w:type="dxa"/>
            <w:shd w:val="clear" w:color="auto" w:fill="auto"/>
          </w:tcPr>
          <w:p w14:paraId="323C7E44" w14:textId="21A782DB" w:rsidR="00793A52" w:rsidRDefault="00793A52" w:rsidP="00FA23E9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793A52" w14:paraId="63F401ED" w14:textId="77777777" w:rsidTr="008D0A0D">
        <w:trPr>
          <w:trHeight w:val="567"/>
        </w:trPr>
        <w:tc>
          <w:tcPr>
            <w:tcW w:w="1701" w:type="dxa"/>
            <w:shd w:val="clear" w:color="auto" w:fill="auto"/>
            <w:vAlign w:val="center"/>
          </w:tcPr>
          <w:p w14:paraId="7A41F903" w14:textId="5C5587FC" w:rsidR="00793A52" w:rsidRPr="00FA2CDF" w:rsidRDefault="00793A52" w:rsidP="00065120">
            <w:pPr>
              <w:overflowPunct w:val="0"/>
              <w:autoSpaceDE w:val="0"/>
              <w:autoSpaceDN w:val="0"/>
              <w:ind w:rightChars="67" w:right="141"/>
              <w:jc w:val="center"/>
            </w:pPr>
            <w:r>
              <w:rPr>
                <w:rFonts w:hint="eastAsia"/>
              </w:rPr>
              <w:t>住　　　所</w:t>
            </w:r>
          </w:p>
        </w:tc>
        <w:tc>
          <w:tcPr>
            <w:tcW w:w="7653" w:type="dxa"/>
            <w:shd w:val="clear" w:color="auto" w:fill="auto"/>
            <w:vAlign w:val="center"/>
          </w:tcPr>
          <w:p w14:paraId="4FFACF6A" w14:textId="34173006" w:rsidR="00793A52" w:rsidRPr="00FA2CDF" w:rsidRDefault="00793A52" w:rsidP="00793A52">
            <w:pPr>
              <w:overflowPunct w:val="0"/>
              <w:autoSpaceDE w:val="0"/>
              <w:autoSpaceDN w:val="0"/>
              <w:ind w:rightChars="67" w:right="141"/>
            </w:pPr>
          </w:p>
        </w:tc>
      </w:tr>
      <w:tr w:rsidR="00FA2CDF" w14:paraId="013722A1" w14:textId="77777777" w:rsidTr="003E73B5">
        <w:trPr>
          <w:cantSplit/>
          <w:trHeight w:val="2151"/>
        </w:trPr>
        <w:tc>
          <w:tcPr>
            <w:tcW w:w="1701" w:type="dxa"/>
            <w:shd w:val="clear" w:color="auto" w:fill="auto"/>
            <w:textDirection w:val="tbRlV"/>
            <w:vAlign w:val="center"/>
          </w:tcPr>
          <w:p w14:paraId="22FADAEF" w14:textId="4649BF60" w:rsidR="00FA2CDF" w:rsidRPr="00FA2CDF" w:rsidRDefault="00793A52" w:rsidP="00065120">
            <w:pPr>
              <w:overflowPunct w:val="0"/>
              <w:autoSpaceDE w:val="0"/>
              <w:autoSpaceDN w:val="0"/>
              <w:ind w:left="113" w:rightChars="67" w:right="141"/>
              <w:jc w:val="center"/>
            </w:pPr>
            <w:r>
              <w:rPr>
                <w:rFonts w:hint="eastAsia"/>
              </w:rPr>
              <w:t>却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下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し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た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理</w:t>
            </w:r>
            <w:r w:rsidR="003E73B5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由</w:t>
            </w:r>
          </w:p>
        </w:tc>
        <w:tc>
          <w:tcPr>
            <w:tcW w:w="7653" w:type="dxa"/>
            <w:shd w:val="clear" w:color="auto" w:fill="auto"/>
          </w:tcPr>
          <w:p w14:paraId="0CADC3A4" w14:textId="0F8B9D37" w:rsidR="00FA2CDF" w:rsidRPr="00FA2CDF" w:rsidRDefault="00FA2CDF" w:rsidP="00FA2CDF">
            <w:pPr>
              <w:overflowPunct w:val="0"/>
              <w:autoSpaceDE w:val="0"/>
              <w:autoSpaceDN w:val="0"/>
              <w:ind w:rightChars="67" w:right="141"/>
              <w:jc w:val="left"/>
            </w:pPr>
          </w:p>
        </w:tc>
      </w:tr>
    </w:tbl>
    <w:p w14:paraId="3224A33D" w14:textId="0D3AB4F3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</w:p>
    <w:p w14:paraId="3AAB9746" w14:textId="7497DE8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</w:p>
    <w:p w14:paraId="618C8FC2" w14:textId="610440D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</w:p>
    <w:p w14:paraId="532807B3" w14:textId="610440D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>これに不服があるときは、この通知書を受けた日の翌日から起算して3か月以内に、書面で、都道府県知事に対して審査請求をすることができます。</w:t>
      </w:r>
    </w:p>
    <w:p w14:paraId="41BC3ED6" w14:textId="6ED31AEB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 xml:space="preserve">なお、この通知書を受けた日の翌日から起算して3か月以内であっても、この処分の日の翌日から起算して1年を経過したときは、審査請求をすることができません。 </w:t>
      </w:r>
    </w:p>
    <w:p w14:paraId="6DC3654A" w14:textId="47E0B335" w:rsidR="008D0A0D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>また、この処分の取消しを求める訴え(取消訴訟)は、この通知書を受けた日の翌日から起算して6か月以内に、都道府県(政令指定都市の場合は市)を被告として(訴訟において都道府県を代表する者は都道府県知事となり、政令指定都市を代表する者は市長となります。)、提起することができます。</w:t>
      </w:r>
    </w:p>
    <w:p w14:paraId="6A66D5FC" w14:textId="46344A47" w:rsidR="00015D4A" w:rsidRDefault="008D0A0D" w:rsidP="008D0A0D">
      <w:pPr>
        <w:overflowPunct w:val="0"/>
        <w:autoSpaceDE w:val="0"/>
        <w:autoSpaceDN w:val="0"/>
        <w:ind w:leftChars="135" w:left="283" w:rightChars="67" w:right="141" w:firstLineChars="100" w:firstLine="210"/>
      </w:pPr>
      <w:r>
        <w:t>なお、この通知書を受けた日の翌日から起算して6か月以内であっても、この処分の日の翌日から起算して1年を経過したときは、取消訴訟を提起することができません。</w:t>
      </w:r>
    </w:p>
    <w:p w14:paraId="6892913E" w14:textId="12D666D9" w:rsidR="00E71739" w:rsidRPr="003E73B5" w:rsidRDefault="006B1AF2" w:rsidP="003E73B5">
      <w:pPr>
        <w:overflowPunct w:val="0"/>
        <w:autoSpaceDE w:val="0"/>
        <w:autoSpaceDN w:val="0"/>
        <w:ind w:firstLineChars="67" w:firstLine="141"/>
        <w:jc w:val="right"/>
      </w:pPr>
      <w:r>
        <w:t>(A列4番)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7229"/>
      </w:tblGrid>
      <w:tr w:rsidR="003E73B5" w:rsidRPr="00890837" w14:paraId="0E031904" w14:textId="77777777" w:rsidTr="000022B7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737429C" w14:textId="77777777" w:rsidR="003E73B5" w:rsidRPr="00890837" w:rsidRDefault="003E73B5" w:rsidP="000022B7">
            <w:pPr>
              <w:pStyle w:val="a5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3E73B5" w:rsidRPr="00890837" w14:paraId="59E8B0DB" w14:textId="77777777" w:rsidTr="000022B7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27E366BA" w14:textId="77777777" w:rsidR="003E73B5" w:rsidRPr="00890837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89083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3E73B5" w:rsidRPr="00890837" w14:paraId="5A53DB9E" w14:textId="77777777" w:rsidTr="000022B7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4ED59FBE" w14:textId="77777777" w:rsidR="003E73B5" w:rsidRPr="004906BE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745E2239" w14:textId="77777777" w:rsidR="003E73B5" w:rsidRPr="004906BE" w:rsidRDefault="003E73B5" w:rsidP="000022B7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3E73B5" w:rsidRPr="00931AC4" w14:paraId="4D986BAE" w14:textId="77777777" w:rsidTr="000022B7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E1D206D" w14:textId="77777777" w:rsidR="003E73B5" w:rsidRPr="004906BE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E71E23F" w14:textId="77777777" w:rsidR="003E73B5" w:rsidRPr="004906BE" w:rsidRDefault="003E73B5" w:rsidP="000022B7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2014CE7" w14:textId="77777777" w:rsidR="003E73B5" w:rsidRPr="004906BE" w:rsidRDefault="003E73B5" w:rsidP="000022B7">
            <w:pPr>
              <w:pStyle w:val="a5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906BE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　FAX番号　123-456-7890</w:t>
            </w:r>
          </w:p>
          <w:p w14:paraId="56EFEE5E" w14:textId="77777777" w:rsidR="003E73B5" w:rsidRPr="004906BE" w:rsidRDefault="004906BE" w:rsidP="000022B7">
            <w:pPr>
              <w:pStyle w:val="a5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hyperlink r:id="rId11" w:history="1">
              <w:r w:rsidR="003E73B5" w:rsidRPr="004906BE">
                <w:rPr>
                  <w:rStyle w:val="a8"/>
                  <w:rFonts w:ascii="ＭＳ 明朝" w:eastAsia="ＭＳ 明朝" w:hAnsi="ＭＳ 明朝" w:cs="ＭＳ 明朝" w:hint="eastAsia"/>
                  <w:color w:val="auto"/>
                  <w:sz w:val="21"/>
                  <w:szCs w:val="21"/>
                  <w:u w:val="none"/>
                </w:rPr>
                <w:t>xxxxxxxxxx@yyy.zzz.aaa</w:t>
              </w:r>
            </w:hyperlink>
          </w:p>
        </w:tc>
      </w:tr>
    </w:tbl>
    <w:p w14:paraId="6B67E2C0" w14:textId="77777777" w:rsidR="003E73B5" w:rsidRPr="003E73B5" w:rsidRDefault="003E73B5" w:rsidP="003E73B5">
      <w:pPr>
        <w:overflowPunct w:val="0"/>
        <w:autoSpaceDE w:val="0"/>
        <w:autoSpaceDN w:val="0"/>
        <w:ind w:firstLineChars="67" w:firstLine="141"/>
        <w:jc w:val="right"/>
      </w:pPr>
    </w:p>
    <w:sectPr w:rsidR="003E73B5" w:rsidRPr="003E73B5" w:rsidSect="00AB165A">
      <w:headerReference w:type="default" r:id="rId12"/>
      <w:pgSz w:w="11906" w:h="16838" w:code="9"/>
      <w:pgMar w:top="1701" w:right="1247" w:bottom="851" w:left="1247" w:header="284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D2CBA" w14:textId="77777777" w:rsidR="00855C50" w:rsidRDefault="00855C50">
      <w:r>
        <w:separator/>
      </w:r>
    </w:p>
  </w:endnote>
  <w:endnote w:type="continuationSeparator" w:id="0">
    <w:p w14:paraId="6101B663" w14:textId="77777777" w:rsidR="00855C50" w:rsidRDefault="00855C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6DA7" w14:textId="77777777" w:rsidR="00855C50" w:rsidRDefault="00855C50">
      <w:r>
        <w:separator/>
      </w:r>
    </w:p>
  </w:footnote>
  <w:footnote w:type="continuationSeparator" w:id="0">
    <w:p w14:paraId="0BCC154D" w14:textId="77777777" w:rsidR="00855C50" w:rsidRDefault="00855C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471B2" w14:textId="77777777" w:rsidR="00065120" w:rsidRDefault="00065120">
    <w:pPr>
      <w:pStyle w:val="a3"/>
    </w:pPr>
    <w:r>
      <w:t>様式第十二号(第十八条関係)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87664"/>
    <w:multiLevelType w:val="hybridMultilevel"/>
    <w:tmpl w:val="4344F662"/>
    <w:lvl w:ilvl="0" w:tplc="7F00A70E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ABA418D"/>
    <w:multiLevelType w:val="hybridMultilevel"/>
    <w:tmpl w:val="81A40010"/>
    <w:lvl w:ilvl="0" w:tplc="4D60B7CC">
      <w:start w:val="1"/>
      <w:numFmt w:val="decimal"/>
      <w:lvlText w:val="%1"/>
      <w:lvlJc w:val="left"/>
      <w:pPr>
        <w:ind w:left="50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83D"/>
    <w:rsid w:val="000022B7"/>
    <w:rsid w:val="00015D4A"/>
    <w:rsid w:val="000358D9"/>
    <w:rsid w:val="00052D0B"/>
    <w:rsid w:val="00065120"/>
    <w:rsid w:val="00065B1E"/>
    <w:rsid w:val="00067CE4"/>
    <w:rsid w:val="0008405D"/>
    <w:rsid w:val="00092646"/>
    <w:rsid w:val="000A2562"/>
    <w:rsid w:val="000A2848"/>
    <w:rsid w:val="000B57F2"/>
    <w:rsid w:val="000C0913"/>
    <w:rsid w:val="000D2546"/>
    <w:rsid w:val="000F74ED"/>
    <w:rsid w:val="001209B1"/>
    <w:rsid w:val="00135C60"/>
    <w:rsid w:val="001466CE"/>
    <w:rsid w:val="00157A69"/>
    <w:rsid w:val="001620CF"/>
    <w:rsid w:val="00167783"/>
    <w:rsid w:val="00171425"/>
    <w:rsid w:val="001933F0"/>
    <w:rsid w:val="001D3EE5"/>
    <w:rsid w:val="001D3F72"/>
    <w:rsid w:val="001F3314"/>
    <w:rsid w:val="00225EFD"/>
    <w:rsid w:val="00227EE9"/>
    <w:rsid w:val="002374BA"/>
    <w:rsid w:val="00242D08"/>
    <w:rsid w:val="00247CD8"/>
    <w:rsid w:val="00266160"/>
    <w:rsid w:val="002A30E4"/>
    <w:rsid w:val="002C22C4"/>
    <w:rsid w:val="002C68EC"/>
    <w:rsid w:val="002C719D"/>
    <w:rsid w:val="002D29E7"/>
    <w:rsid w:val="0032348C"/>
    <w:rsid w:val="00345E9E"/>
    <w:rsid w:val="003B22AB"/>
    <w:rsid w:val="003B6F31"/>
    <w:rsid w:val="003E73B5"/>
    <w:rsid w:val="0041207E"/>
    <w:rsid w:val="0045271D"/>
    <w:rsid w:val="0045334C"/>
    <w:rsid w:val="0046067B"/>
    <w:rsid w:val="004906BE"/>
    <w:rsid w:val="004E4E44"/>
    <w:rsid w:val="00575B17"/>
    <w:rsid w:val="005B6077"/>
    <w:rsid w:val="005C199A"/>
    <w:rsid w:val="006078D4"/>
    <w:rsid w:val="006314A9"/>
    <w:rsid w:val="006443EA"/>
    <w:rsid w:val="00673630"/>
    <w:rsid w:val="00681AE9"/>
    <w:rsid w:val="00683792"/>
    <w:rsid w:val="006B1AF2"/>
    <w:rsid w:val="00714674"/>
    <w:rsid w:val="0072011C"/>
    <w:rsid w:val="007210E9"/>
    <w:rsid w:val="00740A24"/>
    <w:rsid w:val="00747A3D"/>
    <w:rsid w:val="00760D70"/>
    <w:rsid w:val="007627D5"/>
    <w:rsid w:val="00775EB2"/>
    <w:rsid w:val="00780814"/>
    <w:rsid w:val="00780C84"/>
    <w:rsid w:val="00781BB6"/>
    <w:rsid w:val="00784322"/>
    <w:rsid w:val="00793A52"/>
    <w:rsid w:val="007C5F1A"/>
    <w:rsid w:val="007E30EF"/>
    <w:rsid w:val="00801B5A"/>
    <w:rsid w:val="008074CF"/>
    <w:rsid w:val="00852521"/>
    <w:rsid w:val="008541F0"/>
    <w:rsid w:val="00855C50"/>
    <w:rsid w:val="00865425"/>
    <w:rsid w:val="008B4004"/>
    <w:rsid w:val="008D0A0D"/>
    <w:rsid w:val="008F290D"/>
    <w:rsid w:val="00904836"/>
    <w:rsid w:val="00922322"/>
    <w:rsid w:val="009647CD"/>
    <w:rsid w:val="00981BCA"/>
    <w:rsid w:val="009A7EF9"/>
    <w:rsid w:val="009D093D"/>
    <w:rsid w:val="009D1C61"/>
    <w:rsid w:val="009E316A"/>
    <w:rsid w:val="009F3D4B"/>
    <w:rsid w:val="009F654D"/>
    <w:rsid w:val="00A066F2"/>
    <w:rsid w:val="00A06F19"/>
    <w:rsid w:val="00A561E4"/>
    <w:rsid w:val="00A97935"/>
    <w:rsid w:val="00AA53FC"/>
    <w:rsid w:val="00AB165A"/>
    <w:rsid w:val="00AC0156"/>
    <w:rsid w:val="00AF7645"/>
    <w:rsid w:val="00B024B5"/>
    <w:rsid w:val="00B25607"/>
    <w:rsid w:val="00B26226"/>
    <w:rsid w:val="00B4033C"/>
    <w:rsid w:val="00B4185C"/>
    <w:rsid w:val="00B442A5"/>
    <w:rsid w:val="00B5542A"/>
    <w:rsid w:val="00B56236"/>
    <w:rsid w:val="00B64956"/>
    <w:rsid w:val="00B90F28"/>
    <w:rsid w:val="00BE1BF3"/>
    <w:rsid w:val="00BF5405"/>
    <w:rsid w:val="00C155BF"/>
    <w:rsid w:val="00C27600"/>
    <w:rsid w:val="00C31714"/>
    <w:rsid w:val="00C60781"/>
    <w:rsid w:val="00C90D0D"/>
    <w:rsid w:val="00CA283D"/>
    <w:rsid w:val="00CD1908"/>
    <w:rsid w:val="00CD2DD6"/>
    <w:rsid w:val="00CE2FC2"/>
    <w:rsid w:val="00D22322"/>
    <w:rsid w:val="00D24726"/>
    <w:rsid w:val="00D6512C"/>
    <w:rsid w:val="00D72CAA"/>
    <w:rsid w:val="00D83528"/>
    <w:rsid w:val="00D84CE1"/>
    <w:rsid w:val="00DD5F5B"/>
    <w:rsid w:val="00DF699C"/>
    <w:rsid w:val="00E0460E"/>
    <w:rsid w:val="00E058CA"/>
    <w:rsid w:val="00E22B67"/>
    <w:rsid w:val="00E71739"/>
    <w:rsid w:val="00E73BAD"/>
    <w:rsid w:val="00EB6B18"/>
    <w:rsid w:val="00ED2DC4"/>
    <w:rsid w:val="00ED5D1A"/>
    <w:rsid w:val="00F05652"/>
    <w:rsid w:val="00F0702D"/>
    <w:rsid w:val="00F2197C"/>
    <w:rsid w:val="00F27ECE"/>
    <w:rsid w:val="00F355EC"/>
    <w:rsid w:val="00F50D14"/>
    <w:rsid w:val="00F65E8A"/>
    <w:rsid w:val="00F9129A"/>
    <w:rsid w:val="00F92366"/>
    <w:rsid w:val="00F970B3"/>
    <w:rsid w:val="00FA23E9"/>
    <w:rsid w:val="00FA2CDF"/>
    <w:rsid w:val="00FB2783"/>
    <w:rsid w:val="00FB40E5"/>
    <w:rsid w:val="00FE15AC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EAB025"/>
  <w15:chartTrackingRefBased/>
  <w15:docId w15:val="{610FF1A7-8DFD-4CE1-88C3-913970F3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7627D5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7627D5"/>
    <w:rPr>
      <w:rFonts w:ascii="kiloji" w:eastAsia="kiloji" w:hAnsi="kiloji" w:cs="kiloji"/>
    </w:rPr>
  </w:style>
  <w:style w:type="table" w:styleId="a7">
    <w:name w:val="Table Grid"/>
    <w:basedOn w:val="a1"/>
    <w:uiPriority w:val="59"/>
    <w:rsid w:val="00B442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3E73B5"/>
    <w:rPr>
      <w:color w:val="0563C1"/>
      <w:u w:val="single"/>
    </w:rPr>
  </w:style>
  <w:style w:type="character" w:styleId="a9">
    <w:name w:val="Unresolved Mention"/>
    <w:uiPriority w:val="99"/>
    <w:semiHidden/>
    <w:unhideWhenUsed/>
    <w:rsid w:val="003E73B5"/>
    <w:rPr>
      <w:color w:val="605E5C"/>
      <w:shd w:val="clear" w:color="auto" w:fill="E1DFDD"/>
    </w:rPr>
  </w:style>
  <w:style w:type="paragraph" w:styleId="aa">
    <w:name w:val="No Spacing"/>
    <w:uiPriority w:val="1"/>
    <w:qFormat/>
    <w:rsid w:val="006314A9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styleId="ab">
    <w:name w:val="Note Heading"/>
    <w:basedOn w:val="a"/>
    <w:next w:val="a"/>
    <w:link w:val="ac"/>
    <w:uiPriority w:val="99"/>
    <w:unhideWhenUsed/>
    <w:rsid w:val="00E71739"/>
    <w:pPr>
      <w:jc w:val="center"/>
    </w:pPr>
    <w:rPr>
      <w:rFonts w:hAnsi="ＭＳ 明朝" w:cs="kiloji"/>
      <w:kern w:val="0"/>
      <w:sz w:val="20"/>
    </w:rPr>
  </w:style>
  <w:style w:type="character" w:customStyle="1" w:styleId="ac">
    <w:name w:val="記 (文字)"/>
    <w:basedOn w:val="a0"/>
    <w:link w:val="ab"/>
    <w:uiPriority w:val="99"/>
    <w:rsid w:val="00E71739"/>
    <w:rPr>
      <w:rFonts w:ascii="ＭＳ 明朝" w:hAnsi="ＭＳ 明朝" w:cs="kiloji"/>
    </w:rPr>
  </w:style>
  <w:style w:type="paragraph" w:styleId="ad">
    <w:name w:val="Closing"/>
    <w:basedOn w:val="a"/>
    <w:link w:val="ae"/>
    <w:uiPriority w:val="99"/>
    <w:unhideWhenUsed/>
    <w:rsid w:val="00E71739"/>
    <w:pPr>
      <w:jc w:val="right"/>
    </w:pPr>
    <w:rPr>
      <w:rFonts w:hAnsi="ＭＳ 明朝" w:cs="kiloji"/>
      <w:kern w:val="0"/>
      <w:sz w:val="20"/>
    </w:rPr>
  </w:style>
  <w:style w:type="character" w:customStyle="1" w:styleId="ae">
    <w:name w:val="結語 (文字)"/>
    <w:basedOn w:val="a0"/>
    <w:link w:val="ad"/>
    <w:uiPriority w:val="99"/>
    <w:rsid w:val="00E71739"/>
    <w:rPr>
      <w:rFonts w:ascii="ＭＳ 明朝" w:hAnsi="ＭＳ 明朝" w:cs="kiloj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86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xxxxxxxxxx@yyy.zzz.aa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1C315-5DDE-4BC9-BD25-A6CF563CC1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EAECC1-4594-4826-B7FE-0723917A03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4FD3B7-5C87-4052-8B8B-BFBAEC430F33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D01BBC3-26A6-4C1F-BD03-2330E5286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306</TotalTime>
  <Pages>1</Pages>
  <Words>495</Words>
  <Characters>167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661</CharactersWithSpaces>
  <SharedDoc>false</SharedDoc>
  <HLinks>
    <vt:vector size="6" baseType="variant">
      <vt:variant>
        <vt:i4>3670099</vt:i4>
      </vt:variant>
      <vt:variant>
        <vt:i4>0</vt:i4>
      </vt:variant>
      <vt:variant>
        <vt:i4>0</vt:i4>
      </vt:variant>
      <vt:variant>
        <vt:i4>5</vt:i4>
      </vt:variant>
      <vt:variant>
        <vt:lpwstr>mailto:xxxxxxxxxx@yyy.zzz.aaa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2021-12-21T07:40:00Z</cp:lastPrinted>
  <dcterms:created xsi:type="dcterms:W3CDTF">2021-10-19T11:50:00Z</dcterms:created>
  <dcterms:modified xsi:type="dcterms:W3CDTF">2022-06-02T00:32:00Z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2021-09-17T06:38:18Z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c75f887a-cd24-43aa-8066-238ca39859bf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