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9F70B" w14:textId="57C56D0B" w:rsidR="00D6512C" w:rsidRPr="006D7EA4" w:rsidRDefault="00E44FE4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3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7090491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5000EBAB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E5DD36A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25FE5DE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1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3C54B01B">
          <v:shape id="_x0000_s2053" type="#_x0000_t202" style="position:absolute;left:0;text-align:left;margin-left:69.2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0DE4A5B5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6D7EA4" w14:paraId="79F09D4D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FBAC124" w14:textId="1B9D0FF9" w:rsidR="00D6512C" w:rsidRDefault="007B079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6D7EA4">
              <w:rPr>
                <w:rFonts w:hAnsi="ＭＳ 明朝" w:hint="eastAsia"/>
                <w:sz w:val="28"/>
                <w:szCs w:val="28"/>
              </w:rPr>
              <w:t>一時差止</w:t>
            </w:r>
            <w:r w:rsidR="00D6512C" w:rsidRPr="006D7EA4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737A9172" w14:textId="77777777" w:rsidR="007E4AA6" w:rsidRDefault="007E4AA6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2FF107F" w14:textId="77777777" w:rsidR="00961260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E28997A" w14:textId="77777777" w:rsidR="00961260" w:rsidRPr="004D2C41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46949FC9" w14:textId="65DC88AC" w:rsidR="00961260" w:rsidRDefault="00961260" w:rsidP="007E4AA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6D7EA4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6D7EA4">
              <w:rPr>
                <w:rFonts w:hAnsi="ＭＳ 明朝" w:hint="eastAsia"/>
                <w:szCs w:val="21"/>
              </w:rPr>
              <w:t>については、</w:t>
            </w:r>
            <w:r w:rsidR="007E4AA6">
              <w:rPr>
                <w:rFonts w:hAnsi="ＭＳ 明朝" w:hint="eastAsia"/>
                <w:szCs w:val="21"/>
              </w:rPr>
              <w:t>下</w:t>
            </w:r>
            <w:r w:rsidRPr="006D7EA4">
              <w:rPr>
                <w:rFonts w:hAnsi="ＭＳ 明朝" w:hint="eastAsia"/>
                <w:szCs w:val="21"/>
              </w:rPr>
              <w:t>記のとおり、一時差止しましたので通知します。</w:t>
            </w:r>
          </w:p>
          <w:p w14:paraId="4EC2B0EB" w14:textId="77777777" w:rsidR="00961260" w:rsidRDefault="00961260" w:rsidP="0096126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1EFDCA6" w14:textId="49FB7B6C" w:rsidR="00961260" w:rsidRPr="006D7EA4" w:rsidRDefault="009612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743A49" w:rsidRPr="006D7EA4" w14:paraId="6E2C1A4C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ECF7A60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89681D4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60FF6A65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41A1905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6D7EA4" w14:paraId="58A5D87D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F9BFA2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4398498" w14:textId="77777777" w:rsidR="00D6512C" w:rsidRPr="006D7EA4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</w:t>
            </w:r>
            <w:r w:rsidR="00D6512C" w:rsidRPr="006D7EA4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2DA06D6C" w14:textId="4047D867" w:rsidR="00D6512C" w:rsidRPr="009B47B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E929688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6D7EA4" w14:paraId="55C48818" w14:textId="77777777" w:rsidTr="007E4AA6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D6F21A1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B69FEBE" w14:textId="77777777" w:rsidR="00266160" w:rsidRPr="006D7EA4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</w:t>
            </w:r>
            <w:r w:rsidR="00266160" w:rsidRPr="006D7EA4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0C5EB68A" w14:textId="77777777" w:rsidR="00266160" w:rsidRPr="006D7EA4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88D74BF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43A49" w:rsidRPr="006D7EA4" w14:paraId="6CE4D1F9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A5F036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4BFD2C3F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一時差止開始年月</w:t>
            </w:r>
          </w:p>
        </w:tc>
        <w:tc>
          <w:tcPr>
            <w:tcW w:w="5835" w:type="dxa"/>
            <w:vAlign w:val="center"/>
          </w:tcPr>
          <w:p w14:paraId="4A9744A1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830A2D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37A41F1B" w14:textId="77777777" w:rsidTr="007E4AA6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158278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20C5A0AB" w14:textId="77777777" w:rsidR="00A03B1D" w:rsidRDefault="00743A49" w:rsidP="00DB536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6495B5D1" w14:textId="41830DED" w:rsidR="00F156BA" w:rsidRPr="00DB5361" w:rsidRDefault="00F156BA" w:rsidP="00400B1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5E6D0C15" w14:textId="77777777" w:rsidR="00743A49" w:rsidRPr="00516BC3" w:rsidRDefault="00743A4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  <w:p w14:paraId="187576D2" w14:textId="77777777" w:rsidR="00743A49" w:rsidRPr="00516BC3" w:rsidRDefault="00A03B1D" w:rsidP="00A03B1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6D5C0D0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6DF02E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6B1ADB99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E4A152B" w14:textId="4BF517DC" w:rsidR="00D6512C" w:rsidRPr="006D7EA4" w:rsidRDefault="00E44F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7" style="position:absolute;left:0;text-align:left;margin-left:-4pt;margin-top:.7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08B1AA53" w14:textId="77777777" w:rsidR="007E4AA6" w:rsidRDefault="007E4AA6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B0B1035" w14:textId="14A13D19" w:rsidR="00AE6392" w:rsidRPr="00B52183" w:rsidRDefault="00B52183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B5218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6D7EA4" w14:paraId="1CB24233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27F7705" w14:textId="30672826" w:rsidR="00AE6392" w:rsidRDefault="00AE6392" w:rsidP="007E4AA6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006779A4" w14:textId="5F05D687" w:rsidR="00AE6392" w:rsidRPr="006D7EA4" w:rsidRDefault="00AE639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01313F" w:rsidRPr="003D23D4" w14:paraId="71392385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4BA778" w14:textId="77777777" w:rsidR="0001313F" w:rsidRPr="00890837" w:rsidRDefault="00E44FE4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805BB09">
                <v:rect id="正方形/長方形 8" o:spid="_x0000_s2065" style="position:absolute;left:0;text-align:left;margin-left:-4.4pt;margin-top:9.6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E52F12" w14:textId="77777777" w:rsidR="0001313F" w:rsidRPr="00CC5C0C" w:rsidRDefault="0001313F" w:rsidP="0001313F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01313F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01313F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6648FF1" w14:textId="77777777" w:rsidR="0001313F" w:rsidRPr="00890837" w:rsidRDefault="0001313F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AF2F960" w14:textId="77777777" w:rsidR="0001313F" w:rsidRPr="00890837" w:rsidRDefault="0001313F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655B623" w14:textId="77777777" w:rsidR="0001313F" w:rsidRPr="00BB10A4" w:rsidRDefault="0001313F" w:rsidP="003D23D4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6D7EA4" w14:paraId="1642BB6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A274AE6" w14:textId="77777777" w:rsidR="0001313F" w:rsidRDefault="0001313F" w:rsidP="0001313F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0DE968F" w14:textId="183CA8E0" w:rsidR="00D6187D" w:rsidRPr="006D7EA4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D7EA4" w14:paraId="3FC27BAC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1B1A09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D7EA4" w14:paraId="6C33150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0F5C5D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571E53" w14:textId="77777777" w:rsidR="00D6187D" w:rsidRPr="006D7EA4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D7EA4" w14:paraId="61B2DF21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EBA2380" w14:textId="77777777" w:rsidR="00A51911" w:rsidRPr="00E44FE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5F0D8D1" w14:textId="77777777" w:rsidR="00A03B1D" w:rsidRPr="00E44FE4" w:rsidRDefault="00A03B1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3BA9262" w14:textId="77777777" w:rsidR="00A51911" w:rsidRPr="00E44FE4" w:rsidRDefault="00D6187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51911"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78E85E0" w14:textId="77777777" w:rsidR="00A03B1D" w:rsidRPr="00E44FE4" w:rsidRDefault="00A03B1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626DF63" w14:textId="77777777" w:rsidR="00D6512C" w:rsidRPr="005E4DB7" w:rsidRDefault="00D6512C" w:rsidP="00D6187D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5E4DB7" w:rsidSect="00AE6392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7754D" w14:textId="77777777" w:rsidR="007D4148" w:rsidRDefault="007D4148">
      <w:r>
        <w:separator/>
      </w:r>
    </w:p>
  </w:endnote>
  <w:endnote w:type="continuationSeparator" w:id="0">
    <w:p w14:paraId="7CDB401A" w14:textId="77777777" w:rsidR="007D4148" w:rsidRDefault="007D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29194" w14:textId="77777777" w:rsidR="007D4148" w:rsidRDefault="007D4148">
      <w:r>
        <w:separator/>
      </w:r>
    </w:p>
  </w:footnote>
  <w:footnote w:type="continuationSeparator" w:id="0">
    <w:p w14:paraId="392471FE" w14:textId="77777777" w:rsidR="007D4148" w:rsidRDefault="007D4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777E9" w14:textId="1BE97745" w:rsidR="00124779" w:rsidRDefault="00E44FE4">
    <w:pPr>
      <w:pStyle w:val="a3"/>
    </w:pPr>
    <w:r>
      <w:rPr>
        <w:noProof/>
      </w:rPr>
      <w:pict w14:anchorId="7EA1AFFD">
        <v:rect id="正方形/長方形 9" o:spid="_x0000_s1025" style="position:absolute;left:0;text-align:left;margin-left:53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23CC7BA4" w14:textId="77777777" w:rsidR="00124779" w:rsidRPr="00124779" w:rsidRDefault="00124779" w:rsidP="00124779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24779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5F61"/>
    <w:rsid w:val="0001313F"/>
    <w:rsid w:val="000713B9"/>
    <w:rsid w:val="000D414F"/>
    <w:rsid w:val="000E3307"/>
    <w:rsid w:val="000E7B15"/>
    <w:rsid w:val="000F5EDE"/>
    <w:rsid w:val="00124779"/>
    <w:rsid w:val="00163D6E"/>
    <w:rsid w:val="001E3F26"/>
    <w:rsid w:val="001F3314"/>
    <w:rsid w:val="00230201"/>
    <w:rsid w:val="002374BA"/>
    <w:rsid w:val="00247CD8"/>
    <w:rsid w:val="002577FF"/>
    <w:rsid w:val="00266160"/>
    <w:rsid w:val="002A202E"/>
    <w:rsid w:val="00302BBB"/>
    <w:rsid w:val="0032345C"/>
    <w:rsid w:val="003315A2"/>
    <w:rsid w:val="003B4841"/>
    <w:rsid w:val="003D23D4"/>
    <w:rsid w:val="003E5E6F"/>
    <w:rsid w:val="00400B16"/>
    <w:rsid w:val="004279BD"/>
    <w:rsid w:val="004370C4"/>
    <w:rsid w:val="00516BC3"/>
    <w:rsid w:val="00551EBF"/>
    <w:rsid w:val="005C4C74"/>
    <w:rsid w:val="005E4DB7"/>
    <w:rsid w:val="005E54E7"/>
    <w:rsid w:val="005F1AE9"/>
    <w:rsid w:val="006078D4"/>
    <w:rsid w:val="006443EA"/>
    <w:rsid w:val="00683792"/>
    <w:rsid w:val="006D3D3B"/>
    <w:rsid w:val="006D7EA4"/>
    <w:rsid w:val="006F6582"/>
    <w:rsid w:val="007146AB"/>
    <w:rsid w:val="00725110"/>
    <w:rsid w:val="007345D8"/>
    <w:rsid w:val="00743A49"/>
    <w:rsid w:val="007A160E"/>
    <w:rsid w:val="007A3EEC"/>
    <w:rsid w:val="007B0793"/>
    <w:rsid w:val="007D4148"/>
    <w:rsid w:val="007E4AA6"/>
    <w:rsid w:val="00801B5A"/>
    <w:rsid w:val="008864D4"/>
    <w:rsid w:val="008B39BD"/>
    <w:rsid w:val="008E177C"/>
    <w:rsid w:val="00961260"/>
    <w:rsid w:val="009647CD"/>
    <w:rsid w:val="009672FA"/>
    <w:rsid w:val="009B47B0"/>
    <w:rsid w:val="009C070F"/>
    <w:rsid w:val="00A03B1D"/>
    <w:rsid w:val="00A23D7D"/>
    <w:rsid w:val="00A51911"/>
    <w:rsid w:val="00AA6152"/>
    <w:rsid w:val="00AD5161"/>
    <w:rsid w:val="00AE6392"/>
    <w:rsid w:val="00B024B5"/>
    <w:rsid w:val="00B37DC3"/>
    <w:rsid w:val="00B52183"/>
    <w:rsid w:val="00B55A11"/>
    <w:rsid w:val="00B56236"/>
    <w:rsid w:val="00C55A0A"/>
    <w:rsid w:val="00C97420"/>
    <w:rsid w:val="00CA283D"/>
    <w:rsid w:val="00CD2DD6"/>
    <w:rsid w:val="00CF1CB2"/>
    <w:rsid w:val="00D6187D"/>
    <w:rsid w:val="00D6512C"/>
    <w:rsid w:val="00D83528"/>
    <w:rsid w:val="00DA7944"/>
    <w:rsid w:val="00DB5361"/>
    <w:rsid w:val="00DD5F5B"/>
    <w:rsid w:val="00DE6F53"/>
    <w:rsid w:val="00DF3A67"/>
    <w:rsid w:val="00DF699C"/>
    <w:rsid w:val="00E23A32"/>
    <w:rsid w:val="00E44FE4"/>
    <w:rsid w:val="00E500F3"/>
    <w:rsid w:val="00E57E16"/>
    <w:rsid w:val="00E65166"/>
    <w:rsid w:val="00E713DE"/>
    <w:rsid w:val="00E7578C"/>
    <w:rsid w:val="00EB6B18"/>
    <w:rsid w:val="00ED2DC4"/>
    <w:rsid w:val="00ED5D1A"/>
    <w:rsid w:val="00EE5CC3"/>
    <w:rsid w:val="00EF5D35"/>
    <w:rsid w:val="00F05652"/>
    <w:rsid w:val="00F145C0"/>
    <w:rsid w:val="00F156BA"/>
    <w:rsid w:val="00F2197C"/>
    <w:rsid w:val="00F27ECE"/>
    <w:rsid w:val="00F4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1"/>
      </o:rules>
    </o:shapelayout>
  </w:shapeDefaults>
  <w:decimalSymbol w:val="."/>
  <w:listSeparator w:val=","/>
  <w14:docId w14:val="44B0F3DC"/>
  <w15:chartTrackingRefBased/>
  <w15:docId w15:val="{5FA2AA7C-AE36-4CC3-A69B-347936E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A51911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A51911"/>
    <w:pPr>
      <w:jc w:val="left"/>
    </w:pPr>
  </w:style>
  <w:style w:type="character" w:customStyle="1" w:styleId="a9">
    <w:name w:val="コメント文字列 (文字)"/>
    <w:link w:val="a8"/>
    <w:uiPriority w:val="99"/>
    <w:rsid w:val="00A51911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51911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A51911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1AE9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F1AE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0713B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CE3D82B4-7A3B-449C-B129-35878863259E}"/>
</file>

<file path=customXml/itemProps2.xml><?xml version="1.0" encoding="utf-8"?>
<ds:datastoreItem xmlns:ds="http://schemas.openxmlformats.org/officeDocument/2006/customXml" ds:itemID="{9DAFB5C8-F75E-4A29-9878-F9BA07557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04D33-8056-43E4-8C27-3126E2D55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17</TotalTime>
  <Pages>1</Pages>
  <Words>94</Words>
  <Characters>537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2021-12-20T05:08:00Z</cp:lastPrinted>
  <dcterms:created xsi:type="dcterms:W3CDTF">2021-10-21T04:39:00Z</dcterms:created>
  <dcterms:modified xsi:type="dcterms:W3CDTF">2022-06-02T00:45:00Z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2021-10-23T03:21:53Z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6a4a3646-75a4-484c-90b0-f2d6307e48f7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