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21B7" w14:textId="7114E571" w:rsidR="00D6512C" w:rsidRPr="00432BA7" w:rsidRDefault="00CF33F5"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CF33F5"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CF33F5">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8467" w14:textId="20D48706" w:rsidR="00580864" w:rsidRDefault="00CF33F5">
    <w:pPr>
      <w:pStyle w:val="a3"/>
    </w:pPr>
    <w:r>
      <w:rPr>
        <w:noProof/>
      </w:rPr>
      <w:pict w14:anchorId="213F9F71">
        <v:rect id="正方形/長方形 9" o:spid="_x0000_s1025" style="position:absolute;left:0;text-align:left;margin-left:51.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43EA"/>
    <w:rsid w:val="00683792"/>
    <w:rsid w:val="006955E0"/>
    <w:rsid w:val="00747A3D"/>
    <w:rsid w:val="0076155F"/>
    <w:rsid w:val="007627D5"/>
    <w:rsid w:val="0078732A"/>
    <w:rsid w:val="007A3152"/>
    <w:rsid w:val="00801B5A"/>
    <w:rsid w:val="008074CF"/>
    <w:rsid w:val="00844285"/>
    <w:rsid w:val="008534B3"/>
    <w:rsid w:val="0089025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F705B387-1086-45E0-B345-10F154CFF4FC}">
  <ds:schemaRefs>
    <ds:schemaRef ds:uri="http://schemas.microsoft.com/sharepoint/v3/contenttype/forms"/>
  </ds:schemaRefs>
</ds:datastoreItem>
</file>

<file path=customXml/itemProps2.xml><?xml version="1.0" encoding="utf-8"?>
<ds:datastoreItem xmlns:ds="http://schemas.openxmlformats.org/officeDocument/2006/customXml" ds:itemID="{0A762927-8372-4DBD-9E42-145A0CD542B5}"/>
</file>

<file path=customXml/itemProps3.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2023-03-27T07:04:00Z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