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3A11C2FF">
                <wp:simplePos x="0" y="0"/>
                <wp:positionH relativeFrom="page">
                  <wp:posOffset>183515</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B693A4B" id="_x0000_t32" coordsize="21600,21600" o:spt="32" o:oned="t" path="m,l21600,21600e" filled="f">
                <v:path arrowok="t" fillok="f" o:connecttype="none"/>
                <o:lock v:ext="edit" shapetype="t"/>
              </v:shapetype>
              <v:shape id="直線矢印コネクタ 6" o:spid="_x0000_s1026" type="#_x0000_t32" style="position:absolute;left:0;text-align:left;margin-left:14.45pt;margin-top:319.2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">
                <w10:wrap anchorx="page" anchory="page"/>
              </v:shape>
            </w:pict>
          </mc:Fallback>
        </mc:AlternateContent>
      </w:r>
    </w:p>
    <w:tbl>
      <w:tblPr>
        <w:tblW w:w="85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298"/>
        <w:gridCol w:w="1379"/>
        <w:gridCol w:w="2259"/>
        <w:gridCol w:w="9"/>
      </w:tblGrid>
      <w:tr w:rsidR="00D6512C" w:rsidRPr="00BF5A53" w14:paraId="7FFFE4A3" w14:textId="77777777" w:rsidTr="00647B1B">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647B1B">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298"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379" w:type="dxa"/>
            <w:vAlign w:val="center"/>
          </w:tcPr>
          <w:p w14:paraId="0B5BC421" w14:textId="33ED6009" w:rsidR="00B51314" w:rsidRPr="00BF5A53" w:rsidRDefault="00647B1B" w:rsidP="00D93FF4">
            <w:pPr>
              <w:wordWrap w:val="0"/>
              <w:overflowPunct w:val="0"/>
              <w:autoSpaceDE w:val="0"/>
              <w:autoSpaceDN w:val="0"/>
              <w:jc w:val="center"/>
              <w:rPr>
                <w:rFonts w:hAnsi="ＭＳ 明朝"/>
                <w:szCs w:val="21"/>
              </w:rPr>
            </w:pPr>
            <w:r>
              <w:rPr>
                <w:rFonts w:hAnsi="ＭＳ 明朝" w:hint="eastAsia"/>
                <w:szCs w:val="21"/>
              </w:rPr>
              <w:t>記号・</w:t>
            </w:r>
            <w:r w:rsidR="00B51314" w:rsidRPr="00BF5A53">
              <w:rPr>
                <w:rFonts w:hAnsi="ＭＳ 明朝" w:hint="eastAsia"/>
                <w:szCs w:val="21"/>
              </w:rPr>
              <w:t>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647B1B">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224DF048" w14:textId="38C2C351" w:rsidR="00B51314" w:rsidRPr="00C34380" w:rsidRDefault="00804C5E" w:rsidP="00C34380">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647B1B">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647B1B">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647B1B">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647B1B">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3F1781DD">
              <wp:simplePos x="0" y="0"/>
              <wp:positionH relativeFrom="page">
                <wp:posOffset>651510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51.3pt;margin-top:14.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952AB"/>
    <w:rsid w:val="000C4AB0"/>
    <w:rsid w:val="000D2546"/>
    <w:rsid w:val="00110A2C"/>
    <w:rsid w:val="001138E3"/>
    <w:rsid w:val="00113E13"/>
    <w:rsid w:val="00135C60"/>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47B1B"/>
    <w:rsid w:val="00683792"/>
    <w:rsid w:val="006C59DA"/>
    <w:rsid w:val="006C6C69"/>
    <w:rsid w:val="00747A3D"/>
    <w:rsid w:val="007627D5"/>
    <w:rsid w:val="007B2BB4"/>
    <w:rsid w:val="007C0F33"/>
    <w:rsid w:val="00801B5A"/>
    <w:rsid w:val="00804C5E"/>
    <w:rsid w:val="008074CF"/>
    <w:rsid w:val="00846D3A"/>
    <w:rsid w:val="00875DBD"/>
    <w:rsid w:val="008C23EF"/>
    <w:rsid w:val="008E0F84"/>
    <w:rsid w:val="009162DE"/>
    <w:rsid w:val="00923842"/>
    <w:rsid w:val="009635CD"/>
    <w:rsid w:val="009647CD"/>
    <w:rsid w:val="00A561E4"/>
    <w:rsid w:val="00A57875"/>
    <w:rsid w:val="00A64E4F"/>
    <w:rsid w:val="00A93360"/>
    <w:rsid w:val="00A97324"/>
    <w:rsid w:val="00AC196E"/>
    <w:rsid w:val="00B024B5"/>
    <w:rsid w:val="00B51314"/>
    <w:rsid w:val="00B56236"/>
    <w:rsid w:val="00B64956"/>
    <w:rsid w:val="00B66D2D"/>
    <w:rsid w:val="00BC68D5"/>
    <w:rsid w:val="00BF5A53"/>
    <w:rsid w:val="00C34380"/>
    <w:rsid w:val="00C67D8C"/>
    <w:rsid w:val="00CA283D"/>
    <w:rsid w:val="00CB19B5"/>
    <w:rsid w:val="00CD2DD6"/>
    <w:rsid w:val="00D03754"/>
    <w:rsid w:val="00D431D2"/>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502AC2A-5734-4FAD-A9BB-BCBDC1E7C6A1}"/>
</file>

<file path=customXml/itemProps2.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3.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RB-EF.dot</Template>
  <TotalTime>91</TotalTime>
  <Pages>1</Pages>
  <Words>423</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2024-02-26T06:21:00Z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