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5C40B" w14:textId="69EDF1B0" w:rsidR="00F2197C" w:rsidRDefault="00376991">
      <w:pPr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/>
          <w:noProof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2" type="#_x0000_t202" style="position:absolute;left:0;text-align:left;margin-left:290.2pt;margin-top:-56.15pt;width:121.7pt;height:51.05pt;z-index:251660288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style="mso-next-textbox:#テキスト ボックス 2" inset="0,0,0,0">
              <w:txbxContent>
                <w:p w14:paraId="31EEDA4F" w14:textId="77777777" w:rsidR="00AB63C7" w:rsidRPr="004D2C41" w:rsidRDefault="00AB63C7" w:rsidP="00AB63C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3339DA72" w14:textId="77777777" w:rsidR="00AB63C7" w:rsidRPr="004D2C41" w:rsidRDefault="00AB63C7" w:rsidP="00AB63C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4D7E27C5" w14:textId="77777777" w:rsidR="00AB63C7" w:rsidRPr="004D2C41" w:rsidRDefault="00AB63C7" w:rsidP="00AB63C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Century"/>
          <w:noProof/>
        </w:rPr>
        <w:pict w14:anchorId="578B319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0" type="#_x0000_t32" style="position:absolute;left:0;text-align:left;margin-left:14.2pt;margin-top:317.25pt;width:7.1pt;height:0;z-index:251659264;mso-position-horizontal:absolute;mso-position-horizontal-relative:page;mso-position-vertical:absolute;mso-position-vertical-relative:page;mso-width-relative:margin;mso-height-relative:margin;v-text-anchor:middle" o:connectortype="straight" o:allowincell="f" strokecolor="#2f528f" strokeweight="1pt">
            <w10:wrap anchorx="page" anchory="page"/>
          </v:shape>
        </w:pict>
      </w:r>
      <w:r>
        <w:rPr>
          <w:rFonts w:hAnsi="Century"/>
          <w:noProof/>
        </w:rPr>
        <w:pict w14:anchorId="2A4AAAF1">
          <v:shape id="_x0000_s2053" type="#_x0000_t202" style="position:absolute;left:0;text-align:left;margin-left:69.45pt;margin-top:38.3pt;width:184.25pt;height:99.2pt;z-index:251655168;mso-position-horizontal:absolute;mso-position-horizontal-relative:page;mso-position-vertical:absolute;mso-position-vertical-relative:page" o:allowincell="f">
            <v:textbox style="mso-next-textbox:#_x0000_s2053" inset="5.85pt,.7pt,5.85pt,.7pt">
              <w:txbxContent>
                <w:p w14:paraId="76889A37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851"/>
        <w:gridCol w:w="6118"/>
        <w:gridCol w:w="260"/>
      </w:tblGrid>
      <w:tr w:rsidR="00D6512C" w14:paraId="51DC26AC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3FD1A9F" w14:textId="4388C09C" w:rsidR="00D6512C" w:rsidRDefault="00B161C7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266160" w:rsidRPr="00B161C7">
              <w:rPr>
                <w:rFonts w:hAnsi="Century" w:hint="eastAsia"/>
                <w:sz w:val="28"/>
                <w:szCs w:val="28"/>
              </w:rPr>
              <w:t>支給停止</w:t>
            </w:r>
            <w:r w:rsidR="00D6512C" w:rsidRPr="00B161C7">
              <w:rPr>
                <w:rFonts w:hAnsi="Century" w:hint="eastAsia"/>
                <w:sz w:val="28"/>
                <w:szCs w:val="28"/>
              </w:rPr>
              <w:t>通知書</w:t>
            </w:r>
          </w:p>
          <w:p w14:paraId="7051FB42" w14:textId="77777777" w:rsidR="00716118" w:rsidRDefault="00716118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</w:p>
          <w:p w14:paraId="78B2BE03" w14:textId="77777777" w:rsidR="00381022" w:rsidRDefault="00381022" w:rsidP="00381022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7C306C1A" w14:textId="77777777" w:rsidR="00381022" w:rsidRPr="004D2C41" w:rsidRDefault="00381022" w:rsidP="00381022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68B01AC1" w14:textId="51C5E798" w:rsidR="00381022" w:rsidRDefault="00381022" w:rsidP="00716118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>
              <w:rPr>
                <w:rFonts w:hAnsi="Century" w:hint="eastAsia"/>
              </w:rPr>
              <w:t>については、</w:t>
            </w:r>
            <w:r w:rsidR="00716118">
              <w:rPr>
                <w:rFonts w:hAnsi="Century" w:hint="eastAsia"/>
              </w:rPr>
              <w:t>下記</w:t>
            </w:r>
            <w:r>
              <w:rPr>
                <w:rFonts w:hAnsi="Century" w:hint="eastAsia"/>
              </w:rPr>
              <w:t>のとおり、支給停止しましたので通知します。</w:t>
            </w:r>
          </w:p>
          <w:p w14:paraId="46FF3AF3" w14:textId="77777777" w:rsidR="00381022" w:rsidRDefault="00381022" w:rsidP="00381022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5883C2FC" w14:textId="28D73AF2" w:rsidR="00381022" w:rsidRPr="00B161C7" w:rsidRDefault="00381022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pacing w:val="210"/>
                <w:sz w:val="28"/>
                <w:szCs w:val="28"/>
              </w:rPr>
            </w:pPr>
          </w:p>
        </w:tc>
      </w:tr>
      <w:tr w:rsidR="006F0983" w14:paraId="0111A0A6" w14:textId="77777777" w:rsidTr="00716118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05C46842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847" w:type="dxa"/>
            <w:gridSpan w:val="2"/>
            <w:vAlign w:val="center"/>
          </w:tcPr>
          <w:p w14:paraId="5AE0624C" w14:textId="77777777" w:rsidR="006F0983" w:rsidRDefault="006F0983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受給者氏名</w:t>
            </w:r>
          </w:p>
        </w:tc>
        <w:tc>
          <w:tcPr>
            <w:tcW w:w="6118" w:type="dxa"/>
            <w:vAlign w:val="center"/>
          </w:tcPr>
          <w:p w14:paraId="6D27F1E5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3077DACC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6512C" w14:paraId="266C19E2" w14:textId="77777777" w:rsidTr="00716118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C4CC04C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4779DBBB" w14:textId="77777777" w:rsidR="00D6512C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</w:t>
            </w:r>
            <w:r w:rsidR="00D6512C">
              <w:rPr>
                <w:rFonts w:hAnsi="Century" w:hint="eastAsia"/>
              </w:rPr>
              <w:t>住所</w:t>
            </w:r>
          </w:p>
        </w:tc>
        <w:tc>
          <w:tcPr>
            <w:tcW w:w="6118" w:type="dxa"/>
            <w:vAlign w:val="center"/>
          </w:tcPr>
          <w:p w14:paraId="28EF7C26" w14:textId="19110231" w:rsidR="00D6512C" w:rsidRPr="00524BF9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067A8C7C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266160" w14:paraId="0AA71059" w14:textId="77777777" w:rsidTr="00EF1C7B">
        <w:trPr>
          <w:gridBefore w:val="1"/>
          <w:wBefore w:w="14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C29CCB8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0A9F6B9D" w14:textId="77777777" w:rsidR="00266160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支給停止の理由</w:t>
            </w:r>
          </w:p>
        </w:tc>
        <w:tc>
          <w:tcPr>
            <w:tcW w:w="6118" w:type="dxa"/>
            <w:vAlign w:val="center"/>
          </w:tcPr>
          <w:p w14:paraId="20F0256D" w14:textId="77777777" w:rsidR="00266160" w:rsidRDefault="00266160" w:rsidP="00266160">
            <w:pPr>
              <w:overflowPunct w:val="0"/>
              <w:autoSpaceDE w:val="0"/>
              <w:autoSpaceDN w:val="0"/>
              <w:jc w:val="left"/>
              <w:rPr>
                <w:rFonts w:hAnsi="Century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37D893B3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6F0983" w14:paraId="00C0F8CD" w14:textId="77777777" w:rsidTr="00716118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462AE366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76629B50" w14:textId="77777777" w:rsidR="006F0983" w:rsidRDefault="006F0983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支給停止の期間</w:t>
            </w:r>
          </w:p>
        </w:tc>
        <w:tc>
          <w:tcPr>
            <w:tcW w:w="6118" w:type="dxa"/>
            <w:vAlign w:val="center"/>
          </w:tcPr>
          <w:p w14:paraId="3FED5568" w14:textId="2701F116" w:rsidR="006F0983" w:rsidRPr="00BB10A4" w:rsidRDefault="00BB10A4" w:rsidP="00BB10A4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 w:rsidRPr="00BB10A4">
              <w:rPr>
                <w:rFonts w:hAnsi="Century" w:hint="eastAsia"/>
              </w:rPr>
              <w:t>年　　　月から　　　年　　月まで</w:t>
            </w: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0EF24EAD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14:paraId="758ACE3D" w14:textId="77777777" w:rsidTr="00915D61">
        <w:trPr>
          <w:gridBefore w:val="1"/>
          <w:wBefore w:w="14" w:type="dxa"/>
          <w:cantSplit/>
          <w:trHeight w:val="1603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06157B8F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</w:tcPr>
          <w:p w14:paraId="71A24568" w14:textId="2C493541" w:rsidR="00720D26" w:rsidRPr="006F36B3" w:rsidRDefault="006F0983" w:rsidP="006F36B3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備考</w:t>
            </w:r>
          </w:p>
        </w:tc>
        <w:tc>
          <w:tcPr>
            <w:tcW w:w="6118" w:type="dxa"/>
            <w:shd w:val="clear" w:color="auto" w:fill="92D050"/>
            <w:vAlign w:val="center"/>
          </w:tcPr>
          <w:p w14:paraId="794D9ECA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  <w:p w14:paraId="31D1B6FA" w14:textId="24C3E094" w:rsidR="006F0983" w:rsidRPr="00676DA9" w:rsidRDefault="005F2F7D" w:rsidP="005F2F7D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</w:rPr>
            </w:pPr>
            <w:r w:rsidRPr="00676DA9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固定</w:t>
            </w:r>
            <w:r w:rsidR="007610BF" w:rsidRPr="00676DA9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文言</w:t>
            </w:r>
            <w:r w:rsidR="006F36B3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１</w:t>
            </w:r>
            <w:r w:rsidRPr="00676DA9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＋編集</w:t>
            </w:r>
            <w:r w:rsidR="007610BF" w:rsidRPr="00676DA9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１</w:t>
            </w:r>
          </w:p>
          <w:p w14:paraId="55655795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2BDDC2E6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14:paraId="2FC68805" w14:textId="77777777" w:rsidTr="00D6187D">
        <w:trPr>
          <w:gridBefore w:val="1"/>
          <w:wBefore w:w="14" w:type="dxa"/>
          <w:cantSplit/>
          <w:trHeight w:val="136"/>
        </w:trPr>
        <w:tc>
          <w:tcPr>
            <w:tcW w:w="8491" w:type="dxa"/>
            <w:gridSpan w:val="5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916EE72" w14:textId="792E01E0" w:rsidR="00D6512C" w:rsidRDefault="00376991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8" style="position:absolute;left:0;text-align:left;margin-left:-3.6pt;margin-top:1.9pt;width:424.85pt;height:34.65pt;z-index:251658240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5DC7E775" w14:textId="1FF35B63" w:rsidR="00D94F77" w:rsidRPr="006F36B3" w:rsidRDefault="006F36B3" w:rsidP="00915D61">
                        <w:pPr>
                          <w:spacing w:beforeLines="50" w:before="167"/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6F36B3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>
              <w:rPr>
                <w:rFonts w:hAnsi="Century" w:hint="eastAsia"/>
              </w:rPr>
              <w:t xml:space="preserve">　</w:t>
            </w:r>
          </w:p>
        </w:tc>
      </w:tr>
      <w:tr w:rsidR="006443EA" w14:paraId="0179F72E" w14:textId="77777777" w:rsidTr="00D6187D">
        <w:trPr>
          <w:gridBefore w:val="1"/>
          <w:wBefore w:w="14" w:type="dxa"/>
          <w:cantSplit/>
          <w:trHeight w:val="409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DA1D8B8" w14:textId="2CB5ACBB" w:rsidR="00D94F77" w:rsidRDefault="00D94F77" w:rsidP="00BB10A4">
            <w:pPr>
              <w:wordWrap w:val="0"/>
              <w:overflowPunct w:val="0"/>
              <w:autoSpaceDE w:val="0"/>
              <w:autoSpaceDN w:val="0"/>
              <w:spacing w:line="240" w:lineRule="exact"/>
              <w:ind w:left="28" w:right="28" w:firstLineChars="64" w:firstLine="134"/>
              <w:rPr>
                <w:rFonts w:hAnsi="Century"/>
              </w:rPr>
            </w:pPr>
          </w:p>
          <w:p w14:paraId="6E5D0447" w14:textId="7BD9CD31" w:rsidR="00D94F77" w:rsidRDefault="00D94F77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Century"/>
              </w:rPr>
            </w:pPr>
          </w:p>
        </w:tc>
      </w:tr>
      <w:tr w:rsidR="00D6512C" w:rsidRPr="00376991" w14:paraId="0456D1B1" w14:textId="77777777" w:rsidTr="00716118">
        <w:trPr>
          <w:gridBefore w:val="1"/>
          <w:wBefore w:w="14" w:type="dxa"/>
          <w:cantSplit/>
          <w:trHeight w:val="3055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E9C2BC" w14:textId="0835F529" w:rsidR="00BB10A4" w:rsidRPr="00915D61" w:rsidRDefault="00376991" w:rsidP="00915D61">
            <w:pPr>
              <w:wordWrap w:val="0"/>
              <w:overflowPunct w:val="0"/>
              <w:autoSpaceDE w:val="0"/>
              <w:autoSpaceDN w:val="0"/>
              <w:ind w:firstLineChars="78" w:firstLine="156"/>
              <w:rPr>
                <w:rFonts w:hAnsi="ＭＳ 明朝" w:cs="FUJ-Minchotai"/>
                <w:kern w:val="0"/>
                <w:sz w:val="20"/>
              </w:rPr>
            </w:pPr>
            <w:r>
              <w:rPr>
                <w:noProof/>
                <w:sz w:val="20"/>
              </w:rPr>
              <w:pict w14:anchorId="5DE715A2">
                <v:rect id="正方形/長方形 8" o:spid="_x0000_s2065" style="position:absolute;left:0;text-align:left;margin-left:-4.4pt;margin-top:.35pt;width:425.25pt;height:134.25pt;z-index:251662336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0535CC42" w14:textId="77777777" w:rsidR="00BB10A4" w:rsidRPr="00CC5C0C" w:rsidRDefault="00BB10A4" w:rsidP="00BB10A4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BB10A4" w:rsidRPr="00915D61">
              <w:rPr>
                <w:rFonts w:hAnsi="ＭＳ 明朝" w:cs="FUJ-Minchotai" w:hint="eastAsia"/>
                <w:kern w:val="0"/>
                <w:sz w:val="20"/>
              </w:rPr>
              <w:t>この処分に不服があるときは、この通知書を受けた日の翌日から起算して3か月以内に、書面で、都道府県知事に対して審査請求をすることができます。</w:t>
            </w:r>
          </w:p>
          <w:p w14:paraId="51E0A06E" w14:textId="1FEFF50A" w:rsidR="00BB10A4" w:rsidRPr="00915D61" w:rsidRDefault="00BB10A4" w:rsidP="00BB10A4">
            <w:pPr>
              <w:autoSpaceDE w:val="0"/>
              <w:autoSpaceDN w:val="0"/>
              <w:adjustRightInd w:val="0"/>
              <w:ind w:firstLineChars="78" w:firstLine="156"/>
              <w:jc w:val="left"/>
              <w:rPr>
                <w:rFonts w:hAnsi="ＭＳ 明朝" w:cs="FUJ-Minchotai"/>
                <w:kern w:val="0"/>
                <w:sz w:val="20"/>
              </w:rPr>
            </w:pPr>
            <w:r w:rsidRPr="00915D61">
              <w:rPr>
                <w:rFonts w:hAnsi="ＭＳ 明朝" w:cs="FUJ-Minchotai" w:hint="eastAsia"/>
                <w:kern w:val="0"/>
                <w:sz w:val="20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317778CC" w14:textId="77777777" w:rsidR="00BB10A4" w:rsidRPr="00915D61" w:rsidRDefault="00BB10A4" w:rsidP="00BB10A4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 w:val="20"/>
              </w:rPr>
            </w:pPr>
            <w:r w:rsidRPr="00915D61">
              <w:rPr>
                <w:rFonts w:hAnsi="ＭＳ 明朝" w:hint="eastAsia"/>
                <w:sz w:val="20"/>
              </w:rPr>
              <w:t>この処分の取消しを求める訴え（取消訴訟）は、この通知書を受けた日の翌日から起算して6か月以内に、</w:t>
            </w:r>
            <w:r w:rsidRPr="00915D61">
              <w:rPr>
                <w:rFonts w:hAnsi="ＭＳ 明朝" w:cs="FUJ-Minchotai" w:hint="eastAsia"/>
                <w:kern w:val="0"/>
                <w:sz w:val="20"/>
              </w:rPr>
              <w:t>市町村</w:t>
            </w:r>
            <w:r w:rsidRPr="00915D61">
              <w:rPr>
                <w:rFonts w:hAnsi="ＭＳ 明朝" w:hint="eastAsia"/>
                <w:sz w:val="20"/>
              </w:rPr>
              <w:t>（都道府県がした処分については都道府県）を被告として</w:t>
            </w:r>
            <w:r w:rsidRPr="00915D61">
              <w:rPr>
                <w:rFonts w:hAnsi="ＭＳ 明朝"/>
                <w:sz w:val="20"/>
              </w:rPr>
              <w:t>(</w:t>
            </w:r>
            <w:r w:rsidRPr="00915D61">
              <w:rPr>
                <w:rFonts w:hAnsi="ＭＳ 明朝" w:hint="eastAsia"/>
                <w:sz w:val="20"/>
              </w:rPr>
              <w:t>訴訟において</w:t>
            </w:r>
            <w:r w:rsidRPr="00915D61">
              <w:rPr>
                <w:rFonts w:hAnsi="ＭＳ 明朝" w:cs="FUJ-Minchotai" w:hint="eastAsia"/>
                <w:kern w:val="0"/>
                <w:sz w:val="20"/>
              </w:rPr>
              <w:t>市町村（都道府県）</w:t>
            </w:r>
            <w:r w:rsidRPr="00915D61">
              <w:rPr>
                <w:rFonts w:hAnsi="ＭＳ 明朝" w:hint="eastAsia"/>
                <w:sz w:val="20"/>
              </w:rPr>
              <w:t>を代表する者は市町村長（都道府県知事）となります。</w:t>
            </w:r>
            <w:r w:rsidRPr="00915D61">
              <w:rPr>
                <w:rFonts w:hAnsi="ＭＳ 明朝"/>
                <w:sz w:val="20"/>
              </w:rPr>
              <w:t>)</w:t>
            </w:r>
            <w:r w:rsidRPr="00915D61">
              <w:rPr>
                <w:rFonts w:hAnsi="ＭＳ 明朝" w:hint="eastAsia"/>
                <w:sz w:val="20"/>
              </w:rPr>
              <w:t>、提起することができます。</w:t>
            </w:r>
          </w:p>
          <w:p w14:paraId="731D1EAB" w14:textId="77777777" w:rsidR="00D6512C" w:rsidRPr="00915D61" w:rsidRDefault="00BB10A4" w:rsidP="00700420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56"/>
              <w:rPr>
                <w:rFonts w:hAnsi="ＭＳ 明朝" w:cs="FUJ-Minchotai"/>
                <w:kern w:val="0"/>
                <w:sz w:val="20"/>
              </w:rPr>
            </w:pPr>
            <w:r w:rsidRPr="00915D61">
              <w:rPr>
                <w:rFonts w:hAnsi="ＭＳ 明朝" w:cs="FUJ-Minchotai" w:hint="eastAsia"/>
                <w:kern w:val="0"/>
                <w:sz w:val="20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  <w:p w14:paraId="41C747B7" w14:textId="750AF937" w:rsidR="00915D61" w:rsidRDefault="00376991" w:rsidP="00915D61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spacing w:line="120" w:lineRule="exact"/>
              <w:ind w:firstLineChars="78" w:firstLine="164"/>
              <w:rPr>
                <w:rFonts w:hAnsi="ＭＳ 明朝"/>
                <w:sz w:val="20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_x0000_s2068" style="position:absolute;left:0;text-align:left;margin-left:-4.4pt;margin-top:6.1pt;width:424.85pt;height:30.9pt;z-index:251663360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_x0000_s2068">
                    <w:txbxContent>
                      <w:p w14:paraId="4107A326" w14:textId="41C6493F" w:rsidR="00376991" w:rsidRPr="006F36B3" w:rsidRDefault="00376991" w:rsidP="00376991">
                        <w:pPr>
                          <w:spacing w:line="320" w:lineRule="exact"/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固定文言２</w:t>
                        </w:r>
                      </w:p>
                    </w:txbxContent>
                  </v:textbox>
                </v:rect>
              </w:pict>
            </w:r>
          </w:p>
          <w:p w14:paraId="1ED55BA4" w14:textId="65A51A22" w:rsidR="00915D61" w:rsidRPr="00915D61" w:rsidRDefault="00915D61" w:rsidP="00700420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56"/>
              <w:rPr>
                <w:rFonts w:hAnsi="ＭＳ 明朝"/>
                <w:sz w:val="20"/>
              </w:rPr>
            </w:pPr>
            <w:r w:rsidRPr="00915D61">
              <w:rPr>
                <w:rFonts w:hAnsi="ＭＳ 明朝" w:hint="eastAsia"/>
                <w:sz w:val="20"/>
              </w:rPr>
              <w:t>支給停止の措置を受けた場合で、翌年8月以降について</w:t>
            </w:r>
            <w:r w:rsidR="00376991">
              <w:rPr>
                <w:rFonts w:hAnsi="ＭＳ 明朝" w:hint="eastAsia"/>
                <w:sz w:val="20"/>
              </w:rPr>
              <w:t>手当</w:t>
            </w:r>
            <w:r w:rsidRPr="00915D61">
              <w:rPr>
                <w:rFonts w:hAnsi="ＭＳ 明朝" w:hint="eastAsia"/>
                <w:sz w:val="20"/>
              </w:rPr>
              <w:t>の支給を受けることを希望するときは、翌年8月12日から9月11日の間に所定の書類により所得状況届を提出してください。</w:t>
            </w:r>
          </w:p>
          <w:p w14:paraId="79F698F4" w14:textId="085E259B" w:rsidR="00915D61" w:rsidRPr="00915D61" w:rsidRDefault="00915D61" w:rsidP="00915D61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spacing w:line="120" w:lineRule="exact"/>
              <w:ind w:leftChars="100" w:left="210" w:firstLineChars="78" w:firstLine="156"/>
              <w:rPr>
                <w:rFonts w:hAnsi="Century"/>
                <w:sz w:val="20"/>
              </w:rPr>
            </w:pPr>
          </w:p>
        </w:tc>
      </w:tr>
      <w:tr w:rsidR="00D6187D" w:rsidRPr="006636B7" w14:paraId="379A1185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1B7147F" w14:textId="33D94FEC" w:rsidR="00D6187D" w:rsidRPr="006636B7" w:rsidRDefault="00D6187D" w:rsidP="003B4841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6636B7" w14:paraId="6A550402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C9EFCCD" w14:textId="77777777" w:rsidR="00D6187D" w:rsidRPr="006636B7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D6187D" w:rsidRPr="006636B7" w14:paraId="1FD35BFE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A87C220" w14:textId="77777777" w:rsidR="00D6187D" w:rsidRPr="006636B7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52F3A11" w14:textId="77777777" w:rsidR="00D6187D" w:rsidRPr="006636B7" w:rsidRDefault="00D6187D" w:rsidP="003B484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D6187D" w:rsidRPr="006636B7" w14:paraId="719D0183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A7CF37F" w14:textId="77777777" w:rsidR="007A7F98" w:rsidRPr="00EF2AC4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F2AC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769608E7" w14:textId="77777777" w:rsidR="005F2F7D" w:rsidRPr="00EF2AC4" w:rsidRDefault="005F2F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F2AC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4E087D7" w14:textId="77777777" w:rsidR="007A7F98" w:rsidRPr="00EF2AC4" w:rsidRDefault="00D6187D" w:rsidP="006F0983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F2AC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454AE7" w:rsidRPr="00EF2AC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4C8421B" w14:textId="77777777" w:rsidR="005F2F7D" w:rsidRPr="00EF2AC4" w:rsidRDefault="005F2F7D" w:rsidP="006F0983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F2AC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2F4FFA86" w14:textId="77777777" w:rsidR="00D6512C" w:rsidRDefault="00D6512C" w:rsidP="00915D61">
      <w:pPr>
        <w:wordWrap w:val="0"/>
        <w:overflowPunct w:val="0"/>
        <w:autoSpaceDE w:val="0"/>
        <w:autoSpaceDN w:val="0"/>
        <w:spacing w:line="60" w:lineRule="exact"/>
        <w:rPr>
          <w:rFonts w:hAnsi="Century"/>
        </w:rPr>
      </w:pPr>
    </w:p>
    <w:sectPr w:rsidR="00D6512C" w:rsidSect="00D52FE7">
      <w:headerReference w:type="default" r:id="rId9"/>
      <w:pgSz w:w="11906" w:h="16838" w:code="9"/>
      <w:pgMar w:top="1817" w:right="1701" w:bottom="709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5DCC9" w14:textId="77777777" w:rsidR="006B2561" w:rsidRDefault="006B2561">
      <w:r>
        <w:separator/>
      </w:r>
    </w:p>
  </w:endnote>
  <w:endnote w:type="continuationSeparator" w:id="0">
    <w:p w14:paraId="5A46984E" w14:textId="77777777" w:rsidR="006B2561" w:rsidRDefault="006B2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AEA0E" w14:textId="77777777" w:rsidR="006B2561" w:rsidRDefault="006B2561">
      <w:r>
        <w:separator/>
      </w:r>
    </w:p>
  </w:footnote>
  <w:footnote w:type="continuationSeparator" w:id="0">
    <w:p w14:paraId="141D5809" w14:textId="77777777" w:rsidR="006B2561" w:rsidRDefault="006B2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88669" w14:textId="77777777" w:rsidR="00F2197C" w:rsidRDefault="00F2197C">
    <w:pPr>
      <w:pStyle w:val="a3"/>
    </w:pPr>
    <w:r>
      <w:rPr>
        <w:rFonts w:hAnsi="Century" w:hint="eastAsia"/>
      </w:rPr>
      <w:t>様式第</w:t>
    </w:r>
    <w:r w:rsidR="00266160">
      <w:rPr>
        <w:rFonts w:hAnsi="Century" w:hint="eastAsia"/>
      </w:rPr>
      <w:t>6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9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168F0"/>
    <w:rsid w:val="00083ED4"/>
    <w:rsid w:val="000D1344"/>
    <w:rsid w:val="00156FFE"/>
    <w:rsid w:val="00195A89"/>
    <w:rsid w:val="001B6F4C"/>
    <w:rsid w:val="001D2E02"/>
    <w:rsid w:val="001F3314"/>
    <w:rsid w:val="002374BA"/>
    <w:rsid w:val="00247CD8"/>
    <w:rsid w:val="00266160"/>
    <w:rsid w:val="00270A02"/>
    <w:rsid w:val="002A202E"/>
    <w:rsid w:val="00305EB4"/>
    <w:rsid w:val="00376991"/>
    <w:rsid w:val="00381022"/>
    <w:rsid w:val="003A0DE0"/>
    <w:rsid w:val="003B4841"/>
    <w:rsid w:val="003D0813"/>
    <w:rsid w:val="00422CCC"/>
    <w:rsid w:val="004278A0"/>
    <w:rsid w:val="004374F7"/>
    <w:rsid w:val="00454AE7"/>
    <w:rsid w:val="004B2014"/>
    <w:rsid w:val="004B2D92"/>
    <w:rsid w:val="0051011B"/>
    <w:rsid w:val="00524BF9"/>
    <w:rsid w:val="00571519"/>
    <w:rsid w:val="005C6307"/>
    <w:rsid w:val="005F2F7D"/>
    <w:rsid w:val="006078D4"/>
    <w:rsid w:val="006443EA"/>
    <w:rsid w:val="00676DA9"/>
    <w:rsid w:val="00683792"/>
    <w:rsid w:val="006B035E"/>
    <w:rsid w:val="006B2561"/>
    <w:rsid w:val="006F0983"/>
    <w:rsid w:val="006F36B3"/>
    <w:rsid w:val="00700420"/>
    <w:rsid w:val="00716118"/>
    <w:rsid w:val="00720D26"/>
    <w:rsid w:val="00750E25"/>
    <w:rsid w:val="007610BF"/>
    <w:rsid w:val="00793109"/>
    <w:rsid w:val="007A7F98"/>
    <w:rsid w:val="007B57B9"/>
    <w:rsid w:val="00801B5A"/>
    <w:rsid w:val="00872C6F"/>
    <w:rsid w:val="008B7F16"/>
    <w:rsid w:val="008E177C"/>
    <w:rsid w:val="00915D61"/>
    <w:rsid w:val="009647CD"/>
    <w:rsid w:val="009E1A6D"/>
    <w:rsid w:val="009E5676"/>
    <w:rsid w:val="00A14233"/>
    <w:rsid w:val="00A21A0E"/>
    <w:rsid w:val="00A5675B"/>
    <w:rsid w:val="00AB63C7"/>
    <w:rsid w:val="00AC29DC"/>
    <w:rsid w:val="00AD733C"/>
    <w:rsid w:val="00AE60B4"/>
    <w:rsid w:val="00B024B5"/>
    <w:rsid w:val="00B161C7"/>
    <w:rsid w:val="00B36790"/>
    <w:rsid w:val="00B56236"/>
    <w:rsid w:val="00B64E08"/>
    <w:rsid w:val="00B7635D"/>
    <w:rsid w:val="00BB10A4"/>
    <w:rsid w:val="00C27C0F"/>
    <w:rsid w:val="00C52C99"/>
    <w:rsid w:val="00CA283D"/>
    <w:rsid w:val="00CD2DD6"/>
    <w:rsid w:val="00CE0194"/>
    <w:rsid w:val="00D140D5"/>
    <w:rsid w:val="00D52FE7"/>
    <w:rsid w:val="00D6187D"/>
    <w:rsid w:val="00D6217D"/>
    <w:rsid w:val="00D6512C"/>
    <w:rsid w:val="00D804B8"/>
    <w:rsid w:val="00D83528"/>
    <w:rsid w:val="00D94F77"/>
    <w:rsid w:val="00DD5F5B"/>
    <w:rsid w:val="00DF699C"/>
    <w:rsid w:val="00E23A32"/>
    <w:rsid w:val="00E637D2"/>
    <w:rsid w:val="00E87C40"/>
    <w:rsid w:val="00EB65BB"/>
    <w:rsid w:val="00EB6B18"/>
    <w:rsid w:val="00ED2DC4"/>
    <w:rsid w:val="00ED5D1A"/>
    <w:rsid w:val="00EF1C7B"/>
    <w:rsid w:val="00EF2AC4"/>
    <w:rsid w:val="00EF7D90"/>
    <w:rsid w:val="00F05652"/>
    <w:rsid w:val="00F145C0"/>
    <w:rsid w:val="00F2197C"/>
    <w:rsid w:val="00F27ECE"/>
    <w:rsid w:val="00F60D26"/>
    <w:rsid w:val="00FE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2"/>
      <o:rules v:ext="edit">
        <o:r id="V:Rule2" type="connector" idref="#_x0000_s2060"/>
      </o:rules>
    </o:shapelayout>
  </w:shapeDefaults>
  <w:decimalSymbol w:val="."/>
  <w:listSeparator w:val=","/>
  <w14:docId w14:val="61BC84DB"/>
  <w15:chartTrackingRefBased/>
  <w15:docId w15:val="{7FF3C9D1-83C3-40CC-A320-48072BBF4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7A7F98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7A7F98"/>
    <w:pPr>
      <w:jc w:val="left"/>
    </w:pPr>
  </w:style>
  <w:style w:type="character" w:customStyle="1" w:styleId="a9">
    <w:name w:val="コメント文字列 (文字)"/>
    <w:link w:val="a8"/>
    <w:uiPriority w:val="99"/>
    <w:rsid w:val="007A7F98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A7F98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7A7F98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7A7F98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7A7F98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AB63C7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AF12B6-FAD8-4D5D-B4CD-E96B14B244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5233FA-E033-4361-A82B-E7A82FAF4B39}"/>
</file>

<file path=customXml/itemProps3.xml><?xml version="1.0" encoding="utf-8"?>
<ds:datastoreItem xmlns:ds="http://schemas.openxmlformats.org/officeDocument/2006/customXml" ds:itemID="{588EA229-872E-47FA-BA1E-60AC7BD434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97</TotalTime>
  <Pages>1</Pages>
  <Words>108</Words>
  <Characters>620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2021-12-20T04:30:00Z</cp:lastPrinted>
  <dcterms:created xsi:type="dcterms:W3CDTF">2021-10-21T04:38:00Z</dcterms:created>
  <dcterms:modified xsi:type="dcterms:W3CDTF">2023-01-16T08:56:00Z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2021-10-23T03:19:16Z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0547f9aa-ed98-4cd7-82c5-0549e657a753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