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2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  <w:gridCol w:w="5545"/>
      </w:tblGrid>
      <w:tr w:rsidR="00343D5B" w14:paraId="7064FC98" w14:textId="77777777" w:rsidTr="00D305A6">
        <w:trPr>
          <w:cantSplit/>
        </w:trPr>
        <w:tc>
          <w:tcPr>
            <w:tcW w:w="4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7A777E" w14:textId="665642FA" w:rsidR="00343D5B" w:rsidRDefault="00B02D48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noProof/>
                <w:spacing w:val="30"/>
              </w:rPr>
              <w:pict w14:anchorId="5D566DF9">
                <v:rect id="_x0000_s2053" style="position:absolute;left:0;text-align:left;margin-left:-4pt;margin-top:413.3pt;width:479.05pt;height:38.25pt;z-index:251658240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2053">
                    <w:txbxContent>
                      <w:p w14:paraId="55EEFB28" w14:textId="09BA6710" w:rsidR="00475F24" w:rsidRPr="00EB72EE" w:rsidRDefault="00475F24" w:rsidP="00475F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EB72E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F70E1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  <w10:anchorlock/>
                </v:rect>
              </w:pict>
            </w:r>
            <w:r w:rsidR="00343D5B">
              <w:rPr>
                <w:rFonts w:hint="eastAsia"/>
              </w:rPr>
              <w:t>障害児福祉手当</w:t>
            </w:r>
          </w:p>
          <w:p w14:paraId="24471FE6" w14:textId="78B7646B" w:rsidR="00343D5B" w:rsidRDefault="00343D5B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579F8F99" w14:textId="77777777" w:rsidR="00343D5B" w:rsidRDefault="00CC7F22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5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6F282D" w14:textId="05312047" w:rsidR="00343D5B" w:rsidRDefault="00343D5B" w:rsidP="002D234A">
            <w:pPr>
              <w:overflowPunct w:val="0"/>
              <w:autoSpaceDE w:val="0"/>
              <w:autoSpaceDN w:val="0"/>
              <w:textAlignment w:val="center"/>
            </w:pP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未</w:t>
            </w:r>
            <w:r w:rsidR="002D234A" w:rsidRPr="006A28D1">
              <w:rPr>
                <w:rFonts w:hint="eastAsia"/>
                <w:spacing w:val="30"/>
                <w:kern w:val="0"/>
                <w:fitText w:val="2100" w:id="-1576343296"/>
              </w:rPr>
              <w:t>支払</w:t>
            </w: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手当請求</w:t>
            </w:r>
            <w:r w:rsidRPr="006A28D1">
              <w:rPr>
                <w:rFonts w:hint="eastAsia"/>
                <w:kern w:val="0"/>
                <w:fitText w:val="2100" w:id="-1576343296"/>
              </w:rPr>
              <w:t>書</w:t>
            </w:r>
          </w:p>
        </w:tc>
      </w:tr>
    </w:tbl>
    <w:p w14:paraId="6D3B4089" w14:textId="553B4ADE" w:rsidR="00343D5B" w:rsidRDefault="00343D5B">
      <w:pPr>
        <w:wordWrap w:val="0"/>
        <w:overflowPunct w:val="0"/>
        <w:autoSpaceDE w:val="0"/>
        <w:autoSpaceDN w:val="0"/>
        <w:textAlignment w:val="center"/>
      </w:pPr>
    </w:p>
    <w:tbl>
      <w:tblPr>
        <w:tblW w:w="9640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1843"/>
        <w:gridCol w:w="535"/>
        <w:gridCol w:w="223"/>
        <w:gridCol w:w="223"/>
        <w:gridCol w:w="153"/>
        <w:gridCol w:w="70"/>
        <w:gridCol w:w="223"/>
        <w:gridCol w:w="190"/>
        <w:gridCol w:w="33"/>
        <w:gridCol w:w="224"/>
        <w:gridCol w:w="394"/>
        <w:gridCol w:w="143"/>
        <w:gridCol w:w="389"/>
        <w:gridCol w:w="56"/>
        <w:gridCol w:w="334"/>
        <w:gridCol w:w="111"/>
        <w:gridCol w:w="278"/>
        <w:gridCol w:w="167"/>
        <w:gridCol w:w="128"/>
        <w:gridCol w:w="95"/>
        <w:gridCol w:w="223"/>
        <w:gridCol w:w="167"/>
        <w:gridCol w:w="278"/>
        <w:gridCol w:w="111"/>
        <w:gridCol w:w="334"/>
        <w:gridCol w:w="56"/>
        <w:gridCol w:w="390"/>
      </w:tblGrid>
      <w:tr w:rsidR="00343D5B" w14:paraId="5B1296FA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  <w:vAlign w:val="center"/>
          </w:tcPr>
          <w:p w14:paraId="1527C893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死亡</w:t>
            </w:r>
            <w:r>
              <w:rPr>
                <w:rFonts w:hint="eastAsia"/>
              </w:rPr>
              <w:t>者</w:t>
            </w:r>
          </w:p>
        </w:tc>
        <w:tc>
          <w:tcPr>
            <w:tcW w:w="1417" w:type="dxa"/>
            <w:vAlign w:val="center"/>
          </w:tcPr>
          <w:p w14:paraId="32466C2C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52B0935F" w14:textId="6F4E4011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0DFE733F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7336CB23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181BE126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009923C8" w14:textId="591E0262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</w:p>
        </w:tc>
      </w:tr>
      <w:tr w:rsidR="00343D5B" w14:paraId="3C74B9F1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7597E537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5F417690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死亡年月日</w:t>
            </w:r>
          </w:p>
        </w:tc>
        <w:tc>
          <w:tcPr>
            <w:tcW w:w="7371" w:type="dxa"/>
            <w:gridSpan w:val="27"/>
            <w:vAlign w:val="center"/>
          </w:tcPr>
          <w:p w14:paraId="6D6E530B" w14:textId="4699173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　　</w:t>
            </w:r>
            <w:r w:rsidR="00AE5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月　　　　日</w:t>
            </w:r>
          </w:p>
        </w:tc>
      </w:tr>
      <w:tr w:rsidR="00343D5B" w14:paraId="6674C4DF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</w:tcPr>
          <w:p w14:paraId="650E3095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は届出</w:t>
            </w:r>
            <w:r>
              <w:rPr>
                <w:rFonts w:hint="eastAsia"/>
              </w:rPr>
              <w:t>者</w:t>
            </w:r>
          </w:p>
          <w:p w14:paraId="6C6AC2C1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請求者</w:t>
            </w:r>
            <w:r>
              <w:rPr>
                <w:rFonts w:hint="eastAsia"/>
              </w:rPr>
              <w:t>又</w:t>
            </w:r>
          </w:p>
        </w:tc>
        <w:tc>
          <w:tcPr>
            <w:tcW w:w="1417" w:type="dxa"/>
            <w:vAlign w:val="center"/>
          </w:tcPr>
          <w:p w14:paraId="56BE6544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613FC4FB" w14:textId="27FCBD8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18E596E7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28B18A3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3E10F6DD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2BDB58AC" w14:textId="331D43A8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  <w:r w:rsidR="00B03412">
              <w:rPr>
                <w:rFonts w:hAnsi="ＭＳ 明朝" w:hint="eastAsia"/>
                <w:szCs w:val="21"/>
              </w:rPr>
              <w:t xml:space="preserve">　　　　　　　　　　　　　　　　　</w:t>
            </w:r>
            <w:r w:rsidR="00B02D48">
              <w:rPr>
                <w:rFonts w:hAnsi="ＭＳ 明朝" w:hint="eastAsia"/>
                <w:szCs w:val="21"/>
              </w:rPr>
              <w:t xml:space="preserve">　　　　　</w:t>
            </w:r>
            <w:r w:rsidR="00B03412">
              <w:rPr>
                <w:rFonts w:hAnsi="ＭＳ 明朝" w:hint="eastAsia"/>
                <w:szCs w:val="21"/>
              </w:rPr>
              <w:t xml:space="preserve">　　　 □死亡者に同じ</w:t>
            </w:r>
          </w:p>
        </w:tc>
      </w:tr>
      <w:tr w:rsidR="0093200F" w14:paraId="51FF1386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3ADADC48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7941911E" w14:textId="77777777" w:rsidR="0093200F" w:rsidRDefault="0093200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死亡者との続柄</w:t>
            </w:r>
          </w:p>
        </w:tc>
        <w:tc>
          <w:tcPr>
            <w:tcW w:w="2977" w:type="dxa"/>
            <w:gridSpan w:val="5"/>
            <w:vAlign w:val="center"/>
          </w:tcPr>
          <w:p w14:paraId="31C339E5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134" w:type="dxa"/>
            <w:gridSpan w:val="6"/>
            <w:vAlign w:val="center"/>
          </w:tcPr>
          <w:p w14:paraId="2990CCC7" w14:textId="2549E53F" w:rsidR="0093200F" w:rsidRDefault="0093200F" w:rsidP="0093200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gridSpan w:val="16"/>
            <w:vAlign w:val="center"/>
          </w:tcPr>
          <w:p w14:paraId="6369195E" w14:textId="4F84B93D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472AA" w14:paraId="5AF2B2EA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419CD67E" w14:textId="31206B46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未支給期間</w:t>
            </w:r>
          </w:p>
        </w:tc>
        <w:tc>
          <w:tcPr>
            <w:tcW w:w="7371" w:type="dxa"/>
            <w:gridSpan w:val="27"/>
            <w:vAlign w:val="center"/>
          </w:tcPr>
          <w:p w14:paraId="38DD7F4F" w14:textId="1A7D09E8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分から</w:t>
            </w:r>
          </w:p>
          <w:p w14:paraId="2469C3E1" w14:textId="49F1B856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分まで</w:t>
            </w:r>
          </w:p>
        </w:tc>
      </w:tr>
      <w:tr w:rsidR="004472AA" w14:paraId="0DEDFA26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5F051A57" w14:textId="5EA10BF8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未支給金額</w:t>
            </w:r>
          </w:p>
        </w:tc>
        <w:tc>
          <w:tcPr>
            <w:tcW w:w="7371" w:type="dxa"/>
            <w:gridSpan w:val="27"/>
            <w:vAlign w:val="center"/>
          </w:tcPr>
          <w:p w14:paraId="6EDC2114" w14:textId="45E397B8" w:rsidR="004472AA" w:rsidRDefault="004472AA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DD7BF1" w14:paraId="23FF50A8" w14:textId="77777777" w:rsidTr="00D305A6">
        <w:trPr>
          <w:cantSplit/>
          <w:trHeight w:val="283"/>
        </w:trPr>
        <w:tc>
          <w:tcPr>
            <w:tcW w:w="2269" w:type="dxa"/>
            <w:gridSpan w:val="2"/>
            <w:vMerge w:val="restart"/>
            <w:vAlign w:val="center"/>
          </w:tcPr>
          <w:p w14:paraId="37FDB6A5" w14:textId="77777777" w:rsidR="00F70E17" w:rsidRDefault="00F70E17" w:rsidP="00F70E17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  <w:r w:rsidRPr="00241A28">
              <w:rPr>
                <w:rFonts w:hint="eastAsia"/>
                <w:color w:val="000000"/>
                <w:szCs w:val="21"/>
              </w:rPr>
              <w:t>支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払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希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望</w:t>
            </w:r>
          </w:p>
          <w:p w14:paraId="031312F1" w14:textId="1B54B11C" w:rsidR="00DD7BF1" w:rsidRDefault="00F70E17" w:rsidP="00F70E17">
            <w:pPr>
              <w:tabs>
                <w:tab w:val="left" w:pos="173"/>
              </w:tabs>
              <w:jc w:val="center"/>
            </w:pPr>
            <w:r w:rsidRPr="00241A28">
              <w:rPr>
                <w:rFonts w:hint="eastAsia"/>
                <w:color w:val="000000"/>
                <w:szCs w:val="21"/>
              </w:rPr>
              <w:t>金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融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機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関</w:t>
            </w:r>
          </w:p>
        </w:tc>
        <w:tc>
          <w:tcPr>
            <w:tcW w:w="1843" w:type="dxa"/>
            <w:vMerge w:val="restart"/>
            <w:vAlign w:val="center"/>
          </w:tcPr>
          <w:p w14:paraId="74C8646F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銀　　行</w:t>
            </w:r>
          </w:p>
          <w:p w14:paraId="46C1F04F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信用金庫</w:t>
            </w:r>
          </w:p>
          <w:p w14:paraId="0449656E" w14:textId="192CD574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(　　　)</w:t>
            </w:r>
          </w:p>
        </w:tc>
        <w:tc>
          <w:tcPr>
            <w:tcW w:w="1617" w:type="dxa"/>
            <w:gridSpan w:val="7"/>
            <w:vMerge w:val="restart"/>
            <w:vAlign w:val="center"/>
          </w:tcPr>
          <w:p w14:paraId="680572F1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本店</w:t>
            </w:r>
          </w:p>
          <w:p w14:paraId="34178369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支店</w:t>
            </w:r>
          </w:p>
          <w:p w14:paraId="0EC4D593" w14:textId="0519104A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出張所</w:t>
            </w:r>
          </w:p>
        </w:tc>
        <w:tc>
          <w:tcPr>
            <w:tcW w:w="794" w:type="dxa"/>
            <w:gridSpan w:val="4"/>
            <w:vMerge w:val="restart"/>
            <w:vAlign w:val="center"/>
          </w:tcPr>
          <w:p w14:paraId="2D92A2C1" w14:textId="77777777" w:rsidR="00DD7BF1" w:rsidRDefault="00DD7BF1" w:rsidP="00B2102D">
            <w:pPr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普通</w:t>
            </w:r>
          </w:p>
          <w:p w14:paraId="6D7A7E9B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当座</w:t>
            </w:r>
          </w:p>
          <w:p w14:paraId="30422D1D" w14:textId="0F57FEDE" w:rsidR="00DD7BF1" w:rsidRDefault="00DD7BF1" w:rsidP="00B2102D">
            <w:pPr>
              <w:overflowPunct w:val="0"/>
              <w:autoSpaceDE w:val="0"/>
              <w:autoSpaceDN w:val="0"/>
              <w:ind w:leftChars="-73" w:left="-153" w:right="-104"/>
              <w:jc w:val="center"/>
              <w:textAlignment w:val="center"/>
            </w:pPr>
            <w:r>
              <w:rPr>
                <w:rFonts w:hint="eastAsia"/>
              </w:rPr>
              <w:t>(　　)</w:t>
            </w:r>
          </w:p>
        </w:tc>
        <w:tc>
          <w:tcPr>
            <w:tcW w:w="3117" w:type="dxa"/>
            <w:gridSpan w:val="15"/>
            <w:vAlign w:val="center"/>
          </w:tcPr>
          <w:p w14:paraId="0DCA4680" w14:textId="7A92E24B" w:rsidR="00DD7BF1" w:rsidRDefault="00DD7BF1" w:rsidP="00B2102D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  <w:r>
              <w:rPr>
                <w:rFonts w:hint="eastAsia"/>
              </w:rPr>
              <w:t>口座番号</w:t>
            </w:r>
          </w:p>
        </w:tc>
      </w:tr>
      <w:tr w:rsidR="00156BED" w14:paraId="528842D7" w14:textId="77777777" w:rsidTr="00080ECA">
        <w:trPr>
          <w:cantSplit/>
          <w:trHeight w:val="427"/>
        </w:trPr>
        <w:tc>
          <w:tcPr>
            <w:tcW w:w="2269" w:type="dxa"/>
            <w:gridSpan w:val="2"/>
            <w:vMerge/>
            <w:vAlign w:val="center"/>
          </w:tcPr>
          <w:p w14:paraId="78C484F1" w14:textId="77777777" w:rsidR="00156BED" w:rsidRPr="00241A28" w:rsidRDefault="00156BED" w:rsidP="00A433C1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62D198C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1617" w:type="dxa"/>
            <w:gridSpan w:val="7"/>
            <w:vMerge/>
            <w:vAlign w:val="center"/>
          </w:tcPr>
          <w:p w14:paraId="2B39DD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794" w:type="dxa"/>
            <w:gridSpan w:val="4"/>
            <w:vMerge/>
            <w:vAlign w:val="center"/>
          </w:tcPr>
          <w:p w14:paraId="65EFDEE8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3FD9714D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13DC7682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BBB23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3"/>
            <w:vAlign w:val="center"/>
          </w:tcPr>
          <w:p w14:paraId="254A1FE1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27B5BF13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270088F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2"/>
            <w:vAlign w:val="center"/>
          </w:tcPr>
          <w:p w14:paraId="3E475B59" w14:textId="2092EEA2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</w:tr>
      <w:tr w:rsidR="00156BED" w14:paraId="1EBD670B" w14:textId="77777777" w:rsidTr="00B244B4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230C770D" w14:textId="77777777" w:rsidR="00156BED" w:rsidRDefault="00156BED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75B25C69" w14:textId="7A354A99" w:rsidR="00156BED" w:rsidRDefault="00156BED" w:rsidP="00B2102D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535" w:type="dxa"/>
            <w:vAlign w:val="center"/>
          </w:tcPr>
          <w:p w14:paraId="7E272612" w14:textId="40C87492" w:rsidR="00156BED" w:rsidRDefault="00156BED" w:rsidP="00EB72EE">
            <w:pPr>
              <w:overflowPunct w:val="0"/>
              <w:autoSpaceDE w:val="0"/>
              <w:autoSpaceDN w:val="0"/>
              <w:ind w:leftChars="-44" w:left="-92" w:right="-128"/>
              <w:jc w:val="center"/>
              <w:textAlignment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223" w:type="dxa"/>
            <w:vAlign w:val="center"/>
          </w:tcPr>
          <w:p w14:paraId="3E072728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3376041F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5188E3E4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0B9B7860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6665A67B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4" w:type="dxa"/>
            <w:vAlign w:val="center"/>
          </w:tcPr>
          <w:p w14:paraId="548AD59B" w14:textId="1DFAEA9C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537" w:type="dxa"/>
            <w:gridSpan w:val="2"/>
            <w:vAlign w:val="center"/>
          </w:tcPr>
          <w:p w14:paraId="2116DA0F" w14:textId="270F24C3" w:rsidR="00156BED" w:rsidRDefault="00156BED" w:rsidP="00EB72EE">
            <w:pPr>
              <w:overflowPunct w:val="0"/>
              <w:autoSpaceDE w:val="0"/>
              <w:autoSpaceDN w:val="0"/>
              <w:ind w:leftChars="-59" w:left="-124" w:right="-96"/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9" w:type="dxa"/>
            <w:vAlign w:val="center"/>
          </w:tcPr>
          <w:p w14:paraId="180D783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57C94F3C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60F1A3A9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3"/>
            <w:vAlign w:val="center"/>
          </w:tcPr>
          <w:p w14:paraId="312075B1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454FE556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251DEC82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0807100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vAlign w:val="center"/>
          </w:tcPr>
          <w:p w14:paraId="303FE83E" w14:textId="675DE455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</w:tr>
      <w:tr w:rsidR="00DD7BF1" w14:paraId="3C616756" w14:textId="77777777" w:rsidTr="00D305A6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13B31A9F" w14:textId="77777777" w:rsidR="00DD7BF1" w:rsidRDefault="00DD7BF1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5910FE55" w14:textId="60EABE96" w:rsidR="00DD7BF1" w:rsidRDefault="00DD7BF1" w:rsidP="00EB72EE">
            <w:pPr>
              <w:overflowPunct w:val="0"/>
              <w:autoSpaceDE w:val="0"/>
              <w:autoSpaceDN w:val="0"/>
              <w:ind w:leftChars="-36" w:left="-76" w:rightChars="-48" w:right="-101"/>
              <w:jc w:val="center"/>
              <w:textAlignment w:val="center"/>
            </w:pPr>
            <w:r>
              <w:rPr>
                <w:rFonts w:hint="eastAsia"/>
              </w:rPr>
              <w:t>口座名義人カナ</w:t>
            </w:r>
          </w:p>
        </w:tc>
        <w:tc>
          <w:tcPr>
            <w:tcW w:w="5528" w:type="dxa"/>
            <w:gridSpan w:val="26"/>
            <w:vAlign w:val="center"/>
          </w:tcPr>
          <w:p w14:paraId="7BF9E209" w14:textId="77777777" w:rsidR="00DD7BF1" w:rsidRDefault="00DD7BF1" w:rsidP="00EB72EE">
            <w:pPr>
              <w:overflowPunct w:val="0"/>
              <w:autoSpaceDE w:val="0"/>
              <w:autoSpaceDN w:val="0"/>
              <w:ind w:right="216"/>
              <w:textAlignment w:val="center"/>
            </w:pPr>
          </w:p>
        </w:tc>
      </w:tr>
      <w:tr w:rsidR="00343D5B" w14:paraId="7C37ADF7" w14:textId="77777777" w:rsidTr="00D305A6">
        <w:trPr>
          <w:cantSplit/>
          <w:trHeight w:val="2093"/>
        </w:trPr>
        <w:tc>
          <w:tcPr>
            <w:tcW w:w="9640" w:type="dxa"/>
            <w:gridSpan w:val="29"/>
            <w:tcBorders>
              <w:bottom w:val="nil"/>
            </w:tcBorders>
            <w:vAlign w:val="center"/>
          </w:tcPr>
          <w:p w14:paraId="2BC6B43E" w14:textId="38914480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上記のとおり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受給資格者が死亡したので届け出ます。</w:t>
            </w:r>
          </w:p>
          <w:p w14:paraId="00FD8452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上記の者の死亡に伴い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未支給手当の支給を請求します。</w:t>
            </w:r>
          </w:p>
          <w:p w14:paraId="18C9F071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E000CFD" w14:textId="17524E74" w:rsidR="00F9327D" w:rsidRDefault="00A455C6" w:rsidP="00222058">
            <w:pPr>
              <w:wordWrap w:val="0"/>
              <w:overflowPunct w:val="0"/>
              <w:autoSpaceDE w:val="0"/>
              <w:autoSpaceDN w:val="0"/>
              <w:spacing w:after="120" w:line="240" w:lineRule="exact"/>
              <w:ind w:right="332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6721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2220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22205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F17198">
              <w:rPr>
                <w:rFonts w:hint="eastAsia"/>
              </w:rPr>
              <w:t xml:space="preserve">　</w:t>
            </w:r>
            <w:r w:rsidR="00343D5B">
              <w:rPr>
                <w:rFonts w:hint="eastAsia"/>
              </w:rPr>
              <w:t xml:space="preserve">　　　　　　　　</w:t>
            </w:r>
          </w:p>
          <w:p w14:paraId="1619F0CD" w14:textId="54356B84" w:rsidR="00F9327D" w:rsidRPr="00AE51C3" w:rsidRDefault="00F9327D" w:rsidP="00222058">
            <w:pPr>
              <w:overflowPunct w:val="0"/>
              <w:autoSpaceDE w:val="0"/>
              <w:autoSpaceDN w:val="0"/>
              <w:spacing w:after="120"/>
              <w:ind w:right="1183" w:firstLineChars="21" w:firstLine="44"/>
              <w:textAlignment w:val="center"/>
            </w:pPr>
            <w:r>
              <w:rPr>
                <w:rFonts w:hint="eastAsia"/>
              </w:rPr>
              <w:t xml:space="preserve">　　　　　　　　　</w:t>
            </w:r>
            <w:r w:rsidRPr="00AE51C3">
              <w:rPr>
                <w:rFonts w:hint="eastAsia"/>
              </w:rPr>
              <w:t xml:space="preserve">　　</w:t>
            </w:r>
            <w:r w:rsidR="0030085E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672122" w:rsidRPr="00672122">
              <w:rPr>
                <w:rFonts w:hint="eastAsia"/>
              </w:rPr>
              <w:t xml:space="preserve">　　　</w:t>
            </w:r>
            <w:r w:rsidR="00672122">
              <w:rPr>
                <w:rFonts w:hint="eastAsia"/>
              </w:rPr>
              <w:t xml:space="preserve">　</w:t>
            </w:r>
            <w:r w:rsidR="00672122" w:rsidRPr="00672122">
              <w:rPr>
                <w:rFonts w:hint="eastAsia"/>
              </w:rPr>
              <w:t>電話番号</w:t>
            </w:r>
          </w:p>
        </w:tc>
      </w:tr>
      <w:tr w:rsidR="00343D5B" w14:paraId="7B97C7FD" w14:textId="77777777" w:rsidTr="00D305A6">
        <w:trPr>
          <w:cantSplit/>
          <w:trHeight w:val="509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F19DBD8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00"/>
              <w:textAlignment w:val="center"/>
            </w:pPr>
            <w:r>
              <w:rPr>
                <w:rFonts w:hint="eastAsia"/>
              </w:rPr>
              <w:t>※受付年月日</w:t>
            </w:r>
          </w:p>
        </w:tc>
        <w:tc>
          <w:tcPr>
            <w:tcW w:w="7371" w:type="dxa"/>
            <w:gridSpan w:val="27"/>
            <w:tcBorders>
              <w:top w:val="double" w:sz="4" w:space="0" w:color="auto"/>
            </w:tcBorders>
            <w:vAlign w:val="center"/>
          </w:tcPr>
          <w:p w14:paraId="1E13E07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43D5B" w14:paraId="2C20F8DB" w14:textId="77777777" w:rsidTr="00D305A6">
        <w:trPr>
          <w:cantSplit/>
          <w:trHeight w:val="680"/>
        </w:trPr>
        <w:tc>
          <w:tcPr>
            <w:tcW w:w="2269" w:type="dxa"/>
            <w:gridSpan w:val="2"/>
            <w:vMerge w:val="restart"/>
            <w:vAlign w:val="center"/>
          </w:tcPr>
          <w:p w14:paraId="08E0380A" w14:textId="2212C2F2" w:rsidR="00343D5B" w:rsidRDefault="00F17198" w:rsidP="00F17198">
            <w:pPr>
              <w:wordWrap w:val="0"/>
              <w:overflowPunct w:val="0"/>
              <w:autoSpaceDE w:val="0"/>
              <w:autoSpaceDN w:val="0"/>
              <w:ind w:left="100" w:rightChars="140" w:right="294"/>
              <w:textAlignment w:val="center"/>
            </w:pPr>
            <w:r>
              <w:rPr>
                <w:rFonts w:hint="eastAsia"/>
              </w:rPr>
              <w:t>※審　　　査</w:t>
            </w:r>
          </w:p>
        </w:tc>
        <w:tc>
          <w:tcPr>
            <w:tcW w:w="5717" w:type="dxa"/>
            <w:gridSpan w:val="19"/>
            <w:vAlign w:val="center"/>
          </w:tcPr>
          <w:p w14:paraId="1CD2865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未支給期間　　　　　　　　　～</w:t>
            </w:r>
          </w:p>
        </w:tc>
        <w:tc>
          <w:tcPr>
            <w:tcW w:w="1654" w:type="dxa"/>
            <w:gridSpan w:val="8"/>
            <w:vAlign w:val="center"/>
          </w:tcPr>
          <w:p w14:paraId="53778B1F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  <w:tr w:rsidR="00343D5B" w14:paraId="5DC55418" w14:textId="77777777" w:rsidTr="00D305A6">
        <w:trPr>
          <w:cantSplit/>
          <w:trHeight w:val="680"/>
        </w:trPr>
        <w:tc>
          <w:tcPr>
            <w:tcW w:w="2269" w:type="dxa"/>
            <w:gridSpan w:val="2"/>
            <w:vMerge/>
            <w:vAlign w:val="center"/>
          </w:tcPr>
          <w:p w14:paraId="07F7C62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717" w:type="dxa"/>
            <w:gridSpan w:val="19"/>
            <w:vAlign w:val="center"/>
          </w:tcPr>
          <w:p w14:paraId="477A4CF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未支給金額　　　　　　　　　　　　　　円</w:t>
            </w:r>
          </w:p>
        </w:tc>
        <w:tc>
          <w:tcPr>
            <w:tcW w:w="1654" w:type="dxa"/>
            <w:gridSpan w:val="8"/>
            <w:vAlign w:val="center"/>
          </w:tcPr>
          <w:p w14:paraId="39E693EA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</w:tbl>
    <w:p w14:paraId="7637FF9F" w14:textId="57581B3E" w:rsidR="00343D5B" w:rsidRDefault="00B02D48" w:rsidP="00D305A6">
      <w:pPr>
        <w:wordWrap w:val="0"/>
        <w:overflowPunct w:val="0"/>
        <w:autoSpaceDE w:val="0"/>
        <w:autoSpaceDN w:val="0"/>
        <w:spacing w:before="120"/>
        <w:ind w:left="420" w:hanging="987"/>
        <w:textAlignment w:val="center"/>
      </w:pPr>
      <w:r>
        <w:rPr>
          <w:noProof/>
        </w:rPr>
        <w:pict w14:anchorId="5D566DF9">
          <v:rect id="_x0000_s2055" style="position:absolute;left:0;text-align:left;margin-left:-21.1pt;margin-top:49.35pt;width:480.55pt;height:110.15pt;z-index:25165926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55">
              <w:txbxContent>
                <w:p w14:paraId="4DF15C1F" w14:textId="77777777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3F67E508" w14:textId="2EE19858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</w:t>
                  </w:r>
                  <w:r w:rsidR="0022205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>
        <w:rPr>
          <w:noProof/>
        </w:rPr>
        <w:pict w14:anchorId="5D566DF9">
          <v:rect id="正方形/長方形 9" o:spid="_x0000_s2050" style="position:absolute;left:0;text-align:left;margin-left:-21.1pt;margin-top:.6pt;width:480.55pt;height:47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9">
              <w:txbxContent>
                <w:p w14:paraId="7666426E" w14:textId="77777777" w:rsidR="00215A23" w:rsidRPr="00D0704A" w:rsidRDefault="00215A23" w:rsidP="00215A2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EB5D3B9" w14:textId="50E540B2" w:rsidR="00CC7F22" w:rsidRPr="00D0704A" w:rsidRDefault="00CC7F22" w:rsidP="00CC7F22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7B47AD"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F70E17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２</w:t>
                  </w:r>
                </w:p>
              </w:txbxContent>
            </v:textbox>
          </v:rect>
        </w:pict>
      </w:r>
      <w:r w:rsidR="00343D5B">
        <w:rPr>
          <w:rFonts w:hint="eastAsia"/>
        </w:rPr>
        <w:t xml:space="preserve">　※　欄は記入しないでください。</w:t>
      </w:r>
    </w:p>
    <w:sectPr w:rsidR="00343D5B" w:rsidSect="00D305A6">
      <w:headerReference w:type="default" r:id="rId10"/>
      <w:pgSz w:w="11906" w:h="16838" w:code="9"/>
      <w:pgMar w:top="709" w:right="1701" w:bottom="56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FDC" w14:textId="03F40A18" w:rsidR="00EA5193" w:rsidRDefault="00B02D48">
    <w:pPr>
      <w:pStyle w:val="a3"/>
    </w:pPr>
    <w:r>
      <w:rPr>
        <w:noProof/>
      </w:rPr>
      <w:pict w14:anchorId="04B08BE9">
        <v:rect id="正方形/長方形 9" o:spid="_x0000_s1025" style="position:absolute;left:0;text-align:left;margin-left:83.1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0704A6B1" w14:textId="77777777" w:rsidR="00EA5193" w:rsidRPr="00EA5193" w:rsidRDefault="00EA5193" w:rsidP="00EA5193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EA5193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B3F0D"/>
    <w:multiLevelType w:val="hybridMultilevel"/>
    <w:tmpl w:val="59E63644"/>
    <w:lvl w:ilvl="0" w:tplc="0C4AE0F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606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F6A2E"/>
    <w:rsid w:val="000F750F"/>
    <w:rsid w:val="0010032C"/>
    <w:rsid w:val="001018CD"/>
    <w:rsid w:val="001137D5"/>
    <w:rsid w:val="00156BED"/>
    <w:rsid w:val="00215A23"/>
    <w:rsid w:val="00222058"/>
    <w:rsid w:val="00243E96"/>
    <w:rsid w:val="00263511"/>
    <w:rsid w:val="002D234A"/>
    <w:rsid w:val="0030085E"/>
    <w:rsid w:val="00321CB6"/>
    <w:rsid w:val="00343D5B"/>
    <w:rsid w:val="00350197"/>
    <w:rsid w:val="00390733"/>
    <w:rsid w:val="003922AE"/>
    <w:rsid w:val="004472AA"/>
    <w:rsid w:val="00475F24"/>
    <w:rsid w:val="004D0B53"/>
    <w:rsid w:val="005D412E"/>
    <w:rsid w:val="00672122"/>
    <w:rsid w:val="006A28D1"/>
    <w:rsid w:val="00707C8C"/>
    <w:rsid w:val="007B47AD"/>
    <w:rsid w:val="00835832"/>
    <w:rsid w:val="00900F5E"/>
    <w:rsid w:val="00903F99"/>
    <w:rsid w:val="0093200F"/>
    <w:rsid w:val="009667C3"/>
    <w:rsid w:val="00972052"/>
    <w:rsid w:val="00A145D1"/>
    <w:rsid w:val="00A433C1"/>
    <w:rsid w:val="00A455C6"/>
    <w:rsid w:val="00A933E9"/>
    <w:rsid w:val="00AE51C3"/>
    <w:rsid w:val="00AF7EB9"/>
    <w:rsid w:val="00B02D48"/>
    <w:rsid w:val="00B03412"/>
    <w:rsid w:val="00B2102D"/>
    <w:rsid w:val="00B46FDF"/>
    <w:rsid w:val="00B5601F"/>
    <w:rsid w:val="00BB13F0"/>
    <w:rsid w:val="00BB639D"/>
    <w:rsid w:val="00C94B1A"/>
    <w:rsid w:val="00CC7F22"/>
    <w:rsid w:val="00D0704A"/>
    <w:rsid w:val="00D305A6"/>
    <w:rsid w:val="00D87010"/>
    <w:rsid w:val="00DB0069"/>
    <w:rsid w:val="00DD7BF1"/>
    <w:rsid w:val="00EA5193"/>
    <w:rsid w:val="00EB72EE"/>
    <w:rsid w:val="00F17198"/>
    <w:rsid w:val="00F70E17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Revision"/>
    <w:hidden/>
    <w:uiPriority w:val="99"/>
    <w:semiHidden/>
    <w:rsid w:val="009667C3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45E4B-4097-4190-9DE4-7AE990556679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1</Pages>
  <Words>75</Words>
  <Characters>433</Characters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