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C3D2B" w14:textId="77777777" w:rsidR="00F2197C" w:rsidRDefault="001D3F72" w:rsidP="001D3F72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第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 xml:space="preserve">　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号</w:t>
      </w:r>
    </w:p>
    <w:p w14:paraId="42938DC9" w14:textId="77777777" w:rsidR="00B43703" w:rsidRDefault="00B43703" w:rsidP="00B43703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年　　月　　日</w:t>
      </w:r>
    </w:p>
    <w:p w14:paraId="439ACA70" w14:textId="1A5B2917" w:rsidR="001D3F72" w:rsidRDefault="004C5DDF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ＭＳ 明朝" w:hint="eastAsia"/>
          <w:noProof/>
          <w:color w:val="00B0F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9A358" wp14:editId="123CCB9E">
                <wp:simplePos x="0" y="0"/>
                <wp:positionH relativeFrom="column">
                  <wp:posOffset>-3810</wp:posOffset>
                </wp:positionH>
                <wp:positionV relativeFrom="paragraph">
                  <wp:posOffset>5619115</wp:posOffset>
                </wp:positionV>
                <wp:extent cx="5472430" cy="1314450"/>
                <wp:effectExtent l="0" t="0" r="1397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430" cy="1314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2E657" w14:textId="77777777" w:rsidR="004C5DDF" w:rsidRPr="0051338E" w:rsidRDefault="004C5DDF" w:rsidP="004C5DD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9A358" id="正方形/長方形 4" o:spid="_x0000_s1026" style="position:absolute;left:0;text-align:left;margin-left:-.3pt;margin-top:442.45pt;width:430.9pt;height:10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" fillcolor="#92d050" strokecolor="#92d050" strokeweight="1pt">
                <v:fill opacity="52428f"/>
                <v:textbox>
                  <w:txbxContent>
                    <w:p w14:paraId="16E2E657" w14:textId="77777777" w:rsidR="004C5DDF" w:rsidRPr="0051338E" w:rsidRDefault="004C5DDF" w:rsidP="004C5DD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133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自由記載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1"/>
      </w:tblGrid>
      <w:tr w:rsidR="00D6512C" w14:paraId="2F5EB820" w14:textId="77777777" w:rsidTr="007627D5">
        <w:trPr>
          <w:cantSplit/>
          <w:trHeight w:val="1152"/>
        </w:trPr>
        <w:tc>
          <w:tcPr>
            <w:tcW w:w="849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4550055" w14:textId="68E0AD39" w:rsidR="00D6512C" w:rsidRDefault="00C065A8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>
              <w:rPr>
                <w:rFonts w:hAnsi="Century" w:hint="eastAsia"/>
                <w:sz w:val="28"/>
                <w:szCs w:val="28"/>
              </w:rPr>
              <w:t>障害者</w:t>
            </w:r>
            <w:r w:rsidR="00B43703">
              <w:rPr>
                <w:rFonts w:hAnsi="Century" w:hint="eastAsia"/>
                <w:sz w:val="28"/>
                <w:szCs w:val="28"/>
              </w:rPr>
              <w:t>手帳交付証明書</w:t>
            </w:r>
          </w:p>
          <w:p w14:paraId="053E9BFF" w14:textId="77777777" w:rsidR="001D3F7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</w:p>
          <w:p w14:paraId="4DF33EF5" w14:textId="48C566C4" w:rsidR="001D3F72" w:rsidRDefault="004C5DDF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Century"/>
              </w:rPr>
            </w:pPr>
            <w:bookmarkStart w:id="0" w:name="_Hlk85721362"/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>
              <w:rPr>
                <w:rFonts w:hAnsi="ＭＳ 明朝" w:hint="eastAsia"/>
                <w:szCs w:val="21"/>
              </w:rPr>
              <w:t>市長</w:t>
            </w:r>
            <w:bookmarkEnd w:id="0"/>
            <w:r w:rsidRPr="00E02A0A">
              <w:rPr>
                <w:rFonts w:hAnsi="ＭＳ 明朝" w:hint="eastAsia"/>
                <w:szCs w:val="21"/>
              </w:rPr>
              <w:t xml:space="preserve">　</w:t>
            </w:r>
            <w:r w:rsidR="00B43703" w:rsidRPr="00B43703">
              <w:rPr>
                <w:rFonts w:hAnsi="Century" w:hint="eastAsia"/>
                <w:bdr w:val="single" w:sz="4" w:space="0" w:color="auto"/>
              </w:rPr>
              <w:t>印</w:t>
            </w:r>
          </w:p>
          <w:p w14:paraId="07C31520" w14:textId="416C94C7" w:rsidR="001D3F72" w:rsidRDefault="00C71EA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052C46" wp14:editId="158E85C0">
                      <wp:simplePos x="0" y="0"/>
                      <wp:positionH relativeFrom="column">
                        <wp:posOffset>-123825</wp:posOffset>
                      </wp:positionH>
                      <wp:positionV relativeFrom="paragraph">
                        <wp:posOffset>173355</wp:posOffset>
                      </wp:positionV>
                      <wp:extent cx="5424805" cy="409575"/>
                      <wp:effectExtent l="0" t="0" r="23495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480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CE77C7" w14:textId="77777777" w:rsidR="00C71EA2" w:rsidRPr="0051338E" w:rsidRDefault="00C71EA2" w:rsidP="00C71EA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052C46" id="正方形/長方形 1" o:spid="_x0000_s1027" style="position:absolute;left:0;text-align:left;margin-left:-9.75pt;margin-top:13.65pt;width:427.1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" fillcolor="#92d050" strokecolor="#92d050" strokeweight="1pt">
                      <v:fill opacity="52428f"/>
                      <v:textbox>
                        <w:txbxContent>
                          <w:p w14:paraId="22CE77C7" w14:textId="77777777" w:rsidR="00C71EA2" w:rsidRPr="0051338E" w:rsidRDefault="00C71EA2" w:rsidP="00C71EA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20E111D" w14:textId="58DA1536" w:rsidR="001D3F72" w:rsidRPr="001D3F72" w:rsidRDefault="00B43703" w:rsidP="004414F2">
            <w:pPr>
              <w:pStyle w:val="a5"/>
              <w:spacing w:before="72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下記の者は、</w:t>
            </w:r>
            <w:r w:rsidR="00C065A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障害者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手帳の交付者であること</w:t>
            </w:r>
            <w:r w:rsidR="004C5DD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（あったこと）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を証明</w:t>
            </w:r>
            <w:r w:rsidR="006E333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します</w:t>
            </w:r>
            <w:r w:rsidR="004414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。</w:t>
            </w:r>
          </w:p>
          <w:p w14:paraId="50B370FB" w14:textId="77777777" w:rsidR="002C3373" w:rsidRPr="00086C86" w:rsidRDefault="002C3373" w:rsidP="002C3373">
            <w:pPr>
              <w:pStyle w:val="a7"/>
              <w:rPr>
                <w:rFonts w:ascii="ＭＳ 明朝" w:eastAsia="ＭＳ 明朝" w:hAnsi="ＭＳ 明朝"/>
              </w:rPr>
            </w:pPr>
          </w:p>
          <w:p w14:paraId="0F023929" w14:textId="77777777" w:rsidR="002C3373" w:rsidRPr="00F0555A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6357838E" w14:textId="77777777" w:rsidR="001D3F72" w:rsidRPr="001D3F72" w:rsidRDefault="001D3F72" w:rsidP="002C3373">
            <w:pPr>
              <w:overflowPunct w:val="0"/>
              <w:autoSpaceDE w:val="0"/>
              <w:autoSpaceDN w:val="0"/>
              <w:rPr>
                <w:rFonts w:hAnsi="Century"/>
                <w:spacing w:val="210"/>
              </w:rPr>
            </w:pPr>
          </w:p>
        </w:tc>
      </w:tr>
    </w:tbl>
    <w:p w14:paraId="5FCA7FC9" w14:textId="77777777" w:rsidR="007F7F1E" w:rsidRPr="007F7F1E" w:rsidRDefault="007F7F1E" w:rsidP="007F7F1E">
      <w:pPr>
        <w:rPr>
          <w:vanish/>
        </w:rPr>
      </w:pPr>
    </w:p>
    <w:tbl>
      <w:tblPr>
        <w:tblW w:w="8637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6"/>
        <w:gridCol w:w="3402"/>
        <w:gridCol w:w="1559"/>
        <w:gridCol w:w="2410"/>
      </w:tblGrid>
      <w:tr w:rsidR="004C6369" w:rsidRPr="00DE6EBC" w14:paraId="16984F4A" w14:textId="77777777" w:rsidTr="004C5DDF">
        <w:trPr>
          <w:trHeight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1766" w14:textId="77777777" w:rsidR="004C6369" w:rsidRPr="007F7F1E" w:rsidRDefault="004C6369" w:rsidP="00F347D1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手帳番号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4688A" w14:textId="77777777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DB50B9" w14:textId="29D6AE79" w:rsidR="004C6369" w:rsidRPr="007F7F1E" w:rsidRDefault="00C065A8" w:rsidP="00E27183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交</w:t>
            </w:r>
            <w:r w:rsidR="00E27183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付</w:t>
            </w:r>
            <w:r w:rsidR="00E27183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B493D6" w14:textId="77777777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065A8" w:rsidRPr="00DE6EBC" w14:paraId="435C77AA" w14:textId="77777777" w:rsidTr="004C5DDF">
        <w:trPr>
          <w:trHeight w:val="567"/>
        </w:trPr>
        <w:tc>
          <w:tcPr>
            <w:tcW w:w="126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6C26757D" w14:textId="373C4F11" w:rsidR="00C065A8" w:rsidRPr="007F7F1E" w:rsidRDefault="00C065A8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障害等級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9B4974E" w14:textId="77777777" w:rsidR="00C065A8" w:rsidRPr="007F7F1E" w:rsidRDefault="00C065A8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01D4720" w14:textId="2BF018B2" w:rsidR="00C065A8" w:rsidRPr="007F7F1E" w:rsidRDefault="00E27183" w:rsidP="00C065A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再交付日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A7631AD" w14:textId="33D83D4E" w:rsidR="00C065A8" w:rsidRPr="007F7F1E" w:rsidRDefault="00C065A8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27183" w:rsidRPr="00DE6EBC" w14:paraId="39A56136" w14:textId="77777777" w:rsidTr="004C5DDF">
        <w:trPr>
          <w:trHeight w:val="567"/>
        </w:trPr>
        <w:tc>
          <w:tcPr>
            <w:tcW w:w="126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5C8FFDC8" w14:textId="40A57BB0" w:rsidR="00E27183" w:rsidRDefault="00E27183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有効期限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B07D4AC" w14:textId="77777777" w:rsidR="00E27183" w:rsidRPr="007F7F1E" w:rsidRDefault="00E27183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6769D5C" w14:textId="32E9F0FA" w:rsidR="00E27183" w:rsidRDefault="00E27183" w:rsidP="00C065A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返 還 日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5F7F81DA" w14:textId="77777777" w:rsidR="00E27183" w:rsidRPr="007F7F1E" w:rsidRDefault="00E27183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2399A47" w14:textId="77777777" w:rsidTr="004C5DDF">
        <w:trPr>
          <w:trHeight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2BE4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BCEB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795D36" w14:textId="77777777" w:rsidR="00C56F90" w:rsidRPr="007F7F1E" w:rsidRDefault="00C56F90" w:rsidP="004C6369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F9B24A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0DEFF01" w14:textId="77777777" w:rsidTr="004C5DDF">
        <w:trPr>
          <w:trHeight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03DA7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A21CA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2C6A4A79" w14:textId="77777777" w:rsidTr="004C5DDF">
        <w:trPr>
          <w:trHeight w:val="2870"/>
        </w:trPr>
        <w:tc>
          <w:tcPr>
            <w:tcW w:w="1266" w:type="dxa"/>
            <w:shd w:val="clear" w:color="auto" w:fill="92D050"/>
            <w:vAlign w:val="center"/>
          </w:tcPr>
          <w:p w14:paraId="0A93128F" w14:textId="0056541B" w:rsidR="004C5DDF" w:rsidRPr="00594BF5" w:rsidRDefault="004C5DDF" w:rsidP="004C5DDF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7D2B1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  <w:p w14:paraId="473BBD1C" w14:textId="77777777" w:rsidR="004C5DDF" w:rsidRDefault="004C5DDF" w:rsidP="004C5DDF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89A5466" w14:textId="59D2A7BF" w:rsidR="00C56F90" w:rsidRPr="007F7F1E" w:rsidRDefault="004C5DDF" w:rsidP="004C5DDF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　　考</w:t>
            </w:r>
          </w:p>
        </w:tc>
        <w:tc>
          <w:tcPr>
            <w:tcW w:w="7371" w:type="dxa"/>
            <w:gridSpan w:val="3"/>
            <w:shd w:val="clear" w:color="auto" w:fill="92D050"/>
            <w:vAlign w:val="center"/>
          </w:tcPr>
          <w:p w14:paraId="13A49810" w14:textId="4B09DA69" w:rsidR="00C56F90" w:rsidRPr="007F7F1E" w:rsidRDefault="004C5DDF" w:rsidP="004C5DDF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7D2B1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</w:tbl>
    <w:p w14:paraId="04B7C154" w14:textId="77777777" w:rsidR="007F7F1E" w:rsidRPr="007F7F1E" w:rsidRDefault="007F7F1E" w:rsidP="007F7F1E">
      <w:pPr>
        <w:rPr>
          <w:vanish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7627D5" w:rsidRPr="006636B7" w14:paraId="0CE8E389" w14:textId="77777777" w:rsidTr="007627D5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A7F9434" w14:textId="186CA0A2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ABD9322" w14:textId="4433652F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D1810A3" w14:textId="57EDA2CD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8EFC740" w14:textId="2F1A51C6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ED75A4E" w14:textId="77777777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8EE6014" w14:textId="7D94802A" w:rsidR="00262258" w:rsidRDefault="00262258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505BE59" w14:textId="7D0C0B2B" w:rsidR="00C71EA2" w:rsidRDefault="00C71EA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2156D87" w14:textId="77777777" w:rsidR="00C71EA2" w:rsidRDefault="00C71EA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FA01F99" w14:textId="66F84A19" w:rsidR="007627D5" w:rsidRPr="006636B7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6636B7" w14:paraId="5752CA6A" w14:textId="77777777" w:rsidTr="007627D5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6DC606" w14:textId="77777777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6636B7" w14:paraId="2ED8468C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E2C367A" w14:textId="77777777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32A45D" w14:textId="77777777" w:rsidR="007627D5" w:rsidRPr="006636B7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6636B7" w14:paraId="7C9B9145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0DDF5AE" w14:textId="77777777" w:rsidR="007627D5" w:rsidRPr="009B7CA3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A173CA1" w14:textId="3B63C8F8" w:rsidR="00ED1C2C" w:rsidRPr="009B7CA3" w:rsidRDefault="00ED1C2C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A529BAB" w14:textId="77777777" w:rsidR="007627D5" w:rsidRPr="009B7CA3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ED1C2C" w:rsidRPr="009B7CA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87DC92D" w14:textId="726D6E38" w:rsidR="00ED1C2C" w:rsidRPr="009B7CA3" w:rsidRDefault="00ED1C2C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72100AB" w14:textId="77777777" w:rsidR="00D6512C" w:rsidRPr="008C3004" w:rsidRDefault="00D6512C" w:rsidP="006443EA">
      <w:pPr>
        <w:wordWrap w:val="0"/>
        <w:overflowPunct w:val="0"/>
        <w:autoSpaceDE w:val="0"/>
        <w:autoSpaceDN w:val="0"/>
        <w:rPr>
          <w:rFonts w:hAnsi="Century"/>
          <w:sz w:val="2"/>
          <w:szCs w:val="2"/>
        </w:rPr>
      </w:pPr>
    </w:p>
    <w:sectPr w:rsidR="00D6512C" w:rsidRPr="008C3004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630F2" w14:textId="77777777" w:rsidR="00202A11" w:rsidRDefault="00202A11">
      <w:r>
        <w:separator/>
      </w:r>
    </w:p>
  </w:endnote>
  <w:endnote w:type="continuationSeparator" w:id="0">
    <w:p w14:paraId="30017449" w14:textId="77777777" w:rsidR="00202A11" w:rsidRDefault="0020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3A305" w14:textId="77777777" w:rsidR="00202A11" w:rsidRDefault="00202A11">
      <w:r>
        <w:separator/>
      </w:r>
    </w:p>
  </w:footnote>
  <w:footnote w:type="continuationSeparator" w:id="0">
    <w:p w14:paraId="060178FB" w14:textId="77777777" w:rsidR="00202A11" w:rsidRDefault="00202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EC388" w14:textId="17BE2908" w:rsidR="001E7242" w:rsidRDefault="001E7242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38DEDC" wp14:editId="21CA9EA7">
              <wp:simplePos x="0" y="0"/>
              <wp:positionH relativeFrom="page">
                <wp:posOffset>1080135</wp:posOffset>
              </wp:positionH>
              <wp:positionV relativeFrom="page">
                <wp:posOffset>540385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9B7151B" w14:textId="77777777" w:rsidR="001E7242" w:rsidRPr="00967DE7" w:rsidRDefault="001E7242" w:rsidP="001E724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538DEDC" id="正方形/長方形 9" o:spid="_x0000_s1028" style="position:absolute;left:0;text-align:left;margin-left:85.05pt;margin-top:42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" filled="f" stroked="f" strokeweight="1pt">
              <v:textbox>
                <w:txbxContent>
                  <w:p w14:paraId="39B7151B" w14:textId="77777777" w:rsidR="001E7242" w:rsidRPr="00967DE7" w:rsidRDefault="001E7242" w:rsidP="001E7242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658"/>
    <w:rsid w:val="000429F7"/>
    <w:rsid w:val="00052D0B"/>
    <w:rsid w:val="00067CE4"/>
    <w:rsid w:val="000A7535"/>
    <w:rsid w:val="000D2546"/>
    <w:rsid w:val="00110457"/>
    <w:rsid w:val="00135C60"/>
    <w:rsid w:val="0014483B"/>
    <w:rsid w:val="00171425"/>
    <w:rsid w:val="001D3F72"/>
    <w:rsid w:val="001E7242"/>
    <w:rsid w:val="001F3314"/>
    <w:rsid w:val="001F6B30"/>
    <w:rsid w:val="00202A11"/>
    <w:rsid w:val="002374BA"/>
    <w:rsid w:val="00247CD8"/>
    <w:rsid w:val="00262258"/>
    <w:rsid w:val="00266160"/>
    <w:rsid w:val="002C3373"/>
    <w:rsid w:val="00387C62"/>
    <w:rsid w:val="003C4F76"/>
    <w:rsid w:val="00412F75"/>
    <w:rsid w:val="004414F2"/>
    <w:rsid w:val="004C5DDF"/>
    <w:rsid w:val="004C6369"/>
    <w:rsid w:val="0053005F"/>
    <w:rsid w:val="00566B7E"/>
    <w:rsid w:val="0060292E"/>
    <w:rsid w:val="006078D4"/>
    <w:rsid w:val="006443EA"/>
    <w:rsid w:val="00683792"/>
    <w:rsid w:val="006E333A"/>
    <w:rsid w:val="00747A3D"/>
    <w:rsid w:val="007627D5"/>
    <w:rsid w:val="007D2B16"/>
    <w:rsid w:val="007D5C02"/>
    <w:rsid w:val="007F7F1E"/>
    <w:rsid w:val="00801B5A"/>
    <w:rsid w:val="008074CF"/>
    <w:rsid w:val="008561BF"/>
    <w:rsid w:val="008C3004"/>
    <w:rsid w:val="009647CD"/>
    <w:rsid w:val="009B7CA3"/>
    <w:rsid w:val="009D2531"/>
    <w:rsid w:val="00A561E4"/>
    <w:rsid w:val="00B024B5"/>
    <w:rsid w:val="00B20915"/>
    <w:rsid w:val="00B43703"/>
    <w:rsid w:val="00B56236"/>
    <w:rsid w:val="00C065A8"/>
    <w:rsid w:val="00C56F90"/>
    <w:rsid w:val="00C71EA2"/>
    <w:rsid w:val="00CA283D"/>
    <w:rsid w:val="00CD2DD6"/>
    <w:rsid w:val="00D6512C"/>
    <w:rsid w:val="00D72CAA"/>
    <w:rsid w:val="00D80153"/>
    <w:rsid w:val="00D83528"/>
    <w:rsid w:val="00DA1C90"/>
    <w:rsid w:val="00DB2F31"/>
    <w:rsid w:val="00DD5F5B"/>
    <w:rsid w:val="00DF699C"/>
    <w:rsid w:val="00E058CA"/>
    <w:rsid w:val="00E27183"/>
    <w:rsid w:val="00E86529"/>
    <w:rsid w:val="00EB6B18"/>
    <w:rsid w:val="00ED1C2C"/>
    <w:rsid w:val="00ED2DC4"/>
    <w:rsid w:val="00ED5D1A"/>
    <w:rsid w:val="00F05652"/>
    <w:rsid w:val="00F2197C"/>
    <w:rsid w:val="00F27ECE"/>
    <w:rsid w:val="00F65E8A"/>
    <w:rsid w:val="00FC41D7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67EBDE08"/>
  <w15:chartTrackingRefBased/>
  <w15:docId w15:val="{C2B88E5F-C208-4D77-9626-5B2B23CE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table" w:customStyle="1" w:styleId="TableNormal">
    <w:name w:val="Table Normal"/>
    <w:uiPriority w:val="2"/>
    <w:semiHidden/>
    <w:unhideWhenUsed/>
    <w:qFormat/>
    <w:rsid w:val="00C56F90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ED1C2C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ED1C2C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ED1C2C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D1C2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ED1C2C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E865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652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8C366891-DECC-4598-ACE4-9976AF29C0DC}"/>
</file>

<file path=customXml/itemProps2.xml><?xml version="1.0" encoding="utf-8"?>
<ds:datastoreItem xmlns:ds="http://schemas.openxmlformats.org/officeDocument/2006/customXml" ds:itemID="{FADDD0C5-1089-432C-9760-A4A72C6BCF85}"/>
</file>

<file path=customXml/itemProps3.xml><?xml version="1.0" encoding="utf-8"?>
<ds:datastoreItem xmlns:ds="http://schemas.openxmlformats.org/officeDocument/2006/customXml" ds:itemID="{02F0740D-4993-4E5D-BE11-04F1ABBCA39C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47</TotalTime>
  <Pages>1</Pages>
  <Words>154</Words>
  <Characters>147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2021-04-16T02:24:00Z</dcterms:created>
  <dcterms:modified xsi:type="dcterms:W3CDTF">2022-06-02T00:04:00Z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