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9036D" w14:textId="79AFE5DA" w:rsidR="00D6512C" w:rsidRDefault="00A20CD5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45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76FD88E9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777A56D1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2B6179A7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Century"/>
          <w:noProof/>
        </w:rPr>
        <w:pict w14:anchorId="158237BB">
          <v:shape id="_x0000_s1029" type="#_x0000_t202" style="position:absolute;left:0;text-align:left;margin-left:68.6pt;margin-top:39.4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3393E2E9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</w:p>
    <w:p w14:paraId="27C55B91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p w14:paraId="5956A3F7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1847"/>
        <w:gridCol w:w="6118"/>
        <w:gridCol w:w="260"/>
      </w:tblGrid>
      <w:tr w:rsidR="00D6512C" w14:paraId="7B0A4189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4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E336E78" w14:textId="5D1D5DAD" w:rsidR="00EB6B18" w:rsidRDefault="00A20CD5" w:rsidP="00EB6B18">
            <w:pPr>
              <w:overflowPunct w:val="0"/>
              <w:autoSpaceDE w:val="0"/>
              <w:autoSpaceDN w:val="0"/>
              <w:jc w:val="left"/>
              <w:rPr>
                <w:rFonts w:hAnsi="Century"/>
              </w:rPr>
            </w:pPr>
            <w:r>
              <w:rPr>
                <w:rFonts w:hAnsi="Century"/>
                <w:noProof/>
              </w:rPr>
              <w:pict w14:anchorId="6305B23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13.6pt;margin-top:318.35pt;width:7.1pt;height:0;z-index:251657728;mso-position-horizontal:absolute;mso-position-horizontal-relative:page;mso-position-vertical:absolute;mso-position-vertical-relative:page;mso-width-relative:margin;mso-height-relative:margin;v-text-anchor:middle" o:connectortype="straight" o:allowincell="f" strokecolor="#2f528f" strokeweight="1pt">
                  <w10:wrap anchorx="page" anchory="page"/>
                </v:shape>
              </w:pict>
            </w:r>
          </w:p>
          <w:p w14:paraId="784CAA30" w14:textId="4A9FAE55" w:rsidR="00D6512C" w:rsidRDefault="00B161C7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EA237A">
              <w:rPr>
                <w:rFonts w:hAnsi="Century" w:hint="eastAsia"/>
                <w:sz w:val="28"/>
                <w:szCs w:val="28"/>
              </w:rPr>
              <w:t>所得状況届督促</w:t>
            </w:r>
            <w:r w:rsidR="00D6512C" w:rsidRPr="00B161C7">
              <w:rPr>
                <w:rFonts w:hAnsi="Century" w:hint="eastAsia"/>
                <w:sz w:val="28"/>
                <w:szCs w:val="28"/>
              </w:rPr>
              <w:t>通知書</w:t>
            </w:r>
          </w:p>
          <w:p w14:paraId="6AEFCFB6" w14:textId="77777777" w:rsidR="00E57493" w:rsidRDefault="00E57493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</w:p>
          <w:p w14:paraId="05AE1FEA" w14:textId="77777777" w:rsidR="005932AB" w:rsidRDefault="005932AB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040AF594" w14:textId="7BBD92CD" w:rsidR="005932AB" w:rsidRPr="004D2C41" w:rsidRDefault="00A20CD5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rFonts w:hAnsi="Century"/>
                <w:noProof/>
              </w:rPr>
              <w:pict w14:anchorId="3E318812">
                <v:rect id="_x0000_s1046" style="position:absolute;left:0;text-align:left;margin-left:-3.85pt;margin-top:10.9pt;width:425.25pt;height:34.35pt;z-index:251658752;mso-position-horizontal-relative:text;mso-position-vertical-relative:text" fillcolor="#92d050" strokecolor="#92d050" strokeweight="1pt">
                  <v:fill opacity="52429f"/>
                  <v:textbox inset="5.85pt,.7pt,5.85pt,.7pt">
                    <w:txbxContent>
                      <w:p w14:paraId="411AB974" w14:textId="34C892CE" w:rsidR="000B7B0C" w:rsidRPr="00415E49" w:rsidRDefault="000B7B0C" w:rsidP="000B7B0C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＋編集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337BF0A1" w14:textId="2382E88F" w:rsidR="005932AB" w:rsidRDefault="005932AB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Century"/>
              </w:rPr>
            </w:pPr>
            <w:r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>
              <w:rPr>
                <w:rFonts w:hAnsi="Century" w:hint="eastAsia"/>
              </w:rPr>
              <w:t>については、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記の理由により、支給</w:t>
            </w:r>
            <w:r w:rsidRPr="001B3772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しましたので通知します。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記の提出期限までに所得状況届を提出してください。</w:t>
            </w:r>
          </w:p>
          <w:p w14:paraId="3F08623D" w14:textId="77777777" w:rsidR="00E57493" w:rsidRDefault="00E57493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34CB1D5E" w14:textId="77777777" w:rsidR="005932AB" w:rsidRDefault="005932AB" w:rsidP="005932AB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2621D58D" w14:textId="4D9C17DF" w:rsidR="00D6512C" w:rsidRPr="00B161C7" w:rsidRDefault="00D6512C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pacing w:val="210"/>
                <w:sz w:val="28"/>
                <w:szCs w:val="28"/>
              </w:rPr>
            </w:pPr>
          </w:p>
        </w:tc>
      </w:tr>
      <w:tr w:rsidR="00D30509" w14:paraId="67066AEF" w14:textId="77777777" w:rsidTr="00E57493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53811144" w14:textId="6FC3B668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847" w:type="dxa"/>
            <w:vAlign w:val="center"/>
          </w:tcPr>
          <w:p w14:paraId="19803825" w14:textId="70000A26" w:rsidR="00D30509" w:rsidRDefault="00D3050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6F6A022" w14:textId="77777777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E6A1723" w14:textId="77777777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6512C" w14:paraId="6A54DCE0" w14:textId="77777777" w:rsidTr="00E57493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C414F20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70858BF0" w14:textId="77777777" w:rsidR="00D6512C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</w:t>
            </w:r>
            <w:r w:rsidR="00D6512C">
              <w:rPr>
                <w:rFonts w:hAnsi="Century" w:hint="eastAsia"/>
              </w:rPr>
              <w:t>住所</w:t>
            </w:r>
          </w:p>
        </w:tc>
        <w:tc>
          <w:tcPr>
            <w:tcW w:w="6118" w:type="dxa"/>
            <w:vAlign w:val="center"/>
          </w:tcPr>
          <w:p w14:paraId="4E566634" w14:textId="775332C4" w:rsidR="00D6512C" w:rsidRPr="00161E5F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639BC802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266160" w14:paraId="516B985F" w14:textId="77777777" w:rsidTr="00E57493">
        <w:trPr>
          <w:gridBefore w:val="1"/>
          <w:wBefore w:w="14" w:type="dxa"/>
          <w:cantSplit/>
          <w:trHeight w:val="85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4AA69A5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28A3CAD7" w14:textId="548A0A0D" w:rsidR="00266160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の理由</w:t>
            </w:r>
          </w:p>
        </w:tc>
        <w:tc>
          <w:tcPr>
            <w:tcW w:w="6118" w:type="dxa"/>
            <w:vAlign w:val="center"/>
          </w:tcPr>
          <w:p w14:paraId="2EA96329" w14:textId="77777777" w:rsidR="00266160" w:rsidRDefault="00EA237A" w:rsidP="00DC2DDA">
            <w:pPr>
              <w:overflowPunct w:val="0"/>
              <w:autoSpaceDE w:val="0"/>
              <w:autoSpaceDN w:val="0"/>
              <w:spacing w:line="276" w:lineRule="auto"/>
              <w:jc w:val="left"/>
              <w:rPr>
                <w:rFonts w:hAnsi="Century"/>
              </w:rPr>
            </w:pPr>
            <w:r>
              <w:rPr>
                <w:rFonts w:hAnsi="Century" w:hint="eastAsia"/>
              </w:rPr>
              <w:t>提出期間内に所得状況届が未提出であり、</w:t>
            </w:r>
            <w:r>
              <w:rPr>
                <w:rFonts w:hAnsi="ＭＳ 明朝" w:hint="eastAsia"/>
                <w:color w:val="000000"/>
                <w:szCs w:val="21"/>
                <w:shd w:val="clear" w:color="auto" w:fill="FFFFFF"/>
              </w:rPr>
              <w:t>受給者の所得状況等について確認ができないため</w:t>
            </w: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334DF98E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05E70F7C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7C161E9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40D5E29D" w14:textId="5B62C7ED" w:rsidR="00D6512C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の期間</w:t>
            </w:r>
          </w:p>
        </w:tc>
        <w:tc>
          <w:tcPr>
            <w:tcW w:w="6118" w:type="dxa"/>
            <w:vAlign w:val="center"/>
          </w:tcPr>
          <w:p w14:paraId="68637900" w14:textId="77777777" w:rsidR="00D6512C" w:rsidRDefault="00EA237A" w:rsidP="00EA237A">
            <w:pPr>
              <w:wordWrap w:val="0"/>
              <w:overflowPunct w:val="0"/>
              <w:autoSpaceDE w:val="0"/>
              <w:autoSpaceDN w:val="0"/>
              <w:ind w:firstLineChars="1100" w:firstLine="231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から</w:t>
            </w: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4B25D848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30509" w14:paraId="187C7EB5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C49CCE9" w14:textId="76F27DCA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0646B75A" w14:textId="77777777" w:rsidR="00D30509" w:rsidRDefault="00D3050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提出期限</w:t>
            </w:r>
          </w:p>
        </w:tc>
        <w:tc>
          <w:tcPr>
            <w:tcW w:w="6118" w:type="dxa"/>
            <w:tcBorders>
              <w:right w:val="single" w:sz="4" w:space="0" w:color="auto"/>
            </w:tcBorders>
            <w:vAlign w:val="center"/>
          </w:tcPr>
          <w:p w14:paraId="61F4ADB8" w14:textId="77777777" w:rsidR="00D30509" w:rsidRDefault="00D30509" w:rsidP="00DC2DDA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02B94443" w14:textId="246D9FA0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E06858" w14:paraId="6D00F06A" w14:textId="77777777" w:rsidTr="00E57493">
        <w:trPr>
          <w:gridBefore w:val="1"/>
          <w:wBefore w:w="14" w:type="dxa"/>
          <w:cantSplit/>
          <w:trHeight w:val="2268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E583BF0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shd w:val="clear" w:color="auto" w:fill="92D050"/>
            <w:vAlign w:val="center"/>
          </w:tcPr>
          <w:p w14:paraId="2EAB0B7B" w14:textId="4E5E7D83" w:rsidR="00485FAF" w:rsidRPr="00485FAF" w:rsidRDefault="00485FAF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485FAF">
              <w:rPr>
                <w:rFonts w:hAnsi="ＭＳ 明朝" w:hint="eastAsia"/>
              </w:rPr>
              <w:t>備考</w:t>
            </w:r>
          </w:p>
          <w:p w14:paraId="6A002726" w14:textId="706940A7" w:rsidR="00E06858" w:rsidRPr="00AD548E" w:rsidRDefault="00E06858" w:rsidP="00AA3CE2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6118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22EAC927" w14:textId="57FD8C63" w:rsidR="00E06858" w:rsidRPr="00AD548E" w:rsidRDefault="00E06858" w:rsidP="00E06858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３</w:t>
            </w: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＋編集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2433A9AC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:rsidRPr="00A40D5B" w14:paraId="0DB37459" w14:textId="77777777" w:rsidTr="00E57493">
        <w:trPr>
          <w:gridBefore w:val="1"/>
          <w:wBefore w:w="14" w:type="dxa"/>
          <w:cantSplit/>
          <w:trHeight w:val="2959"/>
        </w:trPr>
        <w:tc>
          <w:tcPr>
            <w:tcW w:w="849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DC5680" w14:textId="2A010B40" w:rsidR="00D6512C" w:rsidRPr="002374BA" w:rsidRDefault="00A20CD5" w:rsidP="002374BA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16E7A745">
                <v:rect id="正方形/長方形 8" o:spid="_x0000_s1030" style="position:absolute;left:0;text-align:left;margin-left:-5.2pt;margin-top:8.5pt;width:425.25pt;height:131.35pt;z-index:25165670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E93C427" w14:textId="77777777" w:rsidR="00D30509" w:rsidRPr="00485FAF" w:rsidRDefault="00D30509" w:rsidP="00D30509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485FAF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801B5A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</w:t>
            </w:r>
            <w:r w:rsidR="002374BA"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か月以内に、書面で、</w:t>
            </w:r>
            <w:r w:rsidR="002A202E"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都道府県名</w: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5EF6D99" w14:textId="374C899A" w:rsidR="002374BA" w:rsidRPr="002374BA" w:rsidRDefault="002374BA" w:rsidP="002374BA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2374BA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Pr="002374BA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か月以内であっても、この処分の日の翌日から起算して１年を経過したときは、審査請求をすることができません。</w:t>
            </w:r>
          </w:p>
          <w:p w14:paraId="2D4C8596" w14:textId="77777777" w:rsidR="002374BA" w:rsidRPr="002374BA" w:rsidRDefault="002374BA" w:rsidP="002374BA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374BA">
              <w:rPr>
                <w:rFonts w:hAnsi="ＭＳ 明朝" w:hint="eastAsia"/>
                <w:szCs w:val="21"/>
              </w:rPr>
              <w:t>この処分の取消しを求める訴えは、この</w:t>
            </w:r>
            <w:r w:rsidR="00801B5A">
              <w:rPr>
                <w:rFonts w:hAnsi="ＭＳ 明朝" w:hint="eastAsia"/>
                <w:szCs w:val="21"/>
              </w:rPr>
              <w:t>通知書を受けた日</w:t>
            </w:r>
            <w:r w:rsidRPr="002374BA">
              <w:rPr>
                <w:rFonts w:hAnsi="ＭＳ 明朝" w:hint="eastAsia"/>
                <w:szCs w:val="21"/>
              </w:rPr>
              <w:t>の翌日から起算して6</w:t>
            </w:r>
            <w:r>
              <w:rPr>
                <w:rFonts w:hAnsi="ＭＳ 明朝" w:hint="eastAsia"/>
                <w:szCs w:val="21"/>
              </w:rPr>
              <w:t>か</w:t>
            </w:r>
            <w:r w:rsidRPr="002374BA">
              <w:rPr>
                <w:rFonts w:hAnsi="ＭＳ 明朝" w:hint="eastAsia"/>
                <w:szCs w:val="21"/>
              </w:rPr>
              <w:t>月以内に、</w:t>
            </w:r>
            <w:r w:rsidR="002A202E" w:rsidRPr="002A202E">
              <w:rPr>
                <w:rFonts w:hAnsi="ＭＳ 明朝" w:hint="eastAsia"/>
                <w:szCs w:val="21"/>
                <w:bdr w:val="single" w:sz="4" w:space="0" w:color="auto"/>
              </w:rPr>
              <w:t>市町村名</w:t>
            </w:r>
            <w:r w:rsidR="000A6C1E">
              <w:rPr>
                <w:rFonts w:hAnsi="ＭＳ 明朝" w:hint="eastAsia"/>
                <w:szCs w:val="21"/>
                <w:bdr w:val="single" w:sz="4" w:space="0" w:color="auto"/>
              </w:rPr>
              <w:t>１</w:t>
            </w:r>
            <w:r w:rsidRPr="002374BA">
              <w:rPr>
                <w:rFonts w:hAnsi="ＭＳ 明朝" w:hint="eastAsia"/>
                <w:szCs w:val="21"/>
              </w:rPr>
              <w:t>を被告として</w:t>
            </w:r>
            <w:r w:rsidRPr="002374BA">
              <w:rPr>
                <w:rFonts w:hAnsi="ＭＳ 明朝"/>
                <w:szCs w:val="21"/>
              </w:rPr>
              <w:t>(</w:t>
            </w:r>
            <w:r w:rsidRPr="002374BA">
              <w:rPr>
                <w:rFonts w:hAnsi="ＭＳ 明朝" w:hint="eastAsia"/>
                <w:szCs w:val="21"/>
              </w:rPr>
              <w:t>訴訟において</w:t>
            </w:r>
            <w:r w:rsidR="002A202E" w:rsidRPr="002A202E">
              <w:rPr>
                <w:rFonts w:hAnsi="ＭＳ 明朝" w:hint="eastAsia"/>
                <w:szCs w:val="21"/>
                <w:bdr w:val="single" w:sz="4" w:space="0" w:color="auto"/>
              </w:rPr>
              <w:t>市町村名</w:t>
            </w:r>
            <w:r w:rsidR="000A6C1E">
              <w:rPr>
                <w:rFonts w:hAnsi="ＭＳ 明朝" w:hint="eastAsia"/>
                <w:szCs w:val="21"/>
                <w:bdr w:val="single" w:sz="4" w:space="0" w:color="auto"/>
              </w:rPr>
              <w:t>２</w:t>
            </w:r>
            <w:r w:rsidRPr="002374BA">
              <w:rPr>
                <w:rFonts w:hAnsi="ＭＳ 明朝" w:hint="eastAsia"/>
                <w:szCs w:val="21"/>
              </w:rPr>
              <w:t>を代表する者は</w:t>
            </w:r>
            <w:r w:rsidR="00D6187D">
              <w:rPr>
                <w:rFonts w:hAnsi="ＭＳ 明朝" w:hint="eastAsia"/>
                <w:szCs w:val="21"/>
                <w:bdr w:val="single" w:sz="4" w:space="0" w:color="auto"/>
              </w:rPr>
              <w:t>市町村長</w:t>
            </w:r>
            <w:r w:rsidRPr="002374BA">
              <w:rPr>
                <w:rFonts w:hAnsi="ＭＳ 明朝" w:hint="eastAsia"/>
                <w:szCs w:val="21"/>
              </w:rPr>
              <w:t>となります。</w:t>
            </w:r>
            <w:r w:rsidRPr="002374BA">
              <w:rPr>
                <w:rFonts w:hAnsi="ＭＳ 明朝"/>
                <w:szCs w:val="21"/>
              </w:rPr>
              <w:t>)</w:t>
            </w:r>
            <w:r w:rsidRPr="002374BA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6BADA0C2" w14:textId="77777777" w:rsidR="002374BA" w:rsidRPr="002374BA" w:rsidRDefault="002374BA" w:rsidP="002374BA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2374BA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 w:rsidR="006443EA">
              <w:rPr>
                <w:rFonts w:hAnsi="ＭＳ 明朝" w:cs="FUJ-Minchotai" w:hint="eastAsia"/>
                <w:kern w:val="0"/>
                <w:szCs w:val="21"/>
              </w:rPr>
              <w:t>6</w:t>
            </w:r>
            <w:r w:rsidRPr="002374BA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か月以内であっても、この処分の日の翌日から起算して１年を経過したときは、取消訴訟を提起することができません。</w:t>
            </w:r>
          </w:p>
          <w:p w14:paraId="119EA1D7" w14:textId="698F0CCC" w:rsidR="00A40D5B" w:rsidRDefault="00A40D5B" w:rsidP="00A40D5B">
            <w:pPr>
              <w:wordWrap w:val="0"/>
              <w:overflowPunct w:val="0"/>
              <w:autoSpaceDE w:val="0"/>
              <w:autoSpaceDN w:val="0"/>
              <w:ind w:right="37"/>
              <w:jc w:val="right"/>
              <w:rPr>
                <w:rFonts w:hAnsi="Century"/>
              </w:rPr>
            </w:pPr>
          </w:p>
        </w:tc>
      </w:tr>
      <w:tr w:rsidR="00D6187D" w:rsidRPr="006636B7" w14:paraId="1D419BB3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883397F" w14:textId="77777777" w:rsidR="00D6187D" w:rsidRPr="006636B7" w:rsidRDefault="00D6187D" w:rsidP="00A40D5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636B7" w14:paraId="64A4B846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D8BEB73" w14:textId="77777777" w:rsidR="00D6187D" w:rsidRDefault="00D6187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  <w:r w:rsidR="00D3489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</w:p>
          <w:p w14:paraId="4F731382" w14:textId="77777777" w:rsidR="00D3489D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住　　所　　123-4567　●●市●●１－２-３</w:t>
            </w:r>
          </w:p>
          <w:p w14:paraId="0B4F125B" w14:textId="77777777" w:rsidR="00D3489D" w:rsidRPr="00A20CD5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電話番</w:t>
            </w: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号　　987-6543-2111　FAX番号　123-456-7890</w:t>
            </w:r>
          </w:p>
          <w:p w14:paraId="78FEDE57" w14:textId="730800BA" w:rsidR="00D3489D" w:rsidRPr="00D3489D" w:rsidRDefault="00D3489D" w:rsidP="003B4841">
            <w:pPr>
              <w:pStyle w:val="a5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メール　　　</w:t>
            </w:r>
            <w:r w:rsidRPr="00A20CD5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BA50A1F" w14:textId="77777777" w:rsidR="00D6512C" w:rsidRPr="00D3489D" w:rsidRDefault="00D6512C" w:rsidP="00D6187D">
      <w:pPr>
        <w:wordWrap w:val="0"/>
        <w:overflowPunct w:val="0"/>
        <w:autoSpaceDE w:val="0"/>
        <w:autoSpaceDN w:val="0"/>
        <w:rPr>
          <w:rFonts w:hAnsi="Century"/>
          <w:vanish/>
        </w:rPr>
      </w:pPr>
    </w:p>
    <w:sectPr w:rsidR="00D6512C" w:rsidRPr="00D3489D" w:rsidSect="00BF5193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AF595" w14:textId="77777777" w:rsidR="004303D0" w:rsidRDefault="004303D0">
      <w:r>
        <w:separator/>
      </w:r>
    </w:p>
  </w:endnote>
  <w:endnote w:type="continuationSeparator" w:id="0">
    <w:p w14:paraId="47F86D41" w14:textId="77777777" w:rsidR="004303D0" w:rsidRDefault="004303D0">
      <w:r>
        <w:continuationSeparator/>
      </w:r>
    </w:p>
  </w:endnote>
  <w:endnote w:type="continuationNotice" w:id="1">
    <w:p w14:paraId="0C93C92D" w14:textId="77777777" w:rsidR="004303D0" w:rsidRDefault="004303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A9224" w14:textId="77777777" w:rsidR="004303D0" w:rsidRDefault="004303D0">
      <w:r>
        <w:separator/>
      </w:r>
    </w:p>
  </w:footnote>
  <w:footnote w:type="continuationSeparator" w:id="0">
    <w:p w14:paraId="23DDA97E" w14:textId="77777777" w:rsidR="004303D0" w:rsidRDefault="004303D0">
      <w:r>
        <w:continuationSeparator/>
      </w:r>
    </w:p>
  </w:footnote>
  <w:footnote w:type="continuationNotice" w:id="1">
    <w:p w14:paraId="0DA14239" w14:textId="77777777" w:rsidR="004303D0" w:rsidRDefault="004303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801C6" w14:textId="70959F08" w:rsidR="0066743C" w:rsidRDefault="00A20CD5">
    <w:pPr>
      <w:pStyle w:val="a3"/>
    </w:pPr>
    <w:r>
      <w:rPr>
        <w:noProof/>
      </w:rPr>
      <w:pict w14:anchorId="225D4E68">
        <v:rect id="正方形/長方形 9" o:spid="_x0000_s8193" style="position:absolute;left:0;text-align:left;margin-left:50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7759B635" w14:textId="77777777" w:rsidR="0066743C" w:rsidRPr="0066743C" w:rsidRDefault="0066743C" w:rsidP="0066743C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66743C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8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21CC"/>
    <w:rsid w:val="000A6C1E"/>
    <w:rsid w:val="000B7B0C"/>
    <w:rsid w:val="000D1344"/>
    <w:rsid w:val="00124F4B"/>
    <w:rsid w:val="00157F0C"/>
    <w:rsid w:val="00161E5F"/>
    <w:rsid w:val="001B3772"/>
    <w:rsid w:val="001D1B11"/>
    <w:rsid w:val="001F3314"/>
    <w:rsid w:val="00204385"/>
    <w:rsid w:val="002374BA"/>
    <w:rsid w:val="00247CD8"/>
    <w:rsid w:val="00266160"/>
    <w:rsid w:val="002A202E"/>
    <w:rsid w:val="002B6D52"/>
    <w:rsid w:val="002D2EBD"/>
    <w:rsid w:val="002D58CA"/>
    <w:rsid w:val="002D7407"/>
    <w:rsid w:val="002E30E2"/>
    <w:rsid w:val="003050AA"/>
    <w:rsid w:val="00314AEA"/>
    <w:rsid w:val="00381A9A"/>
    <w:rsid w:val="003A7DAB"/>
    <w:rsid w:val="003B4841"/>
    <w:rsid w:val="003D0813"/>
    <w:rsid w:val="004278A0"/>
    <w:rsid w:val="004303D0"/>
    <w:rsid w:val="00485FAF"/>
    <w:rsid w:val="004900C6"/>
    <w:rsid w:val="004D3939"/>
    <w:rsid w:val="00531B97"/>
    <w:rsid w:val="0055514F"/>
    <w:rsid w:val="00560815"/>
    <w:rsid w:val="005932AB"/>
    <w:rsid w:val="006078D4"/>
    <w:rsid w:val="006443EA"/>
    <w:rsid w:val="0066743C"/>
    <w:rsid w:val="00683792"/>
    <w:rsid w:val="006A4ACA"/>
    <w:rsid w:val="006C6C4C"/>
    <w:rsid w:val="006D2B07"/>
    <w:rsid w:val="006E657B"/>
    <w:rsid w:val="007149E8"/>
    <w:rsid w:val="00717D9D"/>
    <w:rsid w:val="0074340E"/>
    <w:rsid w:val="00795A87"/>
    <w:rsid w:val="007F22F5"/>
    <w:rsid w:val="00801B5A"/>
    <w:rsid w:val="008558CE"/>
    <w:rsid w:val="00884E6B"/>
    <w:rsid w:val="008A61DC"/>
    <w:rsid w:val="008E177C"/>
    <w:rsid w:val="009647CD"/>
    <w:rsid w:val="00A1760A"/>
    <w:rsid w:val="00A20CD5"/>
    <w:rsid w:val="00A338A6"/>
    <w:rsid w:val="00A40D5B"/>
    <w:rsid w:val="00AA3CE2"/>
    <w:rsid w:val="00AB7B4B"/>
    <w:rsid w:val="00AD548E"/>
    <w:rsid w:val="00B024B5"/>
    <w:rsid w:val="00B161C7"/>
    <w:rsid w:val="00B533A3"/>
    <w:rsid w:val="00B56236"/>
    <w:rsid w:val="00B6035E"/>
    <w:rsid w:val="00B84A31"/>
    <w:rsid w:val="00BE3308"/>
    <w:rsid w:val="00BF5193"/>
    <w:rsid w:val="00C1623B"/>
    <w:rsid w:val="00C2240A"/>
    <w:rsid w:val="00C85828"/>
    <w:rsid w:val="00CA283D"/>
    <w:rsid w:val="00CD2DD6"/>
    <w:rsid w:val="00D011F9"/>
    <w:rsid w:val="00D140D5"/>
    <w:rsid w:val="00D14A8C"/>
    <w:rsid w:val="00D30509"/>
    <w:rsid w:val="00D3489D"/>
    <w:rsid w:val="00D6187D"/>
    <w:rsid w:val="00D6512C"/>
    <w:rsid w:val="00D83528"/>
    <w:rsid w:val="00D85A1E"/>
    <w:rsid w:val="00DA3E9C"/>
    <w:rsid w:val="00DC2DDA"/>
    <w:rsid w:val="00DD5F5B"/>
    <w:rsid w:val="00DF4FF5"/>
    <w:rsid w:val="00DF699C"/>
    <w:rsid w:val="00E06858"/>
    <w:rsid w:val="00E23A32"/>
    <w:rsid w:val="00E57493"/>
    <w:rsid w:val="00E60013"/>
    <w:rsid w:val="00E840EE"/>
    <w:rsid w:val="00E90111"/>
    <w:rsid w:val="00EA237A"/>
    <w:rsid w:val="00EB15BF"/>
    <w:rsid w:val="00EB6B18"/>
    <w:rsid w:val="00EC2C76"/>
    <w:rsid w:val="00ED197D"/>
    <w:rsid w:val="00ED2DC4"/>
    <w:rsid w:val="00ED5D1A"/>
    <w:rsid w:val="00ED7A62"/>
    <w:rsid w:val="00F05652"/>
    <w:rsid w:val="00F145C0"/>
    <w:rsid w:val="00F2197C"/>
    <w:rsid w:val="00F27ECE"/>
    <w:rsid w:val="00F71A13"/>
    <w:rsid w:val="00F73AC8"/>
    <w:rsid w:val="00FC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  <w14:docId w14:val="58E4EACD"/>
  <w15:chartTrackingRefBased/>
  <w15:docId w15:val="{A32CA4E1-EF3C-481C-8A31-4E909EAA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paragraph" w:styleId="a7">
    <w:name w:val="Balloon Text"/>
    <w:basedOn w:val="a"/>
    <w:link w:val="a8"/>
    <w:uiPriority w:val="99"/>
    <w:semiHidden/>
    <w:unhideWhenUsed/>
    <w:rsid w:val="00A40D5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40D5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A40D5B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40D5B"/>
    <w:pPr>
      <w:jc w:val="left"/>
    </w:pPr>
  </w:style>
  <w:style w:type="character" w:customStyle="1" w:styleId="ab">
    <w:name w:val="コメント文字列 (文字)"/>
    <w:link w:val="aa"/>
    <w:uiPriority w:val="99"/>
    <w:rsid w:val="00A40D5B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40D5B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A40D5B"/>
    <w:rPr>
      <w:rFonts w:ascii="ＭＳ 明朝" w:hAnsi="Courier New"/>
      <w:b/>
      <w:bCs/>
      <w:kern w:val="2"/>
      <w:sz w:val="21"/>
    </w:rPr>
  </w:style>
  <w:style w:type="paragraph" w:styleId="ae">
    <w:name w:val="No Spacing"/>
    <w:uiPriority w:val="1"/>
    <w:qFormat/>
    <w:rsid w:val="002E30E2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856C0F-44D5-407D-A64E-CB4BCF3F3D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298C9D-3F83-4CD9-853A-21361C857D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1AFACC-998B-49AE-9049-E778DCA4CC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A9B9813-9B03-4B72-9D58-73792DC1BFFE}"/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38</TotalTime>
  <Pages>1</Pages>
  <Words>101</Words>
  <Characters>576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2021-12-20T06:02:00Z</cp:lastPrinted>
  <dcterms:created xsi:type="dcterms:W3CDTF">2021-10-21T04:40:00Z</dcterms:created>
  <dcterms:modified xsi:type="dcterms:W3CDTF">2022-06-02T00:48:00Z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2021-10-23T03:27:54Z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c2c032cc-5815-4179-9d2e-dc41b5361742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