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5E32A" w14:textId="02FE8471" w:rsidR="00F2197C" w:rsidRPr="008F5E28" w:rsidRDefault="00453A7A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59654A" wp14:editId="7116352B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80C2F" w14:textId="7C02B90A" w:rsidR="000B3831" w:rsidRDefault="00CD2DD6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59654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">
                <v:textbox inset="5.85pt,.7pt,5.85pt,.7pt">
                  <w:txbxContent>
                    <w:p w14:paraId="7DD80C2F" w14:textId="7C02B90A" w:rsidR="000B3831" w:rsidRDefault="00CD2DD6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7CD8" w:rsidRPr="008F5E28">
        <w:rPr>
          <w:rFonts w:hAnsi="ＭＳ 明朝" w:hint="eastAsia"/>
          <w:szCs w:val="21"/>
        </w:rPr>
        <w:t>第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 xml:space="preserve">　</w:t>
      </w:r>
      <w:r w:rsidR="001D3F72" w:rsidRPr="008F5E28">
        <w:rPr>
          <w:rFonts w:hAnsi="ＭＳ 明朝" w:hint="eastAsia"/>
          <w:szCs w:val="21"/>
        </w:rPr>
        <w:t xml:space="preserve">　　</w:t>
      </w:r>
      <w:r w:rsidR="005C7CD8" w:rsidRPr="008F5E28">
        <w:rPr>
          <w:rFonts w:hAnsi="ＭＳ 明朝" w:hint="eastAsia"/>
          <w:szCs w:val="21"/>
        </w:rPr>
        <w:t>号</w:t>
      </w:r>
    </w:p>
    <w:p w14:paraId="0A789954" w14:textId="77777777" w:rsidR="005C7CD8" w:rsidRPr="008F5E28" w:rsidRDefault="005C7CD8" w:rsidP="005C7CD8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8F5E28">
        <w:rPr>
          <w:rFonts w:hAnsi="ＭＳ 明朝" w:hint="eastAsia"/>
          <w:szCs w:val="21"/>
        </w:rPr>
        <w:t xml:space="preserve">　年　　月　　日</w:t>
      </w:r>
    </w:p>
    <w:p w14:paraId="4F9EE18A" w14:textId="77777777" w:rsidR="00F2197C" w:rsidRPr="008F5E28" w:rsidRDefault="00F2197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5FAAD75" w14:textId="520A5C7D" w:rsidR="001D3F72" w:rsidRPr="008F5E28" w:rsidRDefault="00D9088D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0CCE617" wp14:editId="24C1E4C1">
                <wp:simplePos x="0" y="0"/>
                <wp:positionH relativeFrom="column">
                  <wp:posOffset>62865</wp:posOffset>
                </wp:positionH>
                <wp:positionV relativeFrom="page">
                  <wp:posOffset>2886075</wp:posOffset>
                </wp:positionV>
                <wp:extent cx="5340350" cy="659765"/>
                <wp:effectExtent l="0" t="0" r="12700" b="2603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0" cy="659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625335" w14:textId="070C32BD" w:rsidR="00854F67" w:rsidRPr="00154E9D" w:rsidRDefault="00854F67" w:rsidP="00854F6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CCE617" id="正方形/長方形 2" o:spid="_x0000_s1027" style="position:absolute;left:0;text-align:left;margin-left:4.95pt;margin-top:227.25pt;width:420.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" fillcolor="#92d050" strokecolor="#92d050" strokeweight="1pt">
                <v:fill opacity="52428f"/>
                <v:textbox>
                  <w:txbxContent>
                    <w:p w14:paraId="67625335" w14:textId="070C32BD" w:rsidR="00854F67" w:rsidRPr="00154E9D" w:rsidRDefault="00854F67" w:rsidP="00854F6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154E9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A2560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3FD048" wp14:editId="2B1569F4">
                <wp:simplePos x="0" y="0"/>
                <wp:positionH relativeFrom="page">
                  <wp:posOffset>180340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A76F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4.2pt;margin-top:318.95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<w10:wrap anchorx="page" anchory="page"/>
              </v:shape>
            </w:pict>
          </mc:Fallback>
        </mc:AlternateContent>
      </w:r>
    </w:p>
    <w:tbl>
      <w:tblPr>
        <w:tblW w:w="8514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"/>
        <w:gridCol w:w="1253"/>
        <w:gridCol w:w="189"/>
        <w:gridCol w:w="708"/>
        <w:gridCol w:w="6332"/>
        <w:gridCol w:w="9"/>
      </w:tblGrid>
      <w:tr w:rsidR="00D6512C" w:rsidRPr="008F5E28" w14:paraId="288042B3" w14:textId="77777777" w:rsidTr="00380BE0">
        <w:trPr>
          <w:gridBefore w:val="1"/>
          <w:wBefore w:w="23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CDD289D" w14:textId="6876B0E5" w:rsidR="00EB6B18" w:rsidRPr="00904914" w:rsidRDefault="00EB6B18" w:rsidP="00EB6B18">
            <w:pPr>
              <w:overflowPunct w:val="0"/>
              <w:autoSpaceDE w:val="0"/>
              <w:autoSpaceDN w:val="0"/>
              <w:jc w:val="left"/>
              <w:rPr>
                <w:rFonts w:hAnsi="ＭＳ 明朝"/>
                <w:sz w:val="12"/>
                <w:szCs w:val="12"/>
              </w:rPr>
            </w:pPr>
          </w:p>
          <w:p w14:paraId="3AA1B6FF" w14:textId="002611DE" w:rsidR="00D9088D" w:rsidRDefault="00D9088D" w:rsidP="00D9088D">
            <w:pPr>
              <w:overflowPunct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A0657">
              <w:rPr>
                <w:rFonts w:hint="eastAsia"/>
                <w:sz w:val="28"/>
                <w:szCs w:val="28"/>
              </w:rPr>
              <w:t>特別児童扶養手当</w:t>
            </w:r>
            <w:r>
              <w:rPr>
                <w:rFonts w:hint="eastAsia"/>
                <w:sz w:val="28"/>
                <w:szCs w:val="28"/>
              </w:rPr>
              <w:t>有期</w:t>
            </w:r>
            <w:r w:rsidRPr="005A0657">
              <w:rPr>
                <w:rFonts w:hint="eastAsia"/>
                <w:sz w:val="28"/>
                <w:szCs w:val="28"/>
              </w:rPr>
              <w:t>認定通知書</w:t>
            </w:r>
          </w:p>
          <w:p w14:paraId="68F615D2" w14:textId="6B1B2272" w:rsidR="00D9088D" w:rsidRPr="00D9088D" w:rsidRDefault="00D9088D" w:rsidP="00D9088D">
            <w:pPr>
              <w:overflowPunct w:val="0"/>
              <w:autoSpaceDE w:val="0"/>
              <w:autoSpaceDN w:val="0"/>
              <w:spacing w:line="360" w:lineRule="auto"/>
              <w:jc w:val="center"/>
              <w:rPr>
                <w:rFonts w:hAnsi="ＭＳ 明朝"/>
                <w:szCs w:val="21"/>
              </w:rPr>
            </w:pPr>
          </w:p>
          <w:p w14:paraId="43B01A8A" w14:textId="060DBC20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>
              <w:rPr>
                <w:rFonts w:hAnsi="ＭＳ 明朝" w:hint="eastAsia"/>
                <w:szCs w:val="21"/>
              </w:rPr>
              <w:t xml:space="preserve">市長　</w:t>
            </w:r>
            <w:r w:rsidRPr="007461B4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55F706A2" w14:textId="0BFD0069" w:rsidR="00D9088D" w:rsidRDefault="00D9088D" w:rsidP="00D9088D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</w:p>
          <w:p w14:paraId="5AE03F55" w14:textId="3378C0BB" w:rsidR="002C3373" w:rsidRDefault="00380BE0" w:rsidP="00881174">
            <w:pPr>
              <w:pStyle w:val="a5"/>
              <w:spacing w:before="72" w:line="276" w:lineRule="auto"/>
              <w:ind w:left="-68" w:firstLineChars="67" w:firstLine="141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あなたの特別児童扶養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手当の受給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資格は、下記の</w:t>
            </w:r>
            <w:r w:rsidR="0088117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とおり</w:t>
            </w:r>
            <w:r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有期認定となりました。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有期認定された期間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以後引き続き</w:t>
            </w:r>
            <w:r w:rsidR="00720452" w:rsidRPr="00380BE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特別児童扶養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手当を受けようとするときは、次回提出期限までに</w:t>
            </w:r>
            <w:r w:rsidR="001166C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下記の提出書類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を提出</w:t>
            </w:r>
            <w:r w:rsidR="004C1C8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して</w:t>
            </w:r>
            <w:r w:rsidR="00720452" w:rsidRPr="0072045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ください。</w:t>
            </w:r>
          </w:p>
          <w:p w14:paraId="0A41EBD3" w14:textId="231A317B" w:rsidR="004C1C8E" w:rsidRPr="00380BE0" w:rsidRDefault="004C1C8E" w:rsidP="004C1C8E">
            <w:pPr>
              <w:pStyle w:val="a5"/>
              <w:spacing w:before="72" w:line="276" w:lineRule="auto"/>
              <w:ind w:left="164" w:firstLineChars="67" w:firstLine="14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記</w:t>
            </w:r>
          </w:p>
          <w:p w14:paraId="67EA7465" w14:textId="77777777" w:rsidR="001D3F72" w:rsidRPr="00904914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 w:val="12"/>
                <w:szCs w:val="12"/>
              </w:rPr>
            </w:pPr>
          </w:p>
        </w:tc>
      </w:tr>
      <w:tr w:rsidR="00380BE0" w:rsidRPr="008F5E28" w14:paraId="0E752040" w14:textId="77777777" w:rsidTr="00881174">
        <w:trPr>
          <w:gridBefore w:val="1"/>
          <w:wBefore w:w="23" w:type="dxa"/>
          <w:cantSplit/>
          <w:trHeight w:val="567"/>
        </w:trPr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8B981B" w14:textId="05B85FDD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受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給</w:t>
            </w:r>
            <w:r w:rsidR="001166CB">
              <w:rPr>
                <w:rFonts w:hAnsi="ＭＳ 明朝" w:hint="eastAsia"/>
                <w:szCs w:val="21"/>
              </w:rPr>
              <w:t xml:space="preserve">　</w:t>
            </w:r>
            <w:r w:rsidRPr="008F5E28">
              <w:rPr>
                <w:rFonts w:hAnsi="ＭＳ 明朝" w:hint="eastAsia"/>
                <w:szCs w:val="21"/>
              </w:rPr>
              <w:t>者</w:t>
            </w:r>
          </w:p>
        </w:tc>
        <w:tc>
          <w:tcPr>
            <w:tcW w:w="708" w:type="dxa"/>
            <w:vAlign w:val="center"/>
          </w:tcPr>
          <w:p w14:paraId="15571DCD" w14:textId="24FCC257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218535FE" w14:textId="5DA80D3A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380BE0" w:rsidRPr="008F5E28" w14:paraId="2ED34DC4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E62FBF6" w14:textId="12508E91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C712BC1" w14:textId="59F59C83" w:rsidR="00380BE0" w:rsidRPr="008F5E28" w:rsidRDefault="00380BE0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住所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7668D57F" w14:textId="5A568223" w:rsidR="00380BE0" w:rsidRPr="008F5E28" w:rsidRDefault="00380BE0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1166CB" w:rsidRPr="008F5E28" w14:paraId="73F1BAD7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435049FE" w14:textId="77777777" w:rsidR="001166CB" w:rsidRDefault="001166CB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支給対象</w:t>
            </w:r>
          </w:p>
          <w:p w14:paraId="1FCDC89C" w14:textId="239ECDE5" w:rsidR="001166CB" w:rsidRDefault="001166CB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児　　童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3DA5205" w14:textId="64FC9FF0" w:rsidR="001166CB" w:rsidRDefault="001166CB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341" w:type="dxa"/>
            <w:gridSpan w:val="2"/>
            <w:tcBorders>
              <w:right w:val="single" w:sz="4" w:space="0" w:color="auto"/>
            </w:tcBorders>
            <w:vAlign w:val="center"/>
          </w:tcPr>
          <w:p w14:paraId="3495DAA5" w14:textId="2B700771" w:rsidR="001166CB" w:rsidRDefault="001166CB" w:rsidP="001166CB">
            <w:pPr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720452" w:rsidRPr="008F5E28" w14:paraId="6CE18716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2454F20D" w14:textId="2AF9F950" w:rsidR="00720452" w:rsidRPr="008F5E28" w:rsidRDefault="00720452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記号・番号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69D6B4C3" w14:textId="5141FC5A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第　　　　　　　号</w:t>
            </w:r>
          </w:p>
        </w:tc>
      </w:tr>
      <w:tr w:rsidR="00720452" w:rsidRPr="008F5E28" w14:paraId="75DF0E8F" w14:textId="77777777" w:rsidTr="00881174">
        <w:trPr>
          <w:gridBefore w:val="1"/>
          <w:wBefore w:w="23" w:type="dxa"/>
          <w:cantSplit/>
          <w:trHeight w:val="680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29FC420D" w14:textId="77777777" w:rsidR="00904914" w:rsidRDefault="00720452" w:rsidP="0090491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有期認定</w:t>
            </w:r>
          </w:p>
          <w:p w14:paraId="39019EEC" w14:textId="114FAE1D" w:rsidR="00720452" w:rsidRPr="008F5E28" w:rsidRDefault="00720452" w:rsidP="00904914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期</w:t>
            </w:r>
            <w:r w:rsidR="00904914">
              <w:rPr>
                <w:rFonts w:hAnsi="ＭＳ 明朝" w:hint="eastAsia"/>
                <w:szCs w:val="21"/>
              </w:rPr>
              <w:t xml:space="preserve">　　</w:t>
            </w:r>
            <w:r>
              <w:rPr>
                <w:rFonts w:hAnsi="ＭＳ 明朝" w:hint="eastAsia"/>
                <w:szCs w:val="21"/>
              </w:rPr>
              <w:t>間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E3A83CD" w14:textId="1B916A6E" w:rsidR="00720452" w:rsidRPr="008F5E28" w:rsidRDefault="00720452" w:rsidP="00720452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年　　月　から　　　年　　月　まで</w:t>
            </w:r>
          </w:p>
        </w:tc>
      </w:tr>
      <w:tr w:rsidR="0053005F" w:rsidRPr="008F5E28" w14:paraId="61B32D1B" w14:textId="77777777" w:rsidTr="00A27E3B">
        <w:trPr>
          <w:gridBefore w:val="1"/>
          <w:wBefore w:w="23" w:type="dxa"/>
          <w:cantSplit/>
          <w:trHeight w:val="1749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5B2FF1" w14:textId="56D645FB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提出書類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33C9ACE3" w14:textId="4D9E5282" w:rsidR="00854F67" w:rsidRPr="00881174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4"/>
                <w:szCs w:val="24"/>
              </w:rPr>
            </w:pPr>
            <w:r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</w:t>
            </w:r>
            <w:r w:rsidR="00DE667B" w:rsidRPr="0088117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</w:p>
          <w:p w14:paraId="744B2549" w14:textId="312E527E" w:rsidR="0053005F" w:rsidRPr="008F5E28" w:rsidRDefault="0011799F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11799F">
              <w:rPr>
                <w:rFonts w:hAnsi="ＭＳ 明朝" w:hint="eastAsia"/>
                <w:szCs w:val="21"/>
              </w:rPr>
              <w:t>障害状態再審査（診断）請求書</w:t>
            </w:r>
          </w:p>
          <w:p w14:paraId="01E261BA" w14:textId="77777777" w:rsidR="0053005F" w:rsidRPr="008F5E28" w:rsidRDefault="00566B7E" w:rsidP="0053005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特別児童扶養手当</w:t>
            </w:r>
            <w:r w:rsidR="0053005F" w:rsidRPr="008F5E28">
              <w:rPr>
                <w:rFonts w:hAnsi="ＭＳ 明朝" w:hint="eastAsia"/>
                <w:szCs w:val="21"/>
              </w:rPr>
              <w:t>認定診断書</w:t>
            </w:r>
          </w:p>
          <w:p w14:paraId="64CBC7F4" w14:textId="77777777" w:rsidR="00B20915" w:rsidRPr="008F5E28" w:rsidRDefault="00B20915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※診断書は、提出期限の月又はその前月中に作成してください。</w:t>
            </w:r>
          </w:p>
          <w:p w14:paraId="78C2BBFF" w14:textId="77777777" w:rsidR="00FC41D7" w:rsidRPr="008F5E28" w:rsidRDefault="00FC41D7" w:rsidP="00B20915">
            <w:pPr>
              <w:overflowPunct w:val="0"/>
              <w:autoSpaceDE w:val="0"/>
              <w:autoSpaceDN w:val="0"/>
              <w:ind w:left="360"/>
              <w:jc w:val="left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※障害の種類によって診断書の様式は異なります。</w:t>
            </w:r>
          </w:p>
        </w:tc>
      </w:tr>
      <w:tr w:rsidR="0053005F" w:rsidRPr="008F5E28" w14:paraId="385C5478" w14:textId="77777777" w:rsidTr="00881174">
        <w:trPr>
          <w:gridBefore w:val="1"/>
          <w:wBefore w:w="23" w:type="dxa"/>
          <w:cantSplit/>
          <w:trHeight w:val="685"/>
        </w:trPr>
        <w:tc>
          <w:tcPr>
            <w:tcW w:w="1442" w:type="dxa"/>
            <w:gridSpan w:val="2"/>
            <w:tcBorders>
              <w:left w:val="single" w:sz="4" w:space="0" w:color="auto"/>
            </w:tcBorders>
            <w:vAlign w:val="center"/>
          </w:tcPr>
          <w:p w14:paraId="31D64E3C" w14:textId="4690D655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提出期限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vAlign w:val="center"/>
          </w:tcPr>
          <w:p w14:paraId="05841D15" w14:textId="13B5455D" w:rsidR="0053005F" w:rsidRPr="008F5E28" w:rsidRDefault="00720452" w:rsidP="00720452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末日まで</w:t>
            </w:r>
          </w:p>
        </w:tc>
      </w:tr>
      <w:tr w:rsidR="0053005F" w:rsidRPr="008F5E28" w14:paraId="64A03939" w14:textId="77777777" w:rsidTr="00A27E3B">
        <w:trPr>
          <w:gridBefore w:val="1"/>
          <w:wBefore w:w="23" w:type="dxa"/>
          <w:cantSplit/>
          <w:trHeight w:val="1415"/>
        </w:trPr>
        <w:tc>
          <w:tcPr>
            <w:tcW w:w="144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14F04" w14:textId="5A5C9C2D" w:rsidR="0053005F" w:rsidRPr="008F5E28" w:rsidRDefault="0053005F" w:rsidP="0053005F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8F5E28"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049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DE13AFA" w14:textId="0FF35443" w:rsidR="0053005F" w:rsidRPr="00DE667B" w:rsidRDefault="00854F67" w:rsidP="00854F67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DE667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  <w:tr w:rsidR="007627D5" w:rsidRPr="008F5E28" w14:paraId="37D4F0C6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292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1C02695" w14:textId="2C32BD8E" w:rsidR="001D3F72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16AAC8" wp14:editId="4CDEF326">
                      <wp:simplePos x="0" y="0"/>
                      <wp:positionH relativeFrom="column">
                        <wp:posOffset>-69557</wp:posOffset>
                      </wp:positionH>
                      <wp:positionV relativeFrom="paragraph">
                        <wp:posOffset>56368</wp:posOffset>
                      </wp:positionV>
                      <wp:extent cx="5416550" cy="429065"/>
                      <wp:effectExtent l="0" t="0" r="19050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16550" cy="42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158F5C" w14:textId="3FB09B07" w:rsidR="009F269B" w:rsidRPr="00154E9D" w:rsidRDefault="00154E9D" w:rsidP="009F269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54E9D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6AAC8" id="正方形/長方形 3" o:spid="_x0000_s1028" style="position:absolute;margin-left:-5.5pt;margin-top:4.45pt;width:426.5pt;height:3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" fillcolor="#92d050" strokecolor="#92d050" strokeweight="1pt">
                      <v:fill opacity="52428f"/>
                      <v:textbox>
                        <w:txbxContent>
                          <w:p w14:paraId="1A158F5C" w14:textId="3FB09B07" w:rsidR="009F269B" w:rsidRPr="00154E9D" w:rsidRDefault="00154E9D" w:rsidP="009F269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4E9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F1888B" w14:textId="389C4F56" w:rsidR="009F269B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E1A1D99" w14:textId="77777777" w:rsidR="009F269B" w:rsidRPr="008F5E28" w:rsidRDefault="009F269B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3950B07" w14:textId="5DDA0169" w:rsidR="007627D5" w:rsidRPr="008F5E28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8F5E28" w14:paraId="6145C012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F259EB0" w14:textId="640C5E5F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8F5E28" w14:paraId="1069ADAA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BE64F60" w14:textId="77777777" w:rsidR="007627D5" w:rsidRPr="008F5E2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7FF1BC" w14:textId="77777777" w:rsidR="007627D5" w:rsidRPr="008F5E2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F5E2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8F5E28" w14:paraId="1C905B11" w14:textId="77777777" w:rsidTr="00380BE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</w:trPr>
        <w:tc>
          <w:tcPr>
            <w:tcW w:w="1276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0DDC60" w14:textId="77777777" w:rsidR="007627D5" w:rsidRPr="00F86258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138099B" w14:textId="125C3372" w:rsidR="00AA5BEF" w:rsidRPr="00F86258" w:rsidRDefault="00AA5BEF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7B5D575" w14:textId="77777777" w:rsidR="007627D5" w:rsidRPr="00F86258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A5BEF" w:rsidRPr="00F8625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DD557A7" w14:textId="79FE2AFA" w:rsidR="00AA5BEF" w:rsidRPr="00F86258" w:rsidRDefault="00AA5BEF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86258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90253E5" w14:textId="77777777" w:rsidR="00D6512C" w:rsidRPr="009658D6" w:rsidRDefault="00D6512C" w:rsidP="006443EA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9658D6" w:rsidSect="009F269B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EB77B" w14:textId="77777777" w:rsidR="000E2053" w:rsidRDefault="000E2053">
      <w:r>
        <w:separator/>
      </w:r>
    </w:p>
  </w:endnote>
  <w:endnote w:type="continuationSeparator" w:id="0">
    <w:p w14:paraId="238E32B2" w14:textId="77777777" w:rsidR="000E2053" w:rsidRDefault="000E2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2AE1B" w14:textId="77777777" w:rsidR="000E2053" w:rsidRDefault="000E2053">
      <w:r>
        <w:separator/>
      </w:r>
    </w:p>
  </w:footnote>
  <w:footnote w:type="continuationSeparator" w:id="0">
    <w:p w14:paraId="068195BB" w14:textId="77777777" w:rsidR="000E2053" w:rsidRDefault="000E2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F0FA7" w14:textId="4C7E2CE1" w:rsidR="003D5D87" w:rsidRDefault="003D5D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8C9393" wp14:editId="562BF3A7">
              <wp:simplePos x="0" y="0"/>
              <wp:positionH relativeFrom="page">
                <wp:posOffset>661035</wp:posOffset>
              </wp:positionH>
              <wp:positionV relativeFrom="page">
                <wp:posOffset>149860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02A6802" w14:textId="77777777" w:rsidR="003D5D87" w:rsidRPr="00967DE7" w:rsidRDefault="003D5D87" w:rsidP="003D5D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8C9393" id="正方形/長方形 9" o:spid="_x0000_s1029" style="position:absolute;left:0;text-align:left;margin-left:52.05pt;margin-top:11.8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FM913fdAAAACQEAAA8AAAAAAAAA&#10;AAAAAAAAygQAAGRycy9kb3ducmV2LnhtbFBLBQYAAAAABAAEAPMAAADUBQAAAAA=&#10;" filled="f" stroked="f" strokeweight="1pt">
              <v:textbox>
                <w:txbxContent>
                  <w:p w14:paraId="602A6802" w14:textId="77777777" w:rsidR="003D5D87" w:rsidRPr="00967DE7" w:rsidRDefault="003D5D87" w:rsidP="003D5D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0756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52D0B"/>
    <w:rsid w:val="00055FA5"/>
    <w:rsid w:val="00061A0F"/>
    <w:rsid w:val="00067CE4"/>
    <w:rsid w:val="000A7535"/>
    <w:rsid w:val="000B3831"/>
    <w:rsid w:val="000D2546"/>
    <w:rsid w:val="000E2053"/>
    <w:rsid w:val="0011408A"/>
    <w:rsid w:val="001166CB"/>
    <w:rsid w:val="0011799F"/>
    <w:rsid w:val="00135C60"/>
    <w:rsid w:val="0014483B"/>
    <w:rsid w:val="00154E9D"/>
    <w:rsid w:val="00171425"/>
    <w:rsid w:val="001D3F72"/>
    <w:rsid w:val="001F3314"/>
    <w:rsid w:val="00214CBE"/>
    <w:rsid w:val="002374BA"/>
    <w:rsid w:val="00247CD8"/>
    <w:rsid w:val="00266160"/>
    <w:rsid w:val="00273816"/>
    <w:rsid w:val="002C3373"/>
    <w:rsid w:val="002F244C"/>
    <w:rsid w:val="00380BE0"/>
    <w:rsid w:val="00387C62"/>
    <w:rsid w:val="003D5D87"/>
    <w:rsid w:val="003F729C"/>
    <w:rsid w:val="00402226"/>
    <w:rsid w:val="00425FE0"/>
    <w:rsid w:val="0042772F"/>
    <w:rsid w:val="004414F2"/>
    <w:rsid w:val="00453A7A"/>
    <w:rsid w:val="004C1C8E"/>
    <w:rsid w:val="004C4F02"/>
    <w:rsid w:val="004D57A5"/>
    <w:rsid w:val="0053005F"/>
    <w:rsid w:val="00566B7E"/>
    <w:rsid w:val="005857A1"/>
    <w:rsid w:val="005C7CD8"/>
    <w:rsid w:val="0060292E"/>
    <w:rsid w:val="006078D4"/>
    <w:rsid w:val="006443EA"/>
    <w:rsid w:val="00683792"/>
    <w:rsid w:val="006B0692"/>
    <w:rsid w:val="00720452"/>
    <w:rsid w:val="00747A3D"/>
    <w:rsid w:val="007627D5"/>
    <w:rsid w:val="00766A98"/>
    <w:rsid w:val="00801B5A"/>
    <w:rsid w:val="008074CF"/>
    <w:rsid w:val="00854F67"/>
    <w:rsid w:val="00881174"/>
    <w:rsid w:val="008F5E28"/>
    <w:rsid w:val="00904914"/>
    <w:rsid w:val="009647CD"/>
    <w:rsid w:val="009658D6"/>
    <w:rsid w:val="009F269B"/>
    <w:rsid w:val="00A2560D"/>
    <w:rsid w:val="00A27E3B"/>
    <w:rsid w:val="00A561E4"/>
    <w:rsid w:val="00A84B49"/>
    <w:rsid w:val="00AA5BEF"/>
    <w:rsid w:val="00AC75A9"/>
    <w:rsid w:val="00B024B5"/>
    <w:rsid w:val="00B20915"/>
    <w:rsid w:val="00B56236"/>
    <w:rsid w:val="00BB4A70"/>
    <w:rsid w:val="00BD39E7"/>
    <w:rsid w:val="00BE5858"/>
    <w:rsid w:val="00CA283D"/>
    <w:rsid w:val="00CD2DD6"/>
    <w:rsid w:val="00D6512C"/>
    <w:rsid w:val="00D72CAA"/>
    <w:rsid w:val="00D83528"/>
    <w:rsid w:val="00D9088D"/>
    <w:rsid w:val="00D931D7"/>
    <w:rsid w:val="00DD5F5B"/>
    <w:rsid w:val="00DD6DA8"/>
    <w:rsid w:val="00DE667B"/>
    <w:rsid w:val="00DF699C"/>
    <w:rsid w:val="00E058CA"/>
    <w:rsid w:val="00E175A4"/>
    <w:rsid w:val="00EB6B18"/>
    <w:rsid w:val="00EC5F5E"/>
    <w:rsid w:val="00ED2DC4"/>
    <w:rsid w:val="00ED5D1A"/>
    <w:rsid w:val="00F05652"/>
    <w:rsid w:val="00F2197C"/>
    <w:rsid w:val="00F27ECE"/>
    <w:rsid w:val="00F6558D"/>
    <w:rsid w:val="00F65E8A"/>
    <w:rsid w:val="00F86258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AD2FA"/>
  <w15:chartTrackingRefBased/>
  <w15:docId w15:val="{EC7FFC60-ECB7-4104-B7F2-1D96B144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8">
    <w:name w:val="annotation reference"/>
    <w:basedOn w:val="a0"/>
    <w:uiPriority w:val="99"/>
    <w:semiHidden/>
    <w:unhideWhenUsed/>
    <w:rsid w:val="00BD39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D39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D39E7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D39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D39E7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BD39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D39E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ABB66C2-FF6A-4D8B-BAFD-683285498B65}"/>
</file>

<file path=customXml/itemProps2.xml><?xml version="1.0" encoding="utf-8"?>
<ds:datastoreItem xmlns:ds="http://schemas.openxmlformats.org/officeDocument/2006/customXml" ds:itemID="{6CD925B7-694F-48B3-A534-51D337F2E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E058C-3E39-4353-9E70-F7C268D0BA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115</TotalTime>
  <Pages>1</Pages>
  <Words>323</Words>
  <Characters>156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2021-12-21T07:48:00Z</cp:lastPrinted>
  <dcterms:created xsi:type="dcterms:W3CDTF">2021-04-16T02:27:00Z</dcterms:created>
  <dcterms:modified xsi:type="dcterms:W3CDTF">2024-02-26T06:27:00Z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2021-09-24T17:24:39Z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011183b6-ff27-4365-a2e2-fa712488a7e1</vt:lpwstr>
  </property>
  <property fmtid="{D5CDD505-2E9C-101B-9397-08002B2CF9AE}" pid="9" name="MSIP_Label_a7295cc1-d279-42ac-ab4d-3b0f4fece050_ContentBits">
    <vt:lpwstr>0</vt:lpwstr>
  </property>
</Properties>
</file>