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Pr="00E02A0A" w:rsidRDefault="001D3F72" w:rsidP="001D3F72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第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 xml:space="preserve">　</w:t>
      </w:r>
      <w:r w:rsidRPr="00E02A0A">
        <w:rPr>
          <w:rFonts w:hAnsi="ＭＳ 明朝" w:hint="eastAsia"/>
          <w:szCs w:val="21"/>
        </w:rPr>
        <w:t xml:space="preserve">　　</w:t>
      </w:r>
      <w:r w:rsidR="00B43703" w:rsidRPr="00E02A0A">
        <w:rPr>
          <w:rFonts w:hAnsi="ＭＳ 明朝" w:hint="eastAsia"/>
          <w:szCs w:val="21"/>
        </w:rPr>
        <w:t>号</w:t>
      </w:r>
    </w:p>
    <w:p w14:paraId="42938DC9" w14:textId="77777777" w:rsidR="00B43703" w:rsidRPr="00E02A0A" w:rsidRDefault="00B43703" w:rsidP="00B43703">
      <w:pPr>
        <w:wordWrap w:val="0"/>
        <w:overflowPunct w:val="0"/>
        <w:autoSpaceDE w:val="0"/>
        <w:autoSpaceDN w:val="0"/>
        <w:jc w:val="right"/>
        <w:rPr>
          <w:rFonts w:hAnsi="ＭＳ 明朝"/>
          <w:szCs w:val="21"/>
        </w:rPr>
      </w:pPr>
      <w:r w:rsidRPr="00E02A0A">
        <w:rPr>
          <w:rFonts w:hAnsi="ＭＳ 明朝" w:hint="eastAsia"/>
          <w:szCs w:val="21"/>
        </w:rPr>
        <w:t xml:space="preserve">　　年　　月　　日</w:t>
      </w:r>
    </w:p>
    <w:p w14:paraId="439ACA70" w14:textId="0A6743A0" w:rsidR="001D3F72" w:rsidRPr="00E02A0A" w:rsidRDefault="00A1455F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 w:hint="eastAsia"/>
          <w:noProof/>
          <w:color w:val="00B0F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09A1F" wp14:editId="484C83AB">
                <wp:simplePos x="0" y="0"/>
                <wp:positionH relativeFrom="column">
                  <wp:posOffset>-32385</wp:posOffset>
                </wp:positionH>
                <wp:positionV relativeFrom="paragraph">
                  <wp:posOffset>6962140</wp:posOffset>
                </wp:positionV>
                <wp:extent cx="5467350" cy="600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94D068" w14:textId="166E84EA" w:rsidR="00743866" w:rsidRPr="0051338E" w:rsidRDefault="00540319" w:rsidP="0051338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09A1F" id="正方形/長方形 2" o:spid="_x0000_s1026" style="position:absolute;left:0;text-align:left;margin-left:-2.55pt;margin-top:548.2pt;width:430.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" fillcolor="#92d050" strokecolor="#92d050" strokeweight="1pt">
                <v:fill opacity="52428f"/>
                <v:textbox>
                  <w:txbxContent>
                    <w:p w14:paraId="7294D068" w14:textId="166E84EA" w:rsidR="00743866" w:rsidRPr="0051338E" w:rsidRDefault="00540319" w:rsidP="0051338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自由記載</w:t>
                      </w:r>
                      <w:r w:rsidR="00B077F5" w:rsidRPr="0051338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2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:rsidRPr="00E02A0A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77777777" w:rsidR="00D6512C" w:rsidRPr="00E02A0A" w:rsidRDefault="00B43703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E02A0A">
              <w:rPr>
                <w:rFonts w:hAnsi="ＭＳ 明朝" w:hint="eastAsia"/>
                <w:sz w:val="28"/>
                <w:szCs w:val="28"/>
              </w:rPr>
              <w:t>身体障害者手帳交付証明書</w:t>
            </w:r>
          </w:p>
          <w:p w14:paraId="053E9BFF" w14:textId="77777777" w:rsidR="001D3F72" w:rsidRPr="00A1455F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6"/>
                <w:szCs w:val="6"/>
              </w:rPr>
            </w:pPr>
          </w:p>
          <w:p w14:paraId="4DF33EF5" w14:textId="353E74E5" w:rsidR="001D3F72" w:rsidRPr="00E02A0A" w:rsidRDefault="007C15DE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ＭＳ 明朝"/>
                <w:szCs w:val="21"/>
              </w:rPr>
            </w:pPr>
            <w:bookmarkStart w:id="0" w:name="_Hlk85721362"/>
            <w:r>
              <w:rPr>
                <w:rFonts w:hAnsi="ＭＳ 明朝" w:hint="eastAsia"/>
                <w:szCs w:val="21"/>
                <w:bdr w:val="single" w:sz="4" w:space="0" w:color="auto"/>
              </w:rPr>
              <w:t>都道府県</w:t>
            </w:r>
            <w:r w:rsidRPr="003C04D1">
              <w:rPr>
                <w:rFonts w:hAnsi="ＭＳ 明朝" w:hint="eastAsia"/>
                <w:szCs w:val="21"/>
              </w:rPr>
              <w:t>知事・</w:t>
            </w:r>
            <w:r>
              <w:rPr>
                <w:rFonts w:hAnsi="ＭＳ 明朝" w:hint="eastAsia"/>
                <w:szCs w:val="21"/>
                <w:bdr w:val="single" w:sz="4" w:space="0" w:color="auto"/>
              </w:rPr>
              <w:t>指定都市</w:t>
            </w:r>
            <w:r w:rsidRPr="002B182B">
              <w:rPr>
                <w:rFonts w:hAnsi="ＭＳ 明朝" w:hint="eastAsia"/>
                <w:szCs w:val="21"/>
                <w:bdr w:val="single" w:sz="4" w:space="0" w:color="auto"/>
              </w:rPr>
              <w:t>・中核市</w:t>
            </w:r>
            <w:r>
              <w:rPr>
                <w:rFonts w:hAnsi="ＭＳ 明朝" w:hint="eastAsia"/>
                <w:szCs w:val="21"/>
              </w:rPr>
              <w:t>市長</w:t>
            </w:r>
            <w:bookmarkEnd w:id="0"/>
            <w:r w:rsidR="00B43703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E02A0A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7C31520" w14:textId="7241C3FD" w:rsidR="001D3F72" w:rsidRPr="00E02A0A" w:rsidRDefault="00684659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F19DC3" wp14:editId="67C3D2F0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172720</wp:posOffset>
                      </wp:positionV>
                      <wp:extent cx="5424805" cy="409575"/>
                      <wp:effectExtent l="0" t="0" r="23495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CEABDFA" w14:textId="77777777" w:rsidR="00684659" w:rsidRPr="0051338E" w:rsidRDefault="00684659" w:rsidP="0068465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F19DC3" id="正方形/長方形 3" o:spid="_x0000_s1027" style="position:absolute;left:0;text-align:left;margin-left:-8.65pt;margin-top:13.6pt;width:427.15pt;height:3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" fillcolor="#92d050" strokecolor="#92d050" strokeweight="1pt">
                      <v:fill opacity="52428f"/>
                      <v:textbox>
                        <w:txbxContent>
                          <w:p w14:paraId="6CEABDFA" w14:textId="77777777" w:rsidR="00684659" w:rsidRPr="0051338E" w:rsidRDefault="00684659" w:rsidP="0068465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2BD700AD" w:rsidR="001D3F72" w:rsidRPr="00E02A0A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下記の者は、身体障害者手帳の交付者であること</w:t>
            </w:r>
            <w:r w:rsidR="00901C5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7736D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</w:t>
            </w:r>
            <w:r w:rsidR="004414F2"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。</w:t>
            </w:r>
          </w:p>
          <w:p w14:paraId="50B370FB" w14:textId="2D42646D" w:rsidR="002C3373" w:rsidRPr="00E02A0A" w:rsidRDefault="002C3373" w:rsidP="002C337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  <w:p w14:paraId="0F023929" w14:textId="44A0136E" w:rsidR="002C3373" w:rsidRPr="00E02A0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Cs w:val="21"/>
              </w:rPr>
              <w:t>記</w:t>
            </w:r>
          </w:p>
          <w:p w14:paraId="6357838E" w14:textId="77777777" w:rsidR="001D3F72" w:rsidRPr="00E02A0A" w:rsidRDefault="001D3F72" w:rsidP="002C3373">
            <w:pPr>
              <w:overflowPunct w:val="0"/>
              <w:autoSpaceDE w:val="0"/>
              <w:autoSpaceDN w:val="0"/>
              <w:rPr>
                <w:rFonts w:hAnsi="ＭＳ 明朝"/>
                <w:spacing w:val="210"/>
                <w:szCs w:val="21"/>
              </w:rPr>
            </w:pPr>
          </w:p>
        </w:tc>
      </w:tr>
    </w:tbl>
    <w:p w14:paraId="5FCA7FC9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"/>
        <w:gridCol w:w="816"/>
        <w:gridCol w:w="992"/>
        <w:gridCol w:w="577"/>
        <w:gridCol w:w="1134"/>
        <w:gridCol w:w="699"/>
        <w:gridCol w:w="1276"/>
        <w:gridCol w:w="435"/>
        <w:gridCol w:w="1984"/>
      </w:tblGrid>
      <w:tr w:rsidR="00C56F90" w:rsidRPr="00E02A0A" w14:paraId="02399A47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E02A0A" w:rsidRDefault="00C56F90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11C8EB93" w:rsidR="00C56F90" w:rsidRPr="00E02A0A" w:rsidRDefault="00C56F90" w:rsidP="00E40388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E02A0A" w:rsidRDefault="00C56F90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419" w:type="dxa"/>
            <w:gridSpan w:val="2"/>
            <w:shd w:val="clear" w:color="auto" w:fill="auto"/>
          </w:tcPr>
          <w:p w14:paraId="2CF9B24A" w14:textId="77777777" w:rsidR="00C56F90" w:rsidRPr="00E02A0A" w:rsidRDefault="00C56F90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0DEFF01" w14:textId="77777777" w:rsidTr="00A714E3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6E1DBCD0" w:rsidR="004E14B4" w:rsidRPr="00E02A0A" w:rsidRDefault="004E14B4" w:rsidP="007F7F1E">
            <w:pPr>
              <w:pStyle w:val="TableParagraph"/>
              <w:spacing w:before="73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0128E98C" w14:textId="77777777" w:rsidTr="00E559F0">
        <w:trPr>
          <w:trHeight w:val="386"/>
        </w:trPr>
        <w:tc>
          <w:tcPr>
            <w:tcW w:w="14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6534" w14:textId="79747ED9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5BCB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4D57" w14:textId="04B22508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D5C717" w14:textId="6A7655A1" w:rsidR="00E559F0" w:rsidRPr="00E559F0" w:rsidRDefault="00E559F0" w:rsidP="00E559F0">
            <w:pPr>
              <w:pStyle w:val="TableParagraph"/>
              <w:spacing w:line="220" w:lineRule="exact"/>
              <w:ind w:left="-2" w:rightChars="-4" w:right="-8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本人との続柄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094397F3" w14:textId="33D76CD1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59F0" w:rsidRPr="00E02A0A" w14:paraId="45DFD542" w14:textId="77777777" w:rsidTr="00875770">
        <w:trPr>
          <w:trHeight w:val="386"/>
        </w:trPr>
        <w:tc>
          <w:tcPr>
            <w:tcW w:w="14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363E2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 w:hint="eastAsia"/>
                <w:sz w:val="21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38F5D" w14:textId="4143653E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住　所</w:t>
            </w:r>
          </w:p>
        </w:tc>
        <w:tc>
          <w:tcPr>
            <w:tcW w:w="610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1ED78" w14:textId="77777777" w:rsidR="00E559F0" w:rsidRPr="00E02A0A" w:rsidRDefault="00E559F0" w:rsidP="00E559F0">
            <w:pPr>
              <w:pStyle w:val="TableParagraph"/>
              <w:spacing w:line="22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14B4" w:rsidRPr="00E02A0A" w14:paraId="09EDBCDB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803E5" w14:textId="073CBFD7" w:rsidR="004E14B4" w:rsidRPr="00E02A0A" w:rsidRDefault="004E14B4" w:rsidP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44A7" w14:textId="76F8B5F7" w:rsidR="004E14B4" w:rsidRPr="00E02A0A" w:rsidRDefault="004E14B4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89A0D" w14:textId="3E5ED7A9" w:rsidR="004E14B4" w:rsidRPr="00E02A0A" w:rsidDel="00901C5E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交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付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0EAC754" w14:textId="79D0367E" w:rsidR="004E14B4" w:rsidRPr="00E02A0A" w:rsidRDefault="004E14B4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78EC01D1" w14:textId="77777777" w:rsidTr="00E40388">
        <w:trPr>
          <w:trHeight w:val="386"/>
        </w:trPr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7AD2" w14:textId="19ECBE3C" w:rsidR="00C56F90" w:rsidRPr="00E02A0A" w:rsidRDefault="00F72CF9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総合</w:t>
            </w:r>
            <w:r w:rsidRPr="00E02A0A">
              <w:rPr>
                <w:rFonts w:ascii="ＭＳ 明朝" w:eastAsia="ＭＳ 明朝" w:hAnsi="ＭＳ 明朝"/>
                <w:sz w:val="21"/>
                <w:szCs w:val="21"/>
              </w:rPr>
              <w:t>等級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97945" w14:textId="1FACAA1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4E2D22" w14:textId="2A4AC510" w:rsidR="00C56F90" w:rsidRPr="00E02A0A" w:rsidRDefault="004E14B4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再交付</w:t>
            </w:r>
            <w:r w:rsidR="00901C5E"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7F263C80" w14:textId="77777777" w:rsidR="00C56F90" w:rsidRPr="00E02A0A" w:rsidRDefault="00C56F90" w:rsidP="00E40388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24CDD071" w14:textId="77777777" w:rsidTr="00E40388">
        <w:trPr>
          <w:trHeight w:val="385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10EB0EE" w14:textId="11A33CB8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障害種別</w:t>
            </w:r>
          </w:p>
        </w:tc>
        <w:tc>
          <w:tcPr>
            <w:tcW w:w="3402" w:type="dxa"/>
            <w:gridSpan w:val="4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BA653A1" w14:textId="363C7111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E33808" w14:textId="3E5D2547" w:rsidR="00C56F90" w:rsidRPr="00E02A0A" w:rsidRDefault="00F72CF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419" w:type="dxa"/>
            <w:gridSpan w:val="2"/>
            <w:shd w:val="clear" w:color="auto" w:fill="auto"/>
            <w:vAlign w:val="center"/>
          </w:tcPr>
          <w:p w14:paraId="45E95E27" w14:textId="4438DCCC" w:rsidR="00C56F90" w:rsidRPr="00E02A0A" w:rsidRDefault="00C56F90" w:rsidP="00E40388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0079" w:rsidRPr="00E02A0A" w14:paraId="50A83DD1" w14:textId="77777777" w:rsidTr="00B42731">
        <w:trPr>
          <w:trHeight w:val="1361"/>
        </w:trPr>
        <w:tc>
          <w:tcPr>
            <w:tcW w:w="1408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EA92DAE" w14:textId="23CE7AA9" w:rsidR="001A0079" w:rsidRPr="00E02A0A" w:rsidRDefault="001A0079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 害 名</w:t>
            </w:r>
          </w:p>
        </w:tc>
        <w:tc>
          <w:tcPr>
            <w:tcW w:w="7097" w:type="dxa"/>
            <w:gridSpan w:val="7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7CA8DA2" w14:textId="4990B838" w:rsidR="001A0079" w:rsidRPr="00E02A0A" w:rsidRDefault="001A0079" w:rsidP="007F7F1E">
            <w:pPr>
              <w:pStyle w:val="TableParagraph"/>
              <w:spacing w:before="73"/>
              <w:ind w:left="37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E02A0A" w14:paraId="4548F0D7" w14:textId="77777777" w:rsidTr="00E40388">
        <w:trPr>
          <w:trHeight w:val="329"/>
        </w:trPr>
        <w:tc>
          <w:tcPr>
            <w:tcW w:w="592" w:type="dxa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06C24377" w14:textId="4C447534" w:rsidR="00D42C52" w:rsidRPr="00B42731" w:rsidRDefault="00D42C52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65A2D97C" w14:textId="77777777" w:rsidR="00C56F90" w:rsidRPr="00B42731" w:rsidRDefault="00C56F90">
            <w:pPr>
              <w:pStyle w:val="TableParagraph"/>
              <w:spacing w:before="53"/>
              <w:ind w:leftChars="-33" w:left="5" w:hangingChars="37" w:hanging="74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障害</w:t>
            </w: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E5F29" w14:textId="20C6DB67" w:rsidR="00C56F90" w:rsidRPr="00B42731" w:rsidRDefault="00C56F90">
            <w:pPr>
              <w:pStyle w:val="TableParagraph"/>
              <w:spacing w:before="53"/>
              <w:ind w:left="1" w:hanging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sz w:val="20"/>
                <w:szCs w:val="20"/>
              </w:rPr>
              <w:t>部位等級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2157E11" w14:textId="3EA78BA8" w:rsidR="00C56F90" w:rsidRPr="00B42731" w:rsidRDefault="00A1455F">
            <w:pPr>
              <w:pStyle w:val="TableParagraph"/>
              <w:spacing w:before="63"/>
              <w:ind w:left="-2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E4D679" wp14:editId="7031C9E3">
                      <wp:simplePos x="0" y="0"/>
                      <wp:positionH relativeFrom="column">
                        <wp:posOffset>-2651760</wp:posOffset>
                      </wp:positionH>
                      <wp:positionV relativeFrom="paragraph">
                        <wp:posOffset>-6985</wp:posOffset>
                      </wp:positionV>
                      <wp:extent cx="5467350" cy="249555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350" cy="2495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A43A4A9" w14:textId="022D0423" w:rsidR="00B077F5" w:rsidRPr="0051338E" w:rsidRDefault="00540319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 w:rsidR="00B077F5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  <w:p w14:paraId="78BBC70D" w14:textId="109A84F0" w:rsidR="00B077F5" w:rsidRPr="0051338E" w:rsidRDefault="00B077F5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7B1C815D" w14:textId="44331F98" w:rsidR="00904791" w:rsidRPr="0051338E" w:rsidRDefault="00904791" w:rsidP="00904791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「障害部位ごとの</w:t>
                                  </w:r>
                                  <w:r w:rsidR="00006F8A"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等級等</w:t>
                                  </w: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」に関する項目を、表形式で出力する。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4D679" id="正方形/長方形 1" o:spid="_x0000_s1028" style="position:absolute;left:0;text-align:left;margin-left:-208.8pt;margin-top:-.55pt;width:430.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" fillcolor="#92d050" strokecolor="#92d050" strokeweight="1pt">
                      <v:fill opacity="52428f"/>
                      <v:textbox>
                        <w:txbxContent>
                          <w:p w14:paraId="0A43A4A9" w14:textId="022D0423" w:rsidR="00B077F5" w:rsidRPr="0051338E" w:rsidRDefault="00540319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 w:rsidR="00B077F5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  <w:p w14:paraId="78BBC70D" w14:textId="109A84F0" w:rsidR="00B077F5" w:rsidRPr="0051338E" w:rsidRDefault="00B077F5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</w:p>
                          <w:p w14:paraId="7B1C815D" w14:textId="44331F98" w:rsidR="00904791" w:rsidRPr="0051338E" w:rsidRDefault="00904791" w:rsidP="0090479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2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「障害部位ごとの</w:t>
                            </w:r>
                            <w:r w:rsidR="00006F8A"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等級等</w:t>
                            </w: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」に関する項目を、表形式で出力する。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56F90"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部位認定日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92014E" w14:textId="6C0739E1" w:rsidR="00C56F90" w:rsidRPr="00B42731" w:rsidRDefault="00C56F90">
            <w:pPr>
              <w:pStyle w:val="TableParagraph"/>
              <w:spacing w:before="63"/>
              <w:jc w:val="center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 w:hint="eastAsia"/>
                <w:color w:val="00B0F0"/>
                <w:sz w:val="20"/>
                <w:szCs w:val="20"/>
              </w:rPr>
              <w:t>再認定年月</w:t>
            </w:r>
          </w:p>
        </w:tc>
      </w:tr>
      <w:tr w:rsidR="00C56F90" w:rsidRPr="00E02A0A" w14:paraId="15E5495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4C4A57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BCCA419" w14:textId="15A09D62" w:rsidR="00C56F90" w:rsidRPr="00B42731" w:rsidRDefault="00C56F90" w:rsidP="00E40388">
            <w:pPr>
              <w:pStyle w:val="TableParagraph"/>
              <w:spacing w:before="73"/>
              <w:ind w:left="1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C051A2" w14:textId="4C21B19D" w:rsidR="00C56F90" w:rsidRPr="00B42731" w:rsidRDefault="00C56F90" w:rsidP="00E40388">
            <w:pPr>
              <w:pStyle w:val="TableParagraph"/>
              <w:spacing w:before="73"/>
              <w:ind w:left="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108AC1D" w14:textId="4B739EA6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4BF9C8B" w14:textId="351CBA13" w:rsidR="00C56F90" w:rsidRPr="00B42731" w:rsidRDefault="00C56F90" w:rsidP="00E40388">
            <w:pPr>
              <w:pStyle w:val="TableParagraph"/>
              <w:spacing w:before="33"/>
              <w:ind w:left="36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56F90" w:rsidRPr="00E02A0A" w14:paraId="7BE66E9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83AE44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2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6541338" w14:textId="02763E13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721142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D0CB02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ACE6A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0B63D74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22D4336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3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2D785CD7" w14:textId="7D70FF6E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8E5EF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DF53F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7A6451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234B3D1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1A6075C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4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192A5F7" w14:textId="053EA668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F5AC53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8E0E3D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908B1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C62FCE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4AE3372F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5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09C8F34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28844F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668D56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ECF3F8F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1C3EC7E5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124F063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6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26FE3A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F3BF1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4F62B1A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2E026D6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5EB38500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F876240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7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D104B8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AEEE0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9EE144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D8DA9B0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09E0048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28023674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8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77EFD7BB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3407BC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219993B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182F6C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7F3CD5CD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721B3F2E" w14:textId="77777777" w:rsidR="00C56F90" w:rsidRPr="00B42731" w:rsidRDefault="00C56F90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9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1A53BD20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8B4061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E319538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F363FDD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  <w:tr w:rsidR="00C56F90" w:rsidRPr="00E02A0A" w14:paraId="464DFAC6" w14:textId="77777777" w:rsidTr="00E40388">
        <w:trPr>
          <w:trHeight w:val="329"/>
        </w:trPr>
        <w:tc>
          <w:tcPr>
            <w:tcW w:w="592" w:type="dxa"/>
            <w:shd w:val="clear" w:color="auto" w:fill="auto"/>
            <w:vAlign w:val="center"/>
          </w:tcPr>
          <w:p w14:paraId="5BE3157A" w14:textId="77777777" w:rsidR="00C56F90" w:rsidRPr="00B42731" w:rsidRDefault="00C56F90">
            <w:pPr>
              <w:pStyle w:val="TableParagraph"/>
              <w:spacing w:before="85"/>
              <w:ind w:leftChars="-64" w:left="8" w:right="-146" w:hangingChars="71" w:hanging="142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42731">
              <w:rPr>
                <w:rFonts w:ascii="ＭＳ 明朝" w:eastAsia="ＭＳ 明朝" w:hAnsi="ＭＳ 明朝"/>
                <w:sz w:val="20"/>
                <w:szCs w:val="20"/>
              </w:rPr>
              <w:t>10</w:t>
            </w:r>
          </w:p>
        </w:tc>
        <w:tc>
          <w:tcPr>
            <w:tcW w:w="2385" w:type="dxa"/>
            <w:gridSpan w:val="3"/>
            <w:shd w:val="clear" w:color="auto" w:fill="auto"/>
            <w:vAlign w:val="center"/>
          </w:tcPr>
          <w:p w14:paraId="31BBDAD6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C724B4" w14:textId="77777777" w:rsidR="00C56F90" w:rsidRPr="00B42731" w:rsidRDefault="00C56F90" w:rsidP="00E40388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8D7C285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84E1379" w14:textId="77777777" w:rsidR="00C56F90" w:rsidRPr="00B42731" w:rsidRDefault="00C56F90" w:rsidP="00E40388">
            <w:pPr>
              <w:autoSpaceDE w:val="0"/>
              <w:autoSpaceDN w:val="0"/>
              <w:jc w:val="center"/>
              <w:rPr>
                <w:rFonts w:hAnsi="ＭＳ 明朝"/>
                <w:sz w:val="20"/>
              </w:rPr>
            </w:pPr>
          </w:p>
        </w:tc>
      </w:tr>
    </w:tbl>
    <w:p w14:paraId="04B7C154" w14:textId="77777777" w:rsidR="007F7F1E" w:rsidRPr="00E02A0A" w:rsidRDefault="007F7F1E" w:rsidP="007F7F1E">
      <w:pPr>
        <w:rPr>
          <w:rFonts w:hAnsi="ＭＳ 明朝"/>
          <w:vanish/>
          <w:szCs w:val="21"/>
        </w:rPr>
      </w:pPr>
    </w:p>
    <w:tbl>
      <w:tblPr>
        <w:tblW w:w="850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E02A0A" w14:paraId="0CE8E389" w14:textId="77777777" w:rsidTr="0090479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5D0A7DE" w14:textId="42852EF5" w:rsidR="00D80395" w:rsidRDefault="00D8039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96755E9" w14:textId="77A19EC9" w:rsidR="00D42C52" w:rsidRDefault="00D42C52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E556F1F" w14:textId="3CA59049" w:rsidR="00684659" w:rsidRDefault="006846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69D1BB5" w14:textId="77777777" w:rsidR="00A1455F" w:rsidRPr="00A1455F" w:rsidRDefault="00A1455F" w:rsidP="001D3F72">
            <w:pPr>
              <w:pStyle w:val="a5"/>
              <w:rPr>
                <w:rFonts w:ascii="ＭＳ 明朝" w:eastAsia="ＭＳ 明朝" w:hAnsi="ＭＳ 明朝"/>
                <w:sz w:val="12"/>
                <w:szCs w:val="12"/>
              </w:rPr>
            </w:pPr>
          </w:p>
          <w:p w14:paraId="0FA01F99" w14:textId="00291362" w:rsidR="007627D5" w:rsidRPr="00E02A0A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E02A0A" w14:paraId="5752CA6A" w14:textId="77777777" w:rsidTr="0090479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E02A0A" w14:paraId="2ED8468C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E02A0A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77777777" w:rsidR="007627D5" w:rsidRPr="00E02A0A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02A0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E02A0A" w14:paraId="7C9B9145" w14:textId="77777777" w:rsidTr="0090479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DFBBF98" w14:textId="77777777" w:rsidR="007627D5" w:rsidRPr="00397393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D066B88" w14:textId="77777777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  <w:p w14:paraId="3A173CA1" w14:textId="0E39DE00" w:rsidR="00F21781" w:rsidRPr="00397393" w:rsidRDefault="00F21781" w:rsidP="00135C60">
            <w:pPr>
              <w:pStyle w:val="a5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860BC42" w14:textId="77777777" w:rsidR="007627D5" w:rsidRPr="00397393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21781" w:rsidRPr="0039739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B2C910A" w:rsidR="00F21781" w:rsidRPr="00397393" w:rsidRDefault="00D8039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9739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310140E4" w:rsidR="00D6512C" w:rsidRPr="001261E8" w:rsidRDefault="00D6512C" w:rsidP="00D80395">
      <w:pPr>
        <w:wordWrap w:val="0"/>
        <w:overflowPunct w:val="0"/>
        <w:autoSpaceDE w:val="0"/>
        <w:autoSpaceDN w:val="0"/>
        <w:rPr>
          <w:rFonts w:hAnsi="ＭＳ 明朝"/>
          <w:sz w:val="2"/>
          <w:szCs w:val="2"/>
        </w:rPr>
      </w:pPr>
    </w:p>
    <w:sectPr w:rsidR="00D6512C" w:rsidRPr="001261E8" w:rsidSect="00E559F0">
      <w:headerReference w:type="default" r:id="rId7"/>
      <w:pgSz w:w="11906" w:h="16838" w:code="9"/>
      <w:pgMar w:top="1701" w:right="1701" w:bottom="85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D91D" w14:textId="481E1C4F" w:rsidR="00973133" w:rsidRDefault="00973133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30F0D8" wp14:editId="36B9928A">
              <wp:simplePos x="0" y="0"/>
              <wp:positionH relativeFrom="margin">
                <wp:align>left</wp:align>
              </wp:positionH>
              <wp:positionV relativeFrom="page">
                <wp:posOffset>302260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9AA459" w14:textId="77777777" w:rsidR="00973133" w:rsidRPr="00967DE7" w:rsidRDefault="00973133" w:rsidP="0097313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30F0D8" id="正方形/長方形 9" o:spid="_x0000_s1029" style="position:absolute;left:0;text-align:left;margin-left:0;margin-top:23.8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" filled="f" stroked="f" strokeweight="1pt">
              <v:textbox>
                <w:txbxContent>
                  <w:p w14:paraId="7E9AA459" w14:textId="77777777" w:rsidR="00973133" w:rsidRPr="00967DE7" w:rsidRDefault="00973133" w:rsidP="0097313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8599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6F8A"/>
    <w:rsid w:val="00026658"/>
    <w:rsid w:val="00052D0B"/>
    <w:rsid w:val="00067CE4"/>
    <w:rsid w:val="000A7535"/>
    <w:rsid w:val="000D2546"/>
    <w:rsid w:val="001261E8"/>
    <w:rsid w:val="00135C60"/>
    <w:rsid w:val="0014483B"/>
    <w:rsid w:val="00171425"/>
    <w:rsid w:val="001A0079"/>
    <w:rsid w:val="001D3F72"/>
    <w:rsid w:val="001F02D0"/>
    <w:rsid w:val="001F3314"/>
    <w:rsid w:val="001F6B30"/>
    <w:rsid w:val="00202A11"/>
    <w:rsid w:val="00216AD3"/>
    <w:rsid w:val="002374BA"/>
    <w:rsid w:val="00247CD8"/>
    <w:rsid w:val="00262258"/>
    <w:rsid w:val="00266160"/>
    <w:rsid w:val="002A664C"/>
    <w:rsid w:val="002C3373"/>
    <w:rsid w:val="00387C62"/>
    <w:rsid w:val="00397393"/>
    <w:rsid w:val="003C4F76"/>
    <w:rsid w:val="00415866"/>
    <w:rsid w:val="004414F2"/>
    <w:rsid w:val="004E14B4"/>
    <w:rsid w:val="0051338E"/>
    <w:rsid w:val="0053005F"/>
    <w:rsid w:val="00540319"/>
    <w:rsid w:val="00566B7E"/>
    <w:rsid w:val="00591247"/>
    <w:rsid w:val="0060292E"/>
    <w:rsid w:val="006078D4"/>
    <w:rsid w:val="006443EA"/>
    <w:rsid w:val="00683792"/>
    <w:rsid w:val="00684659"/>
    <w:rsid w:val="00743866"/>
    <w:rsid w:val="00747A3D"/>
    <w:rsid w:val="007627D5"/>
    <w:rsid w:val="007736D8"/>
    <w:rsid w:val="007C15DE"/>
    <w:rsid w:val="007F7F1E"/>
    <w:rsid w:val="00801B5A"/>
    <w:rsid w:val="008074CF"/>
    <w:rsid w:val="00901C5E"/>
    <w:rsid w:val="00904791"/>
    <w:rsid w:val="009647CD"/>
    <w:rsid w:val="00973133"/>
    <w:rsid w:val="009D2531"/>
    <w:rsid w:val="00A1455F"/>
    <w:rsid w:val="00A561E4"/>
    <w:rsid w:val="00B024B5"/>
    <w:rsid w:val="00B077F5"/>
    <w:rsid w:val="00B20915"/>
    <w:rsid w:val="00B42731"/>
    <w:rsid w:val="00B43703"/>
    <w:rsid w:val="00B56236"/>
    <w:rsid w:val="00BE4C38"/>
    <w:rsid w:val="00BF5D9A"/>
    <w:rsid w:val="00C04575"/>
    <w:rsid w:val="00C56F90"/>
    <w:rsid w:val="00CA283D"/>
    <w:rsid w:val="00CD2DD6"/>
    <w:rsid w:val="00D42C52"/>
    <w:rsid w:val="00D6512C"/>
    <w:rsid w:val="00D72CAA"/>
    <w:rsid w:val="00D80395"/>
    <w:rsid w:val="00D83528"/>
    <w:rsid w:val="00DA1C90"/>
    <w:rsid w:val="00DD5F5B"/>
    <w:rsid w:val="00DF699C"/>
    <w:rsid w:val="00E02A0A"/>
    <w:rsid w:val="00E058CA"/>
    <w:rsid w:val="00E40388"/>
    <w:rsid w:val="00E559F0"/>
    <w:rsid w:val="00EB6B18"/>
    <w:rsid w:val="00ED2DC4"/>
    <w:rsid w:val="00ED5D1A"/>
    <w:rsid w:val="00F05652"/>
    <w:rsid w:val="00F21781"/>
    <w:rsid w:val="00F2197C"/>
    <w:rsid w:val="00F27ECE"/>
    <w:rsid w:val="00F64C10"/>
    <w:rsid w:val="00F65E8A"/>
    <w:rsid w:val="00F72CF9"/>
    <w:rsid w:val="00FC41D7"/>
    <w:rsid w:val="00FD794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Revision"/>
    <w:hidden/>
    <w:uiPriority w:val="99"/>
    <w:semiHidden/>
    <w:rsid w:val="00F21781"/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semiHidden/>
    <w:unhideWhenUsed/>
    <w:rsid w:val="00D8039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8039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80395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039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80395"/>
    <w:rPr>
      <w:rFonts w:ascii="ＭＳ 明朝" w:hAnsi="Courier New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F64C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64C1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B477D57D-F7B7-4667-AA8A-1EE906E50BF4}"/>
</file>

<file path=customXml/itemProps2.xml><?xml version="1.0" encoding="utf-8"?>
<ds:datastoreItem xmlns:ds="http://schemas.openxmlformats.org/officeDocument/2006/customXml" ds:itemID="{FD30B791-91B2-4FC8-874E-BC85531FB575}"/>
</file>

<file path=customXml/itemProps3.xml><?xml version="1.0" encoding="utf-8"?>
<ds:datastoreItem xmlns:ds="http://schemas.openxmlformats.org/officeDocument/2006/customXml" ds:itemID="{362137FE-436D-4428-AA51-26F7CC533CDB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104</TotalTime>
  <Pages>1</Pages>
  <Words>190</Words>
  <Characters>224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2022-07-25T05:34:00Z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