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37F4031C" w:rsidR="00F70912" w:rsidRPr="00B6714F" w:rsidRDefault="000F677E" w:rsidP="00F70912">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74624" behindDoc="0" locked="0" layoutInCell="1" allowOverlap="1" wp14:anchorId="5EEAD185" wp14:editId="4650443E">
                <wp:simplePos x="0" y="0"/>
                <wp:positionH relativeFrom="page">
                  <wp:posOffset>226695</wp:posOffset>
                </wp:positionH>
                <wp:positionV relativeFrom="page">
                  <wp:posOffset>139700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AD185" id="正方形/長方形 9" o:spid="_x0000_s1026" style="position:absolute;left:0;text-align:left;margin-left:17.85pt;margin-top:11pt;width:1in;height:24.65pt;z-index:2516746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" filled="f" stroked="f" strokeweight="2pt">
                <v:textbo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5C824E4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76347D0B"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2415A901" w14:textId="457F1922" w:rsidR="00F70912" w:rsidRPr="00B6714F" w:rsidRDefault="00F70912" w:rsidP="00F70912">
      <w:pPr>
        <w:kinsoku w:val="0"/>
        <w:rPr>
          <w:rFonts w:hAnsi="ＭＳ 明朝"/>
          <w:lang w:eastAsia="zh-TW"/>
        </w:rPr>
      </w:pPr>
      <w:r w:rsidRPr="00B6714F">
        <w:rPr>
          <w:rFonts w:hAnsi="ＭＳ 明朝"/>
          <w:noProof/>
        </w:rPr>
        <mc:AlternateContent>
          <mc:Choice Requires="wps">
            <w:drawing>
              <wp:anchor distT="0" distB="0" distL="114300" distR="114300" simplePos="0" relativeHeight="251664384" behindDoc="0" locked="0" layoutInCell="1" allowOverlap="1" wp14:anchorId="69988244" wp14:editId="08648128">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OmFNgZEAgAAXwQA&#10;AA4AAAAAAAAAAAAAAAAALgIAAGRycy9lMm9Eb2MueG1sUEsBAi0AFAAGAAgAAAAhAEUMfpb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0D4DDD36"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7F2C05A1" w14:textId="6788BDA3" w:rsidR="005D678F" w:rsidRPr="00B6714F" w:rsidRDefault="00A06505" w:rsidP="00CA6241">
      <w:pPr>
        <w:kinsoku w:val="0"/>
        <w:spacing w:line="100" w:lineRule="exact"/>
        <w:ind w:rightChars="100" w:right="210"/>
        <w:jc w:val="left"/>
        <w:rPr>
          <w:rFonts w:hAnsi="ＭＳ 明朝"/>
        </w:rPr>
      </w:pPr>
      <w:r>
        <w:rPr>
          <w:noProof/>
        </w:rPr>
        <mc:AlternateContent>
          <mc:Choice Requires="wps">
            <w:drawing>
              <wp:anchor distT="0" distB="0" distL="114300" distR="114300" simplePos="0" relativeHeight="251676672" behindDoc="0" locked="0" layoutInCell="1" allowOverlap="1" wp14:anchorId="03E00F3A" wp14:editId="01DAE5A2">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4A561D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667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43EB0C36" w14:textId="33B9E0A4" w:rsidR="00F70912" w:rsidRDefault="00101F2F" w:rsidP="00F70912">
      <w:pPr>
        <w:spacing w:line="280" w:lineRule="atLeast"/>
        <w:jc w:val="center"/>
        <w:rPr>
          <w:rFonts w:hAnsi="ＭＳ 明朝"/>
          <w:b/>
          <w:sz w:val="28"/>
        </w:rPr>
      </w:pPr>
      <w:r w:rsidRPr="00101F2F">
        <w:rPr>
          <w:rFonts w:hAnsi="ＭＳ 明朝" w:hint="eastAsia"/>
          <w:b/>
          <w:sz w:val="28"/>
        </w:rPr>
        <w:t>介護保険給付制限解除通知書</w:t>
      </w:r>
    </w:p>
    <w:p w14:paraId="68AB4906" w14:textId="7CEBBF1A" w:rsidR="00101F2F" w:rsidRDefault="00CA6241" w:rsidP="00101F2F">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66432" behindDoc="0" locked="0" layoutInCell="1" allowOverlap="1" wp14:anchorId="38127841" wp14:editId="01C39B8B">
                <wp:simplePos x="0" y="0"/>
                <wp:positionH relativeFrom="margin">
                  <wp:posOffset>-95534</wp:posOffset>
                </wp:positionH>
                <wp:positionV relativeFrom="paragraph">
                  <wp:posOffset>47483</wp:posOffset>
                </wp:positionV>
                <wp:extent cx="6829425" cy="539086"/>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29425" cy="539086"/>
                        </a:xfrm>
                        <a:prstGeom prst="rect">
                          <a:avLst/>
                        </a:prstGeom>
                        <a:solidFill>
                          <a:srgbClr val="92D050">
                            <a:alpha val="80000"/>
                          </a:srgbClr>
                        </a:solidFill>
                        <a:ln w="6350">
                          <a:noFill/>
                        </a:ln>
                      </wps:spPr>
                      <wps:txb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27841" id="_x0000_s1029" type="#_x0000_t202" style="position:absolute;left:0;text-align:left;margin-left:-7.5pt;margin-top:3.75pt;width:537.75pt;height:42.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" fillcolor="#92d050" stroked="f" strokeweight=".5pt">
                <v:fill opacity="52428f"/>
                <v:textbo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8F72CD0" w14:textId="0DCD0980" w:rsidR="00101F2F" w:rsidRPr="00F74320" w:rsidRDefault="00101F2F" w:rsidP="00F74320">
      <w:pPr>
        <w:rPr>
          <w:rFonts w:hAnsi="ＭＳ 明朝"/>
          <w:szCs w:val="21"/>
        </w:rPr>
      </w:pPr>
      <w:r w:rsidRPr="00F74320">
        <w:rPr>
          <w:rFonts w:hAnsi="ＭＳ 明朝" w:hint="eastAsia"/>
          <w:szCs w:val="21"/>
        </w:rPr>
        <w:t xml:space="preserve">　</w:t>
      </w:r>
      <w:r w:rsidRPr="00F74320">
        <w:rPr>
          <w:rFonts w:hAnsi="ＭＳ 明朝" w:hint="eastAsia"/>
          <w:szCs w:val="21"/>
          <w:bdr w:val="single" w:sz="4" w:space="0" w:color="auto"/>
        </w:rPr>
        <w:t xml:space="preserve">　　　年　月　日</w:t>
      </w:r>
      <w:r w:rsidRPr="00F74320">
        <w:rPr>
          <w:rFonts w:hAnsi="ＭＳ 明朝" w:hint="eastAsia"/>
          <w:szCs w:val="21"/>
        </w:rPr>
        <w:t>に通知しました介護保険の給付制限の措置の決定について、</w:t>
      </w:r>
      <w:r w:rsidR="00E727E5">
        <w:rPr>
          <w:rFonts w:hAnsi="ＭＳ 明朝" w:hint="eastAsia"/>
          <w:szCs w:val="21"/>
        </w:rPr>
        <w:t>以下</w:t>
      </w:r>
      <w:r w:rsidRPr="00F74320">
        <w:rPr>
          <w:rFonts w:hAnsi="ＭＳ 明朝" w:hint="eastAsia"/>
          <w:szCs w:val="21"/>
        </w:rPr>
        <w:t>の理由により、給付制限の解除をしましたので、通知します。</w:t>
      </w:r>
    </w:p>
    <w:p w14:paraId="51327D21" w14:textId="4AD090F0" w:rsidR="00101F2F" w:rsidRPr="00101F2F" w:rsidRDefault="00101F2F" w:rsidP="00CA6241">
      <w:pPr>
        <w:spacing w:line="100" w:lineRule="exact"/>
        <w:jc w:val="center"/>
        <w:rPr>
          <w:rFonts w:hAnsi="ＭＳ 明朝"/>
        </w:rPr>
      </w:pPr>
    </w:p>
    <w:tbl>
      <w:tblPr>
        <w:tblStyle w:val="a7"/>
        <w:tblW w:w="9988" w:type="dxa"/>
        <w:jc w:val="center"/>
        <w:tblLook w:val="04A0" w:firstRow="1" w:lastRow="0" w:firstColumn="1" w:lastColumn="0" w:noHBand="0" w:noVBand="1"/>
      </w:tblPr>
      <w:tblGrid>
        <w:gridCol w:w="1899"/>
        <w:gridCol w:w="2494"/>
        <w:gridCol w:w="1899"/>
        <w:gridCol w:w="3696"/>
      </w:tblGrid>
      <w:tr w:rsidR="005B3E12" w:rsidRPr="00B6714F" w14:paraId="1F46605B" w14:textId="77777777" w:rsidTr="00F35C87">
        <w:trPr>
          <w:trHeight w:val="567"/>
          <w:jc w:val="center"/>
        </w:trPr>
        <w:tc>
          <w:tcPr>
            <w:tcW w:w="1899" w:type="dxa"/>
            <w:vAlign w:val="center"/>
          </w:tcPr>
          <w:p w14:paraId="7A0F2091" w14:textId="29E63384" w:rsidR="005B3E12" w:rsidRPr="00B6714F" w:rsidRDefault="005B3E12" w:rsidP="005D678F">
            <w:pPr>
              <w:jc w:val="distribute"/>
              <w:rPr>
                <w:rFonts w:hAnsi="ＭＳ 明朝"/>
                <w:kern w:val="0"/>
              </w:rPr>
            </w:pPr>
            <w:r w:rsidRPr="00B6714F">
              <w:rPr>
                <w:rFonts w:hAnsi="ＭＳ 明朝" w:hint="eastAsia"/>
                <w:kern w:val="0"/>
              </w:rPr>
              <w:t>被保険者</w:t>
            </w:r>
            <w:r w:rsidR="00547C62">
              <w:rPr>
                <w:rFonts w:hAnsi="ＭＳ 明朝" w:hint="eastAsia"/>
                <w:kern w:val="0"/>
              </w:rPr>
              <w:t>番号</w:t>
            </w:r>
          </w:p>
        </w:tc>
        <w:tc>
          <w:tcPr>
            <w:tcW w:w="2494" w:type="dxa"/>
            <w:vAlign w:val="center"/>
          </w:tcPr>
          <w:p w14:paraId="31615C87" w14:textId="77777777" w:rsidR="005B3E12" w:rsidRPr="00B6714F" w:rsidRDefault="005B3E12" w:rsidP="005D678F">
            <w:pPr>
              <w:jc w:val="left"/>
              <w:rPr>
                <w:rFonts w:hAnsi="ＭＳ 明朝"/>
                <w:kern w:val="0"/>
              </w:rPr>
            </w:pPr>
          </w:p>
        </w:tc>
        <w:tc>
          <w:tcPr>
            <w:tcW w:w="1899" w:type="dxa"/>
            <w:vAlign w:val="center"/>
          </w:tcPr>
          <w:p w14:paraId="7F2778A3" w14:textId="15F920E7" w:rsidR="005B3E12" w:rsidRPr="00B6714F" w:rsidRDefault="005B3E12" w:rsidP="005D678F">
            <w:pPr>
              <w:jc w:val="distribute"/>
              <w:rPr>
                <w:rFonts w:hAnsi="ＭＳ 明朝"/>
              </w:rPr>
            </w:pPr>
            <w:r w:rsidRPr="00B6714F">
              <w:rPr>
                <w:rFonts w:hAnsi="ＭＳ 明朝" w:hint="eastAsia"/>
                <w:kern w:val="0"/>
              </w:rPr>
              <w:t>被保険者</w:t>
            </w:r>
            <w:r w:rsidR="00547C62">
              <w:rPr>
                <w:rFonts w:hAnsi="ＭＳ 明朝" w:hint="eastAsia"/>
                <w:kern w:val="0"/>
              </w:rPr>
              <w:t>氏名</w:t>
            </w:r>
          </w:p>
        </w:tc>
        <w:tc>
          <w:tcPr>
            <w:tcW w:w="3696" w:type="dxa"/>
            <w:vAlign w:val="center"/>
          </w:tcPr>
          <w:p w14:paraId="4299BF22" w14:textId="77777777" w:rsidR="005B3E12" w:rsidRPr="00B6714F" w:rsidRDefault="005B3E12" w:rsidP="005B3E12">
            <w:pPr>
              <w:rPr>
                <w:rFonts w:hAnsi="ＭＳ 明朝"/>
              </w:rPr>
            </w:pPr>
          </w:p>
        </w:tc>
      </w:tr>
    </w:tbl>
    <w:p w14:paraId="590ED7A7" w14:textId="77777777" w:rsidR="00101F2F" w:rsidRDefault="00101F2F" w:rsidP="00CA6241">
      <w:pPr>
        <w:spacing w:line="100" w:lineRule="exact"/>
      </w:pPr>
    </w:p>
    <w:tbl>
      <w:tblPr>
        <w:tblStyle w:val="a7"/>
        <w:tblW w:w="9978" w:type="dxa"/>
        <w:jc w:val="center"/>
        <w:tblLook w:val="04A0" w:firstRow="1" w:lastRow="0" w:firstColumn="1" w:lastColumn="0" w:noHBand="0" w:noVBand="1"/>
      </w:tblPr>
      <w:tblGrid>
        <w:gridCol w:w="1899"/>
        <w:gridCol w:w="8079"/>
      </w:tblGrid>
      <w:tr w:rsidR="00101F2F" w:rsidRPr="00B6714F" w14:paraId="448C6516" w14:textId="77777777" w:rsidTr="00547C62">
        <w:trPr>
          <w:trHeight w:val="737"/>
          <w:jc w:val="center"/>
        </w:trPr>
        <w:tc>
          <w:tcPr>
            <w:tcW w:w="1899" w:type="dxa"/>
            <w:vAlign w:val="center"/>
          </w:tcPr>
          <w:p w14:paraId="51CB35A7" w14:textId="7DA6DF27" w:rsidR="00101F2F" w:rsidRPr="00B6714F" w:rsidRDefault="00101F2F" w:rsidP="005D678F">
            <w:pPr>
              <w:jc w:val="distribute"/>
              <w:rPr>
                <w:rFonts w:hAnsi="ＭＳ 明朝"/>
                <w:kern w:val="0"/>
              </w:rPr>
            </w:pPr>
            <w:r w:rsidRPr="000F677E">
              <w:rPr>
                <w:rFonts w:hAnsi="ＭＳ 明朝" w:hint="eastAsia"/>
                <w:spacing w:val="17"/>
                <w:kern w:val="0"/>
                <w:fitText w:val="1680" w:id="-1816870399"/>
              </w:rPr>
              <w:t>給付制限の区</w:t>
            </w:r>
            <w:r w:rsidRPr="000F677E">
              <w:rPr>
                <w:rFonts w:hAnsi="ＭＳ 明朝" w:hint="eastAsia"/>
                <w:spacing w:val="3"/>
                <w:kern w:val="0"/>
                <w:fitText w:val="1680" w:id="-1816870399"/>
              </w:rPr>
              <w:t>分</w:t>
            </w:r>
          </w:p>
        </w:tc>
        <w:tc>
          <w:tcPr>
            <w:tcW w:w="8079" w:type="dxa"/>
            <w:vAlign w:val="center"/>
          </w:tcPr>
          <w:p w14:paraId="1D4D9651" w14:textId="77777777" w:rsidR="00101F2F" w:rsidRPr="00B6714F" w:rsidRDefault="00101F2F" w:rsidP="005D678F">
            <w:pPr>
              <w:jc w:val="left"/>
              <w:rPr>
                <w:rFonts w:hAnsi="ＭＳ 明朝"/>
              </w:rPr>
            </w:pPr>
          </w:p>
        </w:tc>
      </w:tr>
      <w:tr w:rsidR="00101F2F" w:rsidRPr="00B6714F" w14:paraId="66B234F0" w14:textId="77777777" w:rsidTr="00547C62">
        <w:trPr>
          <w:trHeight w:val="850"/>
          <w:jc w:val="center"/>
        </w:trPr>
        <w:tc>
          <w:tcPr>
            <w:tcW w:w="1899" w:type="dxa"/>
            <w:vAlign w:val="center"/>
          </w:tcPr>
          <w:p w14:paraId="433B16E1" w14:textId="77777777" w:rsidR="00101F2F" w:rsidRPr="00101F2F" w:rsidRDefault="00101F2F" w:rsidP="00472895">
            <w:pPr>
              <w:jc w:val="center"/>
              <w:rPr>
                <w:rFonts w:hAnsi="ＭＳ 明朝"/>
                <w:spacing w:val="17"/>
                <w:kern w:val="0"/>
              </w:rPr>
            </w:pPr>
            <w:r w:rsidRPr="000F677E">
              <w:rPr>
                <w:rFonts w:hAnsi="ＭＳ 明朝" w:hint="eastAsia"/>
                <w:spacing w:val="79"/>
                <w:kern w:val="0"/>
                <w:fitText w:val="1682" w:id="-1816870144"/>
              </w:rPr>
              <w:t>給付制限</w:t>
            </w:r>
            <w:r w:rsidRPr="000F677E">
              <w:rPr>
                <w:rFonts w:hAnsi="ＭＳ 明朝" w:hint="eastAsia"/>
                <w:kern w:val="0"/>
                <w:fitText w:val="1682" w:id="-1816870144"/>
              </w:rPr>
              <w:t>の</w:t>
            </w:r>
          </w:p>
          <w:p w14:paraId="4F4373A6" w14:textId="3D2DFF97" w:rsidR="00101F2F" w:rsidRPr="00101F2F" w:rsidRDefault="00101F2F" w:rsidP="00472895">
            <w:pPr>
              <w:jc w:val="center"/>
              <w:rPr>
                <w:rFonts w:hAnsi="ＭＳ 明朝"/>
                <w:spacing w:val="17"/>
                <w:kern w:val="0"/>
              </w:rPr>
            </w:pPr>
            <w:r w:rsidRPr="000F677E">
              <w:rPr>
                <w:rFonts w:hAnsi="ＭＳ 明朝" w:hint="eastAsia"/>
                <w:spacing w:val="140"/>
                <w:kern w:val="0"/>
                <w:fitText w:val="1682" w:id="-1816870143"/>
              </w:rPr>
              <w:t>解除理</w:t>
            </w:r>
            <w:r w:rsidRPr="000F677E">
              <w:rPr>
                <w:rFonts w:hAnsi="ＭＳ 明朝" w:hint="eastAsia"/>
                <w:spacing w:val="1"/>
                <w:kern w:val="0"/>
                <w:fitText w:val="1682" w:id="-1816870143"/>
              </w:rPr>
              <w:t>由</w:t>
            </w:r>
          </w:p>
        </w:tc>
        <w:tc>
          <w:tcPr>
            <w:tcW w:w="8079" w:type="dxa"/>
            <w:vAlign w:val="center"/>
          </w:tcPr>
          <w:p w14:paraId="69B88423" w14:textId="77777777" w:rsidR="00101F2F" w:rsidRPr="00B6714F" w:rsidRDefault="00101F2F" w:rsidP="005D678F">
            <w:pPr>
              <w:jc w:val="left"/>
              <w:rPr>
                <w:rFonts w:hAnsi="ＭＳ 明朝"/>
              </w:rPr>
            </w:pPr>
          </w:p>
        </w:tc>
      </w:tr>
    </w:tbl>
    <w:p w14:paraId="52E19447" w14:textId="4611054F" w:rsidR="00F70912" w:rsidRPr="00B6714F" w:rsidRDefault="00CA6241" w:rsidP="00CA6241">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02A1D958" wp14:editId="5A9DFC53">
                <wp:simplePos x="0" y="0"/>
                <wp:positionH relativeFrom="margin">
                  <wp:posOffset>-85725</wp:posOffset>
                </wp:positionH>
                <wp:positionV relativeFrom="paragraph">
                  <wp:posOffset>34925</wp:posOffset>
                </wp:positionV>
                <wp:extent cx="6810375" cy="5048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6810375" cy="504825"/>
                        </a:xfrm>
                        <a:prstGeom prst="rect">
                          <a:avLst/>
                        </a:prstGeom>
                        <a:solidFill>
                          <a:srgbClr val="92D050">
                            <a:alpha val="80000"/>
                          </a:srgbClr>
                        </a:solidFill>
                        <a:ln w="6350">
                          <a:noFill/>
                        </a:ln>
                      </wps:spPr>
                      <wps:txb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1D958" id="テキスト ボックス 3" o:spid="_x0000_s1030" type="#_x0000_t202" style="position:absolute;left:0;text-align:left;margin-left:-6.75pt;margin-top:2.75pt;width:536.25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" fillcolor="#92d050" stroked="f" strokeweight=".5pt">
                <v:fill opacity="52428f"/>
                <v:textbo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7B7FC940" w14:textId="012A1269" w:rsidR="00F70912" w:rsidRPr="00F74320" w:rsidRDefault="00101F2F" w:rsidP="00F74320">
      <w:pPr>
        <w:rPr>
          <w:sz w:val="22"/>
          <w:szCs w:val="21"/>
        </w:rPr>
      </w:pPr>
      <w:r w:rsidRPr="00F74320">
        <w:rPr>
          <w:rFonts w:hAnsi="ＭＳ 明朝" w:hint="eastAsia"/>
          <w:szCs w:val="21"/>
        </w:rPr>
        <w:t xml:space="preserve">　なお、介護保険被保険者証の給付制限の記載を消除しますので、速やかにこの通知書及び被保険者証を</w:t>
      </w:r>
      <w:r w:rsidRPr="00F74320">
        <w:rPr>
          <w:rFonts w:hAnsi="ＭＳ 明朝" w:hint="eastAsia"/>
          <w:szCs w:val="21"/>
          <w:bdr w:val="single" w:sz="4" w:space="0" w:color="auto"/>
        </w:rPr>
        <w:t>○○市（町村）介護保険課</w:t>
      </w:r>
      <w:r w:rsidRPr="00F74320">
        <w:rPr>
          <w:rFonts w:hAnsi="ＭＳ 明朝" w:hint="eastAsia"/>
          <w:szCs w:val="21"/>
        </w:rPr>
        <w:t>に提出してください。</w:t>
      </w:r>
    </w:p>
    <w:p w14:paraId="4DD1C27D" w14:textId="6FBC0168" w:rsidR="00CF6CBE" w:rsidRPr="00377B75" w:rsidRDefault="00413B9E" w:rsidP="00413B9E">
      <w:pPr>
        <w:adjustRightInd w:val="0"/>
        <w:snapToGrid w:val="0"/>
        <w:rPr>
          <w:sz w:val="14"/>
          <w:szCs w:val="21"/>
        </w:rPr>
      </w:pPr>
      <w:r w:rsidRPr="00377B75">
        <w:rPr>
          <w:rFonts w:hAnsi="ＭＳ 明朝"/>
          <w:noProof/>
          <w:sz w:val="18"/>
        </w:rPr>
        <mc:AlternateContent>
          <mc:Choice Requires="wps">
            <w:drawing>
              <wp:anchor distT="0" distB="0" distL="114300" distR="114300" simplePos="0" relativeHeight="251672576" behindDoc="0" locked="0" layoutInCell="1" allowOverlap="1" wp14:anchorId="5F02308A" wp14:editId="3D8EBDA2">
                <wp:simplePos x="0" y="0"/>
                <wp:positionH relativeFrom="margin">
                  <wp:align>center</wp:align>
                </wp:positionH>
                <wp:positionV relativeFrom="paragraph">
                  <wp:posOffset>76835</wp:posOffset>
                </wp:positionV>
                <wp:extent cx="6810480" cy="1981200"/>
                <wp:effectExtent l="0" t="0" r="9525" b="0"/>
                <wp:wrapNone/>
                <wp:docPr id="6" name="正方形/長方形 6"/>
                <wp:cNvGraphicFramePr/>
                <a:graphic xmlns:a="http://schemas.openxmlformats.org/drawingml/2006/main">
                  <a:graphicData uri="http://schemas.microsoft.com/office/word/2010/wordprocessingShape">
                    <wps:wsp>
                      <wps:cNvSpPr/>
                      <wps:spPr>
                        <a:xfrm>
                          <a:off x="0" y="0"/>
                          <a:ext cx="6810480" cy="19812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2308A" id="正方形/長方形 6" o:spid="_x0000_s1031" style="position:absolute;left:0;text-align:left;margin-left:0;margin-top:6.05pt;width:536.25pt;height:156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" fillcolor="#92d050" stroked="f" strokeweight="2pt">
                <v:fill opacity="52428f"/>
                <v:textbox inset=",0,,0">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w10:wrap anchorx="margin"/>
              </v:rect>
            </w:pict>
          </mc:Fallback>
        </mc:AlternateContent>
      </w:r>
    </w:p>
    <w:p w14:paraId="1640A911" w14:textId="449DAB28" w:rsidR="00413B9E" w:rsidRPr="00377B75" w:rsidRDefault="00413B9E" w:rsidP="00413B9E">
      <w:pPr>
        <w:adjustRightInd w:val="0"/>
        <w:snapToGrid w:val="0"/>
        <w:rPr>
          <w:sz w:val="14"/>
          <w:szCs w:val="21"/>
        </w:rPr>
      </w:pPr>
    </w:p>
    <w:p w14:paraId="036D5FFC" w14:textId="4CF2959D" w:rsidR="00413B9E" w:rsidRPr="00377B75" w:rsidRDefault="00413B9E" w:rsidP="00413B9E">
      <w:pPr>
        <w:adjustRightInd w:val="0"/>
        <w:snapToGrid w:val="0"/>
        <w:rPr>
          <w:sz w:val="14"/>
          <w:szCs w:val="21"/>
        </w:rPr>
      </w:pPr>
    </w:p>
    <w:p w14:paraId="4BE16069" w14:textId="2013501D" w:rsidR="00413B9E" w:rsidRPr="00377B75" w:rsidRDefault="00413B9E" w:rsidP="00413B9E">
      <w:pPr>
        <w:adjustRightInd w:val="0"/>
        <w:snapToGrid w:val="0"/>
        <w:rPr>
          <w:sz w:val="14"/>
          <w:szCs w:val="21"/>
        </w:rPr>
      </w:pPr>
    </w:p>
    <w:p w14:paraId="4B5EAC85" w14:textId="753F5644" w:rsidR="00413B9E" w:rsidRPr="00377B75" w:rsidRDefault="00413B9E" w:rsidP="00413B9E">
      <w:pPr>
        <w:adjustRightInd w:val="0"/>
        <w:snapToGrid w:val="0"/>
        <w:rPr>
          <w:sz w:val="14"/>
          <w:szCs w:val="21"/>
        </w:rPr>
      </w:pPr>
    </w:p>
    <w:p w14:paraId="3997E8BB" w14:textId="291B3E5C" w:rsidR="00413B9E" w:rsidRPr="00377B75" w:rsidRDefault="00413B9E" w:rsidP="00413B9E">
      <w:pPr>
        <w:adjustRightInd w:val="0"/>
        <w:snapToGrid w:val="0"/>
        <w:rPr>
          <w:sz w:val="14"/>
          <w:szCs w:val="21"/>
        </w:rPr>
      </w:pPr>
    </w:p>
    <w:p w14:paraId="7F37D948" w14:textId="5DEBD64F" w:rsidR="00413B9E" w:rsidRPr="00377B75" w:rsidRDefault="00413B9E" w:rsidP="00413B9E">
      <w:pPr>
        <w:adjustRightInd w:val="0"/>
        <w:snapToGrid w:val="0"/>
        <w:rPr>
          <w:sz w:val="14"/>
          <w:szCs w:val="21"/>
        </w:rPr>
      </w:pPr>
    </w:p>
    <w:p w14:paraId="15D7536E" w14:textId="36C2B73F" w:rsidR="00413B9E" w:rsidRPr="00377B75" w:rsidRDefault="00413B9E" w:rsidP="00413B9E">
      <w:pPr>
        <w:adjustRightInd w:val="0"/>
        <w:snapToGrid w:val="0"/>
        <w:rPr>
          <w:sz w:val="14"/>
          <w:szCs w:val="21"/>
        </w:rPr>
      </w:pPr>
    </w:p>
    <w:p w14:paraId="56F4623E" w14:textId="3E50066E" w:rsidR="00413B9E" w:rsidRPr="00377B75" w:rsidRDefault="00413B9E" w:rsidP="00413B9E">
      <w:pPr>
        <w:adjustRightInd w:val="0"/>
        <w:snapToGrid w:val="0"/>
        <w:rPr>
          <w:sz w:val="14"/>
          <w:szCs w:val="21"/>
        </w:rPr>
      </w:pPr>
    </w:p>
    <w:p w14:paraId="544EC4F7" w14:textId="5A006860" w:rsidR="00413B9E" w:rsidRPr="00377B75" w:rsidRDefault="00413B9E" w:rsidP="00413B9E">
      <w:pPr>
        <w:adjustRightInd w:val="0"/>
        <w:snapToGrid w:val="0"/>
        <w:rPr>
          <w:sz w:val="14"/>
          <w:szCs w:val="21"/>
        </w:rPr>
      </w:pPr>
    </w:p>
    <w:p w14:paraId="76BF6989" w14:textId="280BE79C" w:rsidR="00413B9E" w:rsidRPr="00377B75" w:rsidRDefault="00413B9E" w:rsidP="00413B9E">
      <w:pPr>
        <w:adjustRightInd w:val="0"/>
        <w:snapToGrid w:val="0"/>
        <w:rPr>
          <w:sz w:val="14"/>
          <w:szCs w:val="21"/>
        </w:rPr>
      </w:pPr>
    </w:p>
    <w:p w14:paraId="551E93DB" w14:textId="5E6FDF83" w:rsidR="00413B9E" w:rsidRPr="00377B75" w:rsidRDefault="00413B9E" w:rsidP="00413B9E">
      <w:pPr>
        <w:adjustRightInd w:val="0"/>
        <w:snapToGrid w:val="0"/>
        <w:rPr>
          <w:sz w:val="14"/>
          <w:szCs w:val="21"/>
        </w:rPr>
      </w:pPr>
    </w:p>
    <w:p w14:paraId="59ED9E93" w14:textId="0910B874" w:rsidR="00413B9E" w:rsidRPr="00377B75" w:rsidRDefault="00413B9E" w:rsidP="00413B9E">
      <w:pPr>
        <w:adjustRightInd w:val="0"/>
        <w:snapToGrid w:val="0"/>
        <w:rPr>
          <w:sz w:val="14"/>
          <w:szCs w:val="21"/>
        </w:rPr>
      </w:pPr>
    </w:p>
    <w:p w14:paraId="6A19FED5" w14:textId="0E11907F" w:rsidR="00413B9E" w:rsidRPr="00377B75" w:rsidRDefault="00413B9E" w:rsidP="00413B9E">
      <w:pPr>
        <w:adjustRightInd w:val="0"/>
        <w:snapToGrid w:val="0"/>
        <w:rPr>
          <w:sz w:val="14"/>
          <w:szCs w:val="21"/>
        </w:rPr>
      </w:pPr>
    </w:p>
    <w:p w14:paraId="52E119B3" w14:textId="20A3BF65" w:rsidR="00377B75" w:rsidRPr="00377B75" w:rsidRDefault="00377B75" w:rsidP="00413B9E">
      <w:pPr>
        <w:adjustRightInd w:val="0"/>
        <w:snapToGrid w:val="0"/>
        <w:rPr>
          <w:sz w:val="14"/>
          <w:szCs w:val="21"/>
        </w:rPr>
      </w:pPr>
    </w:p>
    <w:p w14:paraId="44F25797" w14:textId="201703CA" w:rsidR="00377B75" w:rsidRPr="00377B75" w:rsidRDefault="00377B75" w:rsidP="00413B9E">
      <w:pPr>
        <w:adjustRightInd w:val="0"/>
        <w:snapToGrid w:val="0"/>
        <w:rPr>
          <w:sz w:val="14"/>
          <w:szCs w:val="21"/>
        </w:rPr>
      </w:pPr>
    </w:p>
    <w:p w14:paraId="318553FC" w14:textId="77777777" w:rsidR="00377B75" w:rsidRPr="00377B75" w:rsidRDefault="00377B75" w:rsidP="00413B9E">
      <w:pPr>
        <w:adjustRightInd w:val="0"/>
        <w:snapToGrid w:val="0"/>
        <w:rPr>
          <w:sz w:val="16"/>
          <w:szCs w:val="21"/>
        </w:rPr>
      </w:pPr>
    </w:p>
    <w:p w14:paraId="71050FB0" w14:textId="77777777" w:rsidR="00377B75" w:rsidRPr="00377B75" w:rsidRDefault="00377B75" w:rsidP="00413B9E">
      <w:pPr>
        <w:adjustRightInd w:val="0"/>
        <w:snapToGrid w:val="0"/>
        <w:rPr>
          <w:sz w:val="14"/>
          <w:szCs w:val="21"/>
        </w:rPr>
      </w:pPr>
    </w:p>
    <w:tbl>
      <w:tblPr>
        <w:tblStyle w:val="a7"/>
        <w:tblW w:w="5902" w:type="dxa"/>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689"/>
      </w:tblGrid>
      <w:tr w:rsidR="00B72245" w:rsidRPr="00B72245" w14:paraId="4B3B94EA" w14:textId="77777777" w:rsidTr="00413B9E">
        <w:trPr>
          <w:trHeight w:val="215"/>
        </w:trPr>
        <w:tc>
          <w:tcPr>
            <w:tcW w:w="5902" w:type="dxa"/>
            <w:gridSpan w:val="2"/>
          </w:tcPr>
          <w:p w14:paraId="4B16F82C" w14:textId="27EE611D" w:rsidR="00F70912" w:rsidRPr="00B72245" w:rsidRDefault="00F70912" w:rsidP="00472895">
            <w:pPr>
              <w:ind w:leftChars="-100" w:left="-210"/>
              <w:rPr>
                <w:rFonts w:hAnsi="ＭＳ 明朝"/>
                <w:sz w:val="20"/>
                <w:szCs w:val="21"/>
              </w:rPr>
            </w:pPr>
            <w:r w:rsidRPr="00B72245">
              <w:rPr>
                <w:rFonts w:hAnsi="ＭＳ 明朝" w:hint="eastAsia"/>
                <w:sz w:val="20"/>
                <w:szCs w:val="21"/>
              </w:rPr>
              <w:t>（お問合せ先）</w:t>
            </w:r>
          </w:p>
        </w:tc>
      </w:tr>
      <w:tr w:rsidR="00B72245" w:rsidRPr="00B72245" w14:paraId="1076C25D" w14:textId="77777777" w:rsidTr="00413B9E">
        <w:trPr>
          <w:trHeight w:val="228"/>
        </w:trPr>
        <w:tc>
          <w:tcPr>
            <w:tcW w:w="5902" w:type="dxa"/>
            <w:gridSpan w:val="2"/>
          </w:tcPr>
          <w:p w14:paraId="47CCA22F" w14:textId="77777777" w:rsidR="00F70912" w:rsidRPr="00B72245" w:rsidRDefault="00F70912" w:rsidP="00472895">
            <w:pPr>
              <w:rPr>
                <w:rFonts w:hAnsi="ＭＳ 明朝"/>
                <w:sz w:val="20"/>
                <w:szCs w:val="21"/>
              </w:rPr>
            </w:pPr>
            <w:r w:rsidRPr="00B72245">
              <w:rPr>
                <w:rFonts w:hAnsi="ＭＳ 明朝" w:hint="eastAsia"/>
                <w:sz w:val="20"/>
                <w:szCs w:val="21"/>
              </w:rPr>
              <w:t>●●市介護保険課</w:t>
            </w:r>
          </w:p>
        </w:tc>
      </w:tr>
      <w:tr w:rsidR="00B72245" w:rsidRPr="00B72245" w14:paraId="583A2F7F" w14:textId="77777777" w:rsidTr="00413B9E">
        <w:trPr>
          <w:trHeight w:val="215"/>
        </w:trPr>
        <w:tc>
          <w:tcPr>
            <w:tcW w:w="1213" w:type="dxa"/>
          </w:tcPr>
          <w:p w14:paraId="370B22BB" w14:textId="77777777" w:rsidR="00F70912" w:rsidRPr="00B72245" w:rsidRDefault="00F70912" w:rsidP="00472895">
            <w:pPr>
              <w:rPr>
                <w:rFonts w:hAnsi="ＭＳ 明朝"/>
                <w:sz w:val="20"/>
                <w:szCs w:val="21"/>
              </w:rPr>
            </w:pPr>
            <w:r w:rsidRPr="00B72245">
              <w:rPr>
                <w:rFonts w:hAnsi="ＭＳ 明朝" w:hint="eastAsia"/>
                <w:sz w:val="20"/>
                <w:szCs w:val="21"/>
              </w:rPr>
              <w:t>住　　所</w:t>
            </w:r>
          </w:p>
        </w:tc>
        <w:tc>
          <w:tcPr>
            <w:tcW w:w="4689" w:type="dxa"/>
          </w:tcPr>
          <w:p w14:paraId="41403B92" w14:textId="77777777" w:rsidR="00F70912" w:rsidRPr="00B72245" w:rsidRDefault="00F70912" w:rsidP="00472895">
            <w:pPr>
              <w:rPr>
                <w:rFonts w:hAnsi="ＭＳ 明朝"/>
                <w:sz w:val="20"/>
                <w:szCs w:val="21"/>
              </w:rPr>
            </w:pPr>
            <w:r w:rsidRPr="00B72245">
              <w:rPr>
                <w:rFonts w:hAnsi="ＭＳ 明朝" w:hint="eastAsia"/>
                <w:sz w:val="20"/>
                <w:szCs w:val="21"/>
              </w:rPr>
              <w:t>123-4567　●●市●●１－２－３</w:t>
            </w:r>
          </w:p>
        </w:tc>
      </w:tr>
      <w:tr w:rsidR="00B72245" w:rsidRPr="00B72245" w14:paraId="07D65435" w14:textId="77777777" w:rsidTr="00413B9E">
        <w:trPr>
          <w:trHeight w:val="431"/>
        </w:trPr>
        <w:tc>
          <w:tcPr>
            <w:tcW w:w="1213" w:type="dxa"/>
          </w:tcPr>
          <w:p w14:paraId="60634410" w14:textId="77777777" w:rsidR="00F70912" w:rsidRPr="00B72245" w:rsidRDefault="00F70912" w:rsidP="00472895">
            <w:pPr>
              <w:rPr>
                <w:rFonts w:hAnsi="ＭＳ 明朝"/>
                <w:sz w:val="20"/>
                <w:szCs w:val="21"/>
              </w:rPr>
            </w:pPr>
            <w:r w:rsidRPr="00B72245">
              <w:rPr>
                <w:rFonts w:hAnsi="ＭＳ 明朝" w:hint="eastAsia"/>
                <w:sz w:val="20"/>
                <w:szCs w:val="21"/>
              </w:rPr>
              <w:t>電話番号</w:t>
            </w:r>
          </w:p>
          <w:p w14:paraId="4B3D04B6" w14:textId="0CB58D9A" w:rsidR="0041395E" w:rsidRPr="00B72245" w:rsidRDefault="0041395E" w:rsidP="00472895">
            <w:pPr>
              <w:rPr>
                <w:rFonts w:hAnsi="ＭＳ 明朝"/>
                <w:sz w:val="20"/>
                <w:szCs w:val="21"/>
              </w:rPr>
            </w:pPr>
            <w:r w:rsidRPr="00B72245">
              <w:rPr>
                <w:rFonts w:hAnsi="ＭＳ 明朝" w:hint="eastAsia"/>
                <w:sz w:val="20"/>
                <w:szCs w:val="21"/>
              </w:rPr>
              <w:t>メール</w:t>
            </w:r>
          </w:p>
        </w:tc>
        <w:tc>
          <w:tcPr>
            <w:tcW w:w="4689" w:type="dxa"/>
          </w:tcPr>
          <w:p w14:paraId="7CAA0825" w14:textId="77777777" w:rsidR="00F70912" w:rsidRPr="00B72245" w:rsidRDefault="00F70912" w:rsidP="00472895">
            <w:pPr>
              <w:rPr>
                <w:rFonts w:hAnsi="ＭＳ 明朝"/>
                <w:sz w:val="20"/>
                <w:szCs w:val="20"/>
              </w:rPr>
            </w:pPr>
            <w:r w:rsidRPr="00B72245">
              <w:rPr>
                <w:rFonts w:hAnsi="ＭＳ 明朝" w:hint="eastAsia"/>
                <w:sz w:val="20"/>
                <w:szCs w:val="21"/>
              </w:rPr>
              <w:t>987-6543-2111</w:t>
            </w:r>
            <w:r w:rsidR="0041395E" w:rsidRPr="00B72245">
              <w:rPr>
                <w:rFonts w:hAnsi="ＭＳ 明朝" w:hint="eastAsia"/>
                <w:sz w:val="20"/>
                <w:szCs w:val="21"/>
              </w:rPr>
              <w:t xml:space="preserve">　　</w:t>
            </w:r>
            <w:r w:rsidR="0041395E" w:rsidRPr="00B72245">
              <w:rPr>
                <w:rFonts w:hAnsi="ＭＳ 明朝" w:hint="eastAsia"/>
                <w:sz w:val="20"/>
                <w:szCs w:val="20"/>
              </w:rPr>
              <w:t>F</w:t>
            </w:r>
            <w:r w:rsidR="0041395E" w:rsidRPr="00B72245">
              <w:rPr>
                <w:rFonts w:hAnsi="ＭＳ 明朝"/>
                <w:sz w:val="20"/>
                <w:szCs w:val="20"/>
              </w:rPr>
              <w:t>AX</w:t>
            </w:r>
            <w:r w:rsidR="0041395E" w:rsidRPr="00B72245">
              <w:rPr>
                <w:rFonts w:hAnsi="ＭＳ 明朝" w:hint="eastAsia"/>
                <w:sz w:val="20"/>
                <w:szCs w:val="20"/>
              </w:rPr>
              <w:t>番号　123-456-7890</w:t>
            </w:r>
          </w:p>
          <w:p w14:paraId="7EEA9155" w14:textId="5A427921" w:rsidR="0041395E" w:rsidRPr="00B72245" w:rsidRDefault="0041395E" w:rsidP="00472895">
            <w:pPr>
              <w:rPr>
                <w:rFonts w:hAnsi="ＭＳ 明朝"/>
                <w:sz w:val="20"/>
                <w:szCs w:val="21"/>
              </w:rPr>
            </w:pPr>
            <w:r w:rsidRPr="00B72245">
              <w:rPr>
                <w:rFonts w:hAnsi="ＭＳ 明朝"/>
                <w:sz w:val="20"/>
                <w:szCs w:val="20"/>
              </w:rPr>
              <w:t>xxxxxxxxxxx@yyy.zzz.aaa</w:t>
            </w:r>
          </w:p>
        </w:tc>
      </w:tr>
    </w:tbl>
    <w:p w14:paraId="2D92358F" w14:textId="6A545F3F" w:rsidR="00101F2F" w:rsidRDefault="00CA6241" w:rsidP="00413B9E">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3CD8EC67" wp14:editId="68285784">
                <wp:simplePos x="0" y="0"/>
                <wp:positionH relativeFrom="margin">
                  <wp:posOffset>-66675</wp:posOffset>
                </wp:positionH>
                <wp:positionV relativeFrom="paragraph">
                  <wp:posOffset>47625</wp:posOffset>
                </wp:positionV>
                <wp:extent cx="6781800" cy="2247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781800" cy="2247900"/>
                        </a:xfrm>
                        <a:prstGeom prst="rect">
                          <a:avLst/>
                        </a:prstGeom>
                        <a:solidFill>
                          <a:srgbClr val="92D050">
                            <a:alpha val="80000"/>
                          </a:srgbClr>
                        </a:solidFill>
                        <a:ln w="6350">
                          <a:noFill/>
                        </a:ln>
                      </wps:spPr>
                      <wps:txb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8EC67" id="テキスト ボックス 4" o:spid="_x0000_s1032" type="#_x0000_t202" style="position:absolute;left:0;text-align:left;margin-left:-5.25pt;margin-top:3.75pt;width:534pt;height:17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" fillcolor="#92d050" stroked="f" strokeweight=".5pt">
                <v:fill opacity="52428f"/>
                <v:textbo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FDC702A" w14:textId="14CB237F" w:rsidR="00F70912" w:rsidRPr="00F74320" w:rsidRDefault="006E1D1F" w:rsidP="00F74320">
      <w:pPr>
        <w:rPr>
          <w:rFonts w:hAnsi="ＭＳ 明朝"/>
        </w:rPr>
      </w:pPr>
      <w:r w:rsidRPr="006E1D1F">
        <w:rPr>
          <w:rFonts w:hAnsi="ＭＳ 明朝" w:hint="eastAsia"/>
        </w:rPr>
        <w:t>不服の申立て及び取消訴訟</w:t>
      </w:r>
    </w:p>
    <w:p w14:paraId="16C7A4B2" w14:textId="1DFACBE8" w:rsidR="00F70912" w:rsidRPr="00313525" w:rsidRDefault="00F70912" w:rsidP="00313525">
      <w:pPr>
        <w:adjustRightInd w:val="0"/>
        <w:snapToGrid w:val="0"/>
        <w:rPr>
          <w:rFonts w:hAnsi="ＭＳ 明朝"/>
          <w:sz w:val="20"/>
        </w:rPr>
      </w:pPr>
      <w:r w:rsidRPr="00313525">
        <w:rPr>
          <w:rFonts w:hAnsi="ＭＳ 明朝" w:hint="eastAsia"/>
          <w:sz w:val="20"/>
        </w:rPr>
        <w:t xml:space="preserve">　この通知について不服があるときは、この通知を受け取った日の翌日から起算して３か月以内に、</w:t>
      </w:r>
      <w:r w:rsidRPr="00313525">
        <w:rPr>
          <w:rFonts w:hAnsi="ＭＳ 明朝" w:hint="eastAsia"/>
          <w:sz w:val="20"/>
          <w:bdr w:val="single" w:sz="4" w:space="0" w:color="auto"/>
        </w:rPr>
        <w:t>都道府県名</w:t>
      </w:r>
      <w:r w:rsidRPr="00313525">
        <w:rPr>
          <w:rFonts w:hAnsi="ＭＳ 明朝" w:hint="eastAsia"/>
          <w:sz w:val="20"/>
        </w:rPr>
        <w:t xml:space="preserve"> 介護保険審査会（ </w:t>
      </w:r>
      <w:r w:rsidRPr="00313525">
        <w:rPr>
          <w:rFonts w:hAnsi="ＭＳ 明朝" w:hint="eastAsia"/>
          <w:sz w:val="20"/>
          <w:bdr w:val="single" w:sz="4" w:space="0" w:color="auto"/>
        </w:rPr>
        <w:t>都道府県郵便番号</w:t>
      </w:r>
      <w:r w:rsidRPr="00313525">
        <w:rPr>
          <w:rFonts w:hAnsi="ＭＳ 明朝" w:hint="eastAsia"/>
          <w:sz w:val="20"/>
        </w:rPr>
        <w:t xml:space="preserve">　</w:t>
      </w:r>
      <w:r w:rsidRPr="00313525">
        <w:rPr>
          <w:rFonts w:hAnsi="ＭＳ 明朝" w:hint="eastAsia"/>
          <w:sz w:val="20"/>
          <w:bdr w:val="single" w:sz="4" w:space="0" w:color="auto"/>
        </w:rPr>
        <w:t>都道府県住所</w:t>
      </w:r>
      <w:r w:rsidRPr="00313525">
        <w:rPr>
          <w:rFonts w:hAnsi="ＭＳ 明朝" w:hint="eastAsia"/>
          <w:sz w:val="20"/>
        </w:rPr>
        <w:t xml:space="preserve">　電話：</w:t>
      </w:r>
      <w:r w:rsidRPr="00313525">
        <w:rPr>
          <w:rFonts w:hAnsi="ＭＳ 明朝" w:hint="eastAsia"/>
          <w:sz w:val="20"/>
          <w:bdr w:val="single" w:sz="4" w:space="0" w:color="auto"/>
        </w:rPr>
        <w:t>都道府県電話番号</w:t>
      </w:r>
      <w:r w:rsidRPr="00313525">
        <w:rPr>
          <w:rFonts w:hAnsi="ＭＳ 明朝" w:hint="eastAsia"/>
          <w:sz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378FD68A" w:rsidR="00F70912" w:rsidRPr="00313525" w:rsidRDefault="00F70912" w:rsidP="00313525">
      <w:pPr>
        <w:adjustRightInd w:val="0"/>
        <w:snapToGrid w:val="0"/>
        <w:rPr>
          <w:rFonts w:hAnsi="ＭＳ 明朝"/>
          <w:sz w:val="20"/>
        </w:rPr>
      </w:pPr>
      <w:r w:rsidRPr="00313525">
        <w:rPr>
          <w:rFonts w:hAnsi="ＭＳ 明朝" w:hint="eastAsia"/>
          <w:sz w:val="20"/>
        </w:rPr>
        <w:t xml:space="preserve">　この処分の取消しを求める訴えは、</w:t>
      </w:r>
      <w:r w:rsidR="00E727E5" w:rsidRPr="00313525">
        <w:rPr>
          <w:rFonts w:hAnsi="ＭＳ 明朝" w:hint="eastAsia"/>
          <w:sz w:val="20"/>
        </w:rPr>
        <w:t>前述</w:t>
      </w:r>
      <w:r w:rsidRPr="00313525">
        <w:rPr>
          <w:rFonts w:hAnsi="ＭＳ 明朝" w:hint="eastAsia"/>
          <w:sz w:val="20"/>
        </w:rPr>
        <w:t xml:space="preserve">の審査請求に対する裁決の通知を受けた日の翌日から起算して６か月以内に、 </w:t>
      </w:r>
      <w:r w:rsidRPr="00313525">
        <w:rPr>
          <w:rFonts w:hAnsi="ＭＳ 明朝" w:hint="eastAsia"/>
          <w:sz w:val="20"/>
          <w:bdr w:val="single" w:sz="4" w:space="0" w:color="auto"/>
        </w:rPr>
        <w:t>市町村名１</w:t>
      </w:r>
      <w:r w:rsidRPr="00313525">
        <w:rPr>
          <w:rFonts w:hAnsi="ＭＳ 明朝" w:hint="eastAsia"/>
          <w:sz w:val="20"/>
        </w:rPr>
        <w:t xml:space="preserve"> を被告として（訴訟において </w:t>
      </w:r>
      <w:r w:rsidRPr="00313525">
        <w:rPr>
          <w:rFonts w:hAnsi="ＭＳ 明朝" w:hint="eastAsia"/>
          <w:sz w:val="20"/>
          <w:bdr w:val="single" w:sz="4" w:space="0" w:color="auto"/>
        </w:rPr>
        <w:t>市町村名２</w:t>
      </w:r>
      <w:r w:rsidRPr="00313525">
        <w:rPr>
          <w:rFonts w:hAnsi="ＭＳ 明朝" w:hint="eastAsia"/>
          <w:sz w:val="20"/>
        </w:rPr>
        <w:t xml:space="preserve"> を代表する者は </w:t>
      </w:r>
      <w:r w:rsidRPr="00313525">
        <w:rPr>
          <w:rFonts w:hAnsi="ＭＳ 明朝" w:hint="eastAsia"/>
          <w:sz w:val="20"/>
          <w:bdr w:val="single" w:sz="4" w:space="0" w:color="auto"/>
        </w:rPr>
        <w:t>市町村長</w:t>
      </w:r>
      <w:r w:rsidRPr="00313525">
        <w:rPr>
          <w:rFonts w:hAnsi="ＭＳ 明朝" w:hint="eastAsia"/>
          <w:sz w:val="20"/>
        </w:rPr>
        <w:t xml:space="preserve"> となります。）提起することができます。</w:t>
      </w:r>
    </w:p>
    <w:p w14:paraId="76061D22" w14:textId="08A95353" w:rsidR="00F70912" w:rsidRPr="00313525" w:rsidRDefault="00F70912" w:rsidP="00313525">
      <w:pPr>
        <w:adjustRightInd w:val="0"/>
        <w:snapToGrid w:val="0"/>
        <w:rPr>
          <w:rFonts w:hAnsi="ＭＳ 明朝"/>
          <w:sz w:val="20"/>
        </w:rPr>
      </w:pPr>
      <w:r w:rsidRPr="00313525">
        <w:rPr>
          <w:rFonts w:hAnsi="ＭＳ 明朝" w:hint="eastAsia"/>
          <w:sz w:val="20"/>
        </w:rPr>
        <w:t xml:space="preserve">　ただし、次の１から３のいずれかに該当するときは、審査請求に対する裁決を経ないで処分の取消しの訴えを提起することができます。</w:t>
      </w:r>
    </w:p>
    <w:p w14:paraId="63988A19" w14:textId="11726F01" w:rsidR="00F70912" w:rsidRPr="00313525" w:rsidRDefault="00F70912" w:rsidP="00313525">
      <w:pPr>
        <w:adjustRightInd w:val="0"/>
        <w:snapToGrid w:val="0"/>
        <w:rPr>
          <w:rFonts w:hAnsi="ＭＳ 明朝"/>
          <w:sz w:val="20"/>
        </w:rPr>
      </w:pPr>
      <w:r w:rsidRPr="00313525">
        <w:rPr>
          <w:rFonts w:hAnsi="ＭＳ 明朝" w:hint="eastAsia"/>
          <w:sz w:val="20"/>
        </w:rPr>
        <w:t xml:space="preserve">　１　審査請求があった日から３か月を経過しても裁決がないとき。</w:t>
      </w:r>
    </w:p>
    <w:p w14:paraId="6DF6DEE2" w14:textId="06E8D38D" w:rsidR="00F70912" w:rsidRPr="00313525" w:rsidRDefault="00F70912" w:rsidP="00313525">
      <w:pPr>
        <w:adjustRightInd w:val="0"/>
        <w:snapToGrid w:val="0"/>
        <w:rPr>
          <w:rFonts w:hAnsi="ＭＳ 明朝"/>
          <w:sz w:val="20"/>
        </w:rPr>
      </w:pPr>
      <w:r w:rsidRPr="00313525">
        <w:rPr>
          <w:rFonts w:hAnsi="ＭＳ 明朝" w:hint="eastAsia"/>
          <w:sz w:val="20"/>
        </w:rPr>
        <w:t xml:space="preserve">　２　処分、処分の執行又は手続の続行により生ずる著しい損害を避けるため緊急の必要があるとき。</w:t>
      </w:r>
    </w:p>
    <w:p w14:paraId="1627AC5A" w14:textId="04E07375" w:rsidR="00A45C2E" w:rsidRPr="00313525" w:rsidRDefault="00F70912" w:rsidP="00313525">
      <w:pPr>
        <w:adjustRightInd w:val="0"/>
        <w:snapToGrid w:val="0"/>
        <w:rPr>
          <w:rFonts w:hAnsi="ＭＳ 明朝"/>
          <w:sz w:val="20"/>
        </w:rPr>
      </w:pPr>
      <w:r w:rsidRPr="00313525">
        <w:rPr>
          <w:rFonts w:hAnsi="ＭＳ 明朝" w:hint="eastAsia"/>
          <w:sz w:val="20"/>
        </w:rPr>
        <w:t xml:space="preserve">　３　その他裁決を経ないことにつき正当な理由があるとき。</w:t>
      </w:r>
    </w:p>
    <w:sectPr w:rsidR="00A45C2E" w:rsidRPr="00313525" w:rsidSect="00101F2F">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B1E7" w14:textId="77777777" w:rsidR="00E3225B" w:rsidRDefault="00E3225B" w:rsidP="00A45C2E">
      <w:r>
        <w:separator/>
      </w:r>
    </w:p>
  </w:endnote>
  <w:endnote w:type="continuationSeparator" w:id="0">
    <w:p w14:paraId="54B2026C" w14:textId="77777777" w:rsidR="00E3225B" w:rsidRDefault="00E3225B"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E3A6E" w14:textId="77777777" w:rsidR="00E3225B" w:rsidRDefault="00E3225B" w:rsidP="00A45C2E">
      <w:r>
        <w:separator/>
      </w:r>
    </w:p>
  </w:footnote>
  <w:footnote w:type="continuationSeparator" w:id="0">
    <w:p w14:paraId="31C6707D" w14:textId="77777777" w:rsidR="00E3225B" w:rsidRDefault="00E3225B"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F2110"/>
    <w:rsid w:val="000F677E"/>
    <w:rsid w:val="00101F2F"/>
    <w:rsid w:val="00167100"/>
    <w:rsid w:val="00214229"/>
    <w:rsid w:val="00313525"/>
    <w:rsid w:val="003510E5"/>
    <w:rsid w:val="00377B75"/>
    <w:rsid w:val="003A639D"/>
    <w:rsid w:val="003D0CE7"/>
    <w:rsid w:val="00410B6D"/>
    <w:rsid w:val="0041395E"/>
    <w:rsid w:val="00413B9E"/>
    <w:rsid w:val="00462C68"/>
    <w:rsid w:val="00491FA9"/>
    <w:rsid w:val="004D69DA"/>
    <w:rsid w:val="004F7422"/>
    <w:rsid w:val="00502122"/>
    <w:rsid w:val="00531129"/>
    <w:rsid w:val="00547C62"/>
    <w:rsid w:val="0055752C"/>
    <w:rsid w:val="0059662C"/>
    <w:rsid w:val="005A22D3"/>
    <w:rsid w:val="005B3E12"/>
    <w:rsid w:val="005D678F"/>
    <w:rsid w:val="006B55C6"/>
    <w:rsid w:val="006E1D1F"/>
    <w:rsid w:val="007251BC"/>
    <w:rsid w:val="007251C7"/>
    <w:rsid w:val="007542C3"/>
    <w:rsid w:val="00766435"/>
    <w:rsid w:val="00776047"/>
    <w:rsid w:val="008210B0"/>
    <w:rsid w:val="00843BAC"/>
    <w:rsid w:val="00846FA2"/>
    <w:rsid w:val="00934CFF"/>
    <w:rsid w:val="009609C1"/>
    <w:rsid w:val="009871A8"/>
    <w:rsid w:val="00A06505"/>
    <w:rsid w:val="00A32475"/>
    <w:rsid w:val="00A45C2E"/>
    <w:rsid w:val="00A47417"/>
    <w:rsid w:val="00A75746"/>
    <w:rsid w:val="00A83D89"/>
    <w:rsid w:val="00A91AB5"/>
    <w:rsid w:val="00AB4341"/>
    <w:rsid w:val="00B1253C"/>
    <w:rsid w:val="00B72245"/>
    <w:rsid w:val="00BE3851"/>
    <w:rsid w:val="00C1182D"/>
    <w:rsid w:val="00C11BF8"/>
    <w:rsid w:val="00C61AF5"/>
    <w:rsid w:val="00CA6241"/>
    <w:rsid w:val="00CC32F0"/>
    <w:rsid w:val="00CC6F79"/>
    <w:rsid w:val="00CC7E72"/>
    <w:rsid w:val="00CF6CBE"/>
    <w:rsid w:val="00D11522"/>
    <w:rsid w:val="00D12E94"/>
    <w:rsid w:val="00D31EFB"/>
    <w:rsid w:val="00D32FFE"/>
    <w:rsid w:val="00D42F69"/>
    <w:rsid w:val="00D60D5D"/>
    <w:rsid w:val="00D65405"/>
    <w:rsid w:val="00D772E1"/>
    <w:rsid w:val="00DF7985"/>
    <w:rsid w:val="00E16F82"/>
    <w:rsid w:val="00E3225B"/>
    <w:rsid w:val="00E727E5"/>
    <w:rsid w:val="00EF3982"/>
    <w:rsid w:val="00F126FE"/>
    <w:rsid w:val="00F35C87"/>
    <w:rsid w:val="00F70912"/>
    <w:rsid w:val="00F74320"/>
    <w:rsid w:val="00FA5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E1D1F"/>
    <w:rPr>
      <w:sz w:val="18"/>
      <w:szCs w:val="18"/>
    </w:rPr>
  </w:style>
  <w:style w:type="paragraph" w:styleId="a9">
    <w:name w:val="annotation text"/>
    <w:basedOn w:val="a"/>
    <w:link w:val="aa"/>
    <w:uiPriority w:val="99"/>
    <w:rsid w:val="006E1D1F"/>
    <w:pPr>
      <w:jc w:val="left"/>
    </w:pPr>
  </w:style>
  <w:style w:type="character" w:customStyle="1" w:styleId="aa">
    <w:name w:val="コメント文字列 (文字)"/>
    <w:basedOn w:val="a0"/>
    <w:link w:val="a9"/>
    <w:uiPriority w:val="99"/>
    <w:rsid w:val="006E1D1F"/>
    <w:rPr>
      <w:rFonts w:ascii="ＭＳ 明朝"/>
      <w:kern w:val="2"/>
      <w:sz w:val="21"/>
    </w:rPr>
  </w:style>
  <w:style w:type="paragraph" w:styleId="ab">
    <w:name w:val="annotation subject"/>
    <w:basedOn w:val="a9"/>
    <w:next w:val="a9"/>
    <w:link w:val="ac"/>
    <w:uiPriority w:val="99"/>
    <w:rsid w:val="006E1D1F"/>
    <w:rPr>
      <w:b/>
      <w:bCs/>
    </w:rPr>
  </w:style>
  <w:style w:type="character" w:customStyle="1" w:styleId="ac">
    <w:name w:val="コメント内容 (文字)"/>
    <w:basedOn w:val="aa"/>
    <w:link w:val="ab"/>
    <w:uiPriority w:val="99"/>
    <w:rsid w:val="006E1D1F"/>
    <w:rPr>
      <w:rFonts w:ascii="ＭＳ 明朝"/>
      <w:b/>
      <w:bCs/>
      <w:kern w:val="2"/>
      <w:sz w:val="21"/>
    </w:rPr>
  </w:style>
  <w:style w:type="character" w:styleId="ad">
    <w:name w:val="Hyperlink"/>
    <w:basedOn w:val="a0"/>
    <w:uiPriority w:val="99"/>
    <w:rsid w:val="00C11BF8"/>
    <w:rPr>
      <w:color w:val="0000FF" w:themeColor="hyperlink"/>
      <w:u w:val="single"/>
    </w:rPr>
  </w:style>
  <w:style w:type="character" w:styleId="ae">
    <w:name w:val="Unresolved Mention"/>
    <w:basedOn w:val="a0"/>
    <w:uiPriority w:val="99"/>
    <w:semiHidden/>
    <w:unhideWhenUsed/>
    <w:rsid w:val="00C11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014DA-7EC8-493E-8558-CCFF23DA2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DFB9B2-DC29-4DA6-9D68-089E5618362B}">
  <ds:schemaRefs>
    <ds:schemaRef ds:uri="http://schemas.microsoft.com/sharepoint/v3/contenttype/forms"/>
  </ds:schemaRefs>
</ds:datastoreItem>
</file>

<file path=customXml/itemProps3.xml><?xml version="1.0" encoding="utf-8"?>
<ds:datastoreItem xmlns:ds="http://schemas.openxmlformats.org/officeDocument/2006/customXml" ds:itemID="{A1FC19B6-D1DA-404E-8CCB-7CF618899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7443F1-645D-4D88-A1D4-C919DA6B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96</TotalTime>
  <Pages>1</Pages>
  <Words>678</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2021-10-20T09:52:24Z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f2f09154-c315-4de5-9bb8-d50c643cf18d</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