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C3D2B" w14:textId="77777777" w:rsidR="00F2197C" w:rsidRDefault="001D3F72" w:rsidP="001D3F72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第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 xml:space="preserve">　</w:t>
      </w:r>
      <w:r>
        <w:rPr>
          <w:rFonts w:hAnsi="Century" w:hint="eastAsia"/>
        </w:rPr>
        <w:t xml:space="preserve">　　</w:t>
      </w:r>
      <w:r w:rsidR="00B43703">
        <w:rPr>
          <w:rFonts w:hAnsi="Century" w:hint="eastAsia"/>
        </w:rPr>
        <w:t>号</w:t>
      </w:r>
    </w:p>
    <w:p w14:paraId="42938DC9" w14:textId="77777777" w:rsidR="00B43703" w:rsidRDefault="00B43703" w:rsidP="00B43703">
      <w:pPr>
        <w:wordWrap w:val="0"/>
        <w:overflowPunct w:val="0"/>
        <w:autoSpaceDE w:val="0"/>
        <w:autoSpaceDN w:val="0"/>
        <w:jc w:val="right"/>
        <w:rPr>
          <w:rFonts w:hAnsi="Century"/>
        </w:rPr>
      </w:pPr>
      <w:r>
        <w:rPr>
          <w:rFonts w:hAnsi="Century" w:hint="eastAsia"/>
        </w:rPr>
        <w:t xml:space="preserve">　　年　　月　　日</w:t>
      </w:r>
    </w:p>
    <w:p w14:paraId="439ACA70" w14:textId="597D1051" w:rsidR="001D3F72" w:rsidRDefault="001D3F72">
      <w:pPr>
        <w:wordWrap w:val="0"/>
        <w:overflowPunct w:val="0"/>
        <w:autoSpaceDE w:val="0"/>
        <w:autoSpaceDN w:val="0"/>
        <w:rPr>
          <w:rFonts w:hAnsi="Century"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1"/>
      </w:tblGrid>
      <w:tr w:rsidR="00D6512C" w14:paraId="2F5EB820" w14:textId="77777777" w:rsidTr="007627D5">
        <w:trPr>
          <w:cantSplit/>
          <w:trHeight w:val="1152"/>
        </w:trPr>
        <w:tc>
          <w:tcPr>
            <w:tcW w:w="8491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4550055" w14:textId="4ED33B29" w:rsidR="00D6512C" w:rsidRDefault="00412F75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>
              <w:rPr>
                <w:rFonts w:hAnsi="Century" w:hint="eastAsia"/>
                <w:sz w:val="28"/>
                <w:szCs w:val="28"/>
              </w:rPr>
              <w:t>療育</w:t>
            </w:r>
            <w:r w:rsidR="00B43703">
              <w:rPr>
                <w:rFonts w:hAnsi="Century" w:hint="eastAsia"/>
                <w:sz w:val="28"/>
                <w:szCs w:val="28"/>
              </w:rPr>
              <w:t>手帳交付証明書</w:t>
            </w:r>
          </w:p>
          <w:p w14:paraId="053E9BFF" w14:textId="77777777" w:rsidR="001D3F72" w:rsidRDefault="001D3F72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</w:p>
          <w:p w14:paraId="4DF33EF5" w14:textId="73DF39D1" w:rsidR="001D3F72" w:rsidRDefault="001F50A2" w:rsidP="001D3F72">
            <w:pPr>
              <w:wordWrap w:val="0"/>
              <w:overflowPunct w:val="0"/>
              <w:autoSpaceDE w:val="0"/>
              <w:autoSpaceDN w:val="0"/>
              <w:spacing w:before="240"/>
              <w:ind w:right="37"/>
              <w:jc w:val="right"/>
              <w:rPr>
                <w:rFonts w:hAnsi="Century"/>
              </w:rPr>
            </w:pPr>
            <w:r w:rsidRPr="001F50A2">
              <w:rPr>
                <w:rFonts w:hint="eastAsia"/>
                <w:kern w:val="0"/>
                <w:bdr w:val="single" w:sz="4" w:space="0" w:color="auto"/>
              </w:rPr>
              <w:t>都道府県知事・指定都市・中核市市長</w:t>
            </w:r>
            <w:r w:rsidR="00BF42B2" w:rsidRPr="00E02A0A">
              <w:rPr>
                <w:rFonts w:hAnsi="ＭＳ 明朝" w:hint="eastAsia"/>
                <w:szCs w:val="21"/>
              </w:rPr>
              <w:t xml:space="preserve">　</w:t>
            </w:r>
            <w:r w:rsidR="00B43703" w:rsidRPr="00B43703">
              <w:rPr>
                <w:rFonts w:hAnsi="Century" w:hint="eastAsia"/>
                <w:bdr w:val="single" w:sz="4" w:space="0" w:color="auto"/>
              </w:rPr>
              <w:t>印</w:t>
            </w:r>
          </w:p>
          <w:p w14:paraId="07C31520" w14:textId="111124ED" w:rsidR="001D3F72" w:rsidRPr="00BF42B2" w:rsidRDefault="002D4897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7CBF053" wp14:editId="050BF828">
                      <wp:simplePos x="0" y="0"/>
                      <wp:positionH relativeFrom="column">
                        <wp:posOffset>-130175</wp:posOffset>
                      </wp:positionH>
                      <wp:positionV relativeFrom="paragraph">
                        <wp:posOffset>135890</wp:posOffset>
                      </wp:positionV>
                      <wp:extent cx="5424805" cy="409575"/>
                      <wp:effectExtent l="0" t="0" r="23495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4805" cy="409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ED7A27" w14:textId="2C54EAE6" w:rsidR="002D4897" w:rsidRPr="0051338E" w:rsidRDefault="002D4897" w:rsidP="00594BF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CBF053" id="正方形/長方形 1" o:spid="_x0000_s1026" style="position:absolute;left:0;text-align:left;margin-left:-10.25pt;margin-top:10.7pt;width:427.15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" fillcolor="#92d050" strokecolor="#92d050" strokeweight="1pt">
                      <v:fill opacity="52428f"/>
                      <v:textbox>
                        <w:txbxContent>
                          <w:p w14:paraId="75ED7A27" w14:textId="2C54EAE6" w:rsidR="002D4897" w:rsidRPr="0051338E" w:rsidRDefault="002D4897" w:rsidP="00594BF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20E111D" w14:textId="031E4FAF" w:rsidR="001D3F72" w:rsidRPr="001D3F72" w:rsidRDefault="00B43703" w:rsidP="004414F2">
            <w:pPr>
              <w:pStyle w:val="a5"/>
              <w:spacing w:before="72" w:line="276" w:lineRule="auto"/>
              <w:ind w:left="164" w:firstLineChars="67" w:firstLine="141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下記の者は、</w:t>
            </w:r>
            <w:r w:rsidR="00412F7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療育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手帳の交付者であること</w:t>
            </w:r>
            <w:r w:rsidR="00BF42B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（あったこと）</w:t>
            </w: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を証明</w:t>
            </w:r>
            <w:r w:rsidR="006E54C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します。</w:t>
            </w:r>
          </w:p>
          <w:p w14:paraId="50B370FB" w14:textId="2F0A3248" w:rsidR="002C3373" w:rsidRPr="00086C86" w:rsidRDefault="002C3373" w:rsidP="002C3373">
            <w:pPr>
              <w:pStyle w:val="a7"/>
              <w:rPr>
                <w:rFonts w:ascii="ＭＳ 明朝" w:eastAsia="ＭＳ 明朝" w:hAnsi="ＭＳ 明朝"/>
              </w:rPr>
            </w:pPr>
          </w:p>
          <w:p w14:paraId="0F023929" w14:textId="77777777" w:rsidR="002C3373" w:rsidRPr="00F0555A" w:rsidRDefault="002C3373" w:rsidP="002C3373">
            <w:pPr>
              <w:pStyle w:val="a7"/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6357838E" w14:textId="77777777" w:rsidR="001D3F72" w:rsidRPr="001D3F72" w:rsidRDefault="001D3F72" w:rsidP="002C3373">
            <w:pPr>
              <w:overflowPunct w:val="0"/>
              <w:autoSpaceDE w:val="0"/>
              <w:autoSpaceDN w:val="0"/>
              <w:rPr>
                <w:rFonts w:hAnsi="Century"/>
                <w:spacing w:val="210"/>
              </w:rPr>
            </w:pPr>
          </w:p>
        </w:tc>
      </w:tr>
    </w:tbl>
    <w:p w14:paraId="5FCA7FC9" w14:textId="77777777" w:rsidR="007F7F1E" w:rsidRPr="007F7F1E" w:rsidRDefault="007F7F1E" w:rsidP="007F7F1E">
      <w:pPr>
        <w:rPr>
          <w:vanish/>
        </w:rPr>
      </w:pPr>
    </w:p>
    <w:tbl>
      <w:tblPr>
        <w:tblW w:w="8505" w:type="dxa"/>
        <w:tblInd w:w="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992"/>
        <w:gridCol w:w="284"/>
        <w:gridCol w:w="992"/>
        <w:gridCol w:w="1134"/>
        <w:gridCol w:w="1417"/>
        <w:gridCol w:w="2278"/>
      </w:tblGrid>
      <w:tr w:rsidR="004C6369" w:rsidRPr="00DE6EBC" w14:paraId="16984F4A" w14:textId="77777777" w:rsidTr="00F91EF5">
        <w:trPr>
          <w:trHeight w:val="56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1766" w14:textId="77777777" w:rsidR="004C6369" w:rsidRPr="007F7F1E" w:rsidRDefault="004C6369" w:rsidP="00F347D1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手帳番号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4688A" w14:textId="070D26C5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DB50B9" w14:textId="1BB679CA" w:rsidR="004C6369" w:rsidRPr="007F7F1E" w:rsidRDefault="003A03BB" w:rsidP="008B7845">
            <w:pPr>
              <w:pStyle w:val="TableParagraph"/>
              <w:spacing w:before="73"/>
              <w:ind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交</w:t>
            </w:r>
            <w:r w:rsidR="00BE096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付</w:t>
            </w:r>
            <w:r w:rsidR="00BE096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>日</w:t>
            </w:r>
          </w:p>
        </w:tc>
        <w:tc>
          <w:tcPr>
            <w:tcW w:w="2278" w:type="dxa"/>
            <w:shd w:val="clear" w:color="auto" w:fill="auto"/>
            <w:vAlign w:val="center"/>
          </w:tcPr>
          <w:p w14:paraId="5CB493D6" w14:textId="77777777" w:rsidR="004C6369" w:rsidRPr="007F7F1E" w:rsidRDefault="004C6369" w:rsidP="00F347D1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945806" w:rsidRPr="00DE6EBC" w14:paraId="435C77AA" w14:textId="77777777" w:rsidTr="00945806">
        <w:trPr>
          <w:trHeight w:val="567"/>
        </w:trPr>
        <w:tc>
          <w:tcPr>
            <w:tcW w:w="140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6C26757D" w14:textId="7A96A390" w:rsidR="00945806" w:rsidRPr="007F7F1E" w:rsidRDefault="00945806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障害の程度(総合判定)</w:t>
            </w:r>
          </w:p>
        </w:tc>
        <w:tc>
          <w:tcPr>
            <w:tcW w:w="1276" w:type="dxa"/>
            <w:gridSpan w:val="2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7F77B9C5" w14:textId="77777777" w:rsidR="00945806" w:rsidRPr="007F7F1E" w:rsidRDefault="00945806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2F1EA497" w14:textId="404BDE0A" w:rsidR="00945806" w:rsidRPr="007F7F1E" w:rsidRDefault="00945806" w:rsidP="00945806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45806">
              <w:rPr>
                <w:rFonts w:ascii="ＭＳ 明朝" w:eastAsia="ＭＳ 明朝" w:hAnsi="ＭＳ 明朝" w:hint="eastAsia"/>
                <w:sz w:val="21"/>
                <w:szCs w:val="21"/>
              </w:rPr>
              <w:t>旅客運賃減額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9795CAF" w14:textId="7C05A429" w:rsidR="00945806" w:rsidRPr="007F7F1E" w:rsidRDefault="00945806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FE559CD" w14:textId="426B0C94" w:rsidR="00945806" w:rsidRPr="007F7F1E" w:rsidRDefault="00945806" w:rsidP="003A03BB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</w:rPr>
              <w:t>再交付日</w:t>
            </w:r>
          </w:p>
        </w:tc>
        <w:tc>
          <w:tcPr>
            <w:tcW w:w="227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A7631AD" w14:textId="6742D1D9" w:rsidR="00945806" w:rsidRPr="007F7F1E" w:rsidRDefault="00945806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150D5" w:rsidRPr="00DE6EBC" w14:paraId="695CC74C" w14:textId="77777777" w:rsidTr="00F91EF5">
        <w:trPr>
          <w:trHeight w:val="567"/>
        </w:trPr>
        <w:tc>
          <w:tcPr>
            <w:tcW w:w="1408" w:type="dxa"/>
            <w:shd w:val="clear" w:color="auto" w:fill="auto"/>
            <w:vAlign w:val="center"/>
          </w:tcPr>
          <w:p w14:paraId="0AB27C70" w14:textId="5726B1D3" w:rsidR="004150D5" w:rsidRDefault="00F91EF5" w:rsidP="00F347D1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次の</w:t>
            </w:r>
            <w:r w:rsidR="005B0159">
              <w:rPr>
                <w:rFonts w:ascii="ＭＳ 明朝" w:eastAsia="ＭＳ 明朝" w:hAnsi="ＭＳ 明朝" w:hint="eastAsia"/>
                <w:sz w:val="21"/>
                <w:szCs w:val="21"/>
              </w:rPr>
              <w:t>判定年月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7C5C7D72" w14:textId="71D077FE" w:rsidR="004150D5" w:rsidRPr="007F7F1E" w:rsidRDefault="004150D5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0345776D" w14:textId="216BB0EB" w:rsidR="004150D5" w:rsidRDefault="004150D5" w:rsidP="003A03BB">
            <w:pPr>
              <w:pStyle w:val="TableParagraph"/>
              <w:spacing w:before="73"/>
              <w:ind w:left="37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返 還 日</w:t>
            </w:r>
          </w:p>
        </w:tc>
        <w:tc>
          <w:tcPr>
            <w:tcW w:w="2278" w:type="dxa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1B035190" w14:textId="77777777" w:rsidR="004150D5" w:rsidRPr="007F7F1E" w:rsidRDefault="004150D5" w:rsidP="00F347D1">
            <w:pPr>
              <w:pStyle w:val="TableParagraph"/>
              <w:spacing w:before="73"/>
              <w:ind w:left="3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2399A47" w14:textId="77777777" w:rsidTr="00F91EF5">
        <w:trPr>
          <w:trHeight w:val="56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2BE4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氏　　名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1BCEB" w14:textId="77777777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795D36" w14:textId="77777777" w:rsidR="00C56F90" w:rsidRPr="007F7F1E" w:rsidRDefault="00C56F90" w:rsidP="004C6369">
            <w:pPr>
              <w:pStyle w:val="TableParagraph"/>
              <w:spacing w:before="73"/>
              <w:ind w:left="-2" w:rightChars="-4" w:right="-8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生年月日</w:t>
            </w:r>
          </w:p>
        </w:tc>
        <w:tc>
          <w:tcPr>
            <w:tcW w:w="2278" w:type="dxa"/>
            <w:shd w:val="clear" w:color="auto" w:fill="auto"/>
            <w:vAlign w:val="center"/>
          </w:tcPr>
          <w:p w14:paraId="2CF9B24A" w14:textId="4D7B7D1E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56F90" w:rsidRPr="00DE6EBC" w14:paraId="00DEFF01" w14:textId="77777777" w:rsidTr="00F91EF5">
        <w:trPr>
          <w:trHeight w:val="56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03DA7" w14:textId="77777777" w:rsidR="00C56F90" w:rsidRPr="007F7F1E" w:rsidRDefault="00C56F90" w:rsidP="007F7F1E">
            <w:pPr>
              <w:pStyle w:val="TableParagraph"/>
              <w:spacing w:before="7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7F7F1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0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A21CA" w14:textId="4C59194E" w:rsidR="00C56F90" w:rsidRPr="007F7F1E" w:rsidRDefault="00C56F90" w:rsidP="004C6369">
            <w:pPr>
              <w:pStyle w:val="TableParagraph"/>
              <w:spacing w:before="73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C6369" w:rsidRPr="00DE6EBC" w14:paraId="7BE66E95" w14:textId="77777777" w:rsidTr="00F91EF5">
        <w:trPr>
          <w:trHeight w:val="567"/>
        </w:trPr>
        <w:tc>
          <w:tcPr>
            <w:tcW w:w="1408" w:type="dxa"/>
            <w:vMerge w:val="restart"/>
            <w:shd w:val="clear" w:color="auto" w:fill="auto"/>
            <w:vAlign w:val="center"/>
          </w:tcPr>
          <w:p w14:paraId="183AE446" w14:textId="04E494E5" w:rsidR="004C6369" w:rsidRPr="007F7F1E" w:rsidRDefault="004C6369" w:rsidP="004C6369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保 護 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541338" w14:textId="690BAA38" w:rsidR="004C6369" w:rsidRPr="007F7F1E" w:rsidRDefault="004C6369" w:rsidP="004C6369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氏　名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2721142" w14:textId="77777777" w:rsidR="004C6369" w:rsidRPr="007F7F1E" w:rsidRDefault="004C6369" w:rsidP="004C6369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D0CB025" w14:textId="46976D08" w:rsidR="004C6369" w:rsidRPr="007F7F1E" w:rsidRDefault="004C6369" w:rsidP="004C6369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本人との続柄</w:t>
            </w:r>
          </w:p>
        </w:tc>
        <w:tc>
          <w:tcPr>
            <w:tcW w:w="2278" w:type="dxa"/>
            <w:shd w:val="clear" w:color="auto" w:fill="auto"/>
            <w:vAlign w:val="center"/>
          </w:tcPr>
          <w:p w14:paraId="1ACE6ADD" w14:textId="77777777" w:rsidR="004C6369" w:rsidRPr="007F7F1E" w:rsidRDefault="004C6369" w:rsidP="004C6369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4C6369" w:rsidRPr="00DE6EBC" w14:paraId="70B63D74" w14:textId="77777777" w:rsidTr="00F91EF5">
        <w:trPr>
          <w:trHeight w:val="567"/>
        </w:trPr>
        <w:tc>
          <w:tcPr>
            <w:tcW w:w="1408" w:type="dxa"/>
            <w:vMerge/>
            <w:shd w:val="clear" w:color="auto" w:fill="auto"/>
          </w:tcPr>
          <w:p w14:paraId="522D4336" w14:textId="2F42A74C" w:rsidR="004C6369" w:rsidRPr="007F7F1E" w:rsidRDefault="004C6369" w:rsidP="007F7F1E">
            <w:pPr>
              <w:pStyle w:val="TableParagraph"/>
              <w:spacing w:before="85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D785CD7" w14:textId="155CECD4" w:rsidR="004C6369" w:rsidRPr="007F7F1E" w:rsidRDefault="004C6369" w:rsidP="004C6369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住　所</w:t>
            </w:r>
          </w:p>
        </w:tc>
        <w:tc>
          <w:tcPr>
            <w:tcW w:w="6105" w:type="dxa"/>
            <w:gridSpan w:val="5"/>
            <w:shd w:val="clear" w:color="auto" w:fill="auto"/>
            <w:vAlign w:val="center"/>
          </w:tcPr>
          <w:p w14:paraId="67A6451C" w14:textId="77777777" w:rsidR="004C6369" w:rsidRPr="007F7F1E" w:rsidRDefault="004C6369" w:rsidP="004C6369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C56F90" w:rsidRPr="00DE6EBC" w14:paraId="2C6A4A79" w14:textId="77777777" w:rsidTr="00F91EF5">
        <w:trPr>
          <w:trHeight w:val="2552"/>
        </w:trPr>
        <w:tc>
          <w:tcPr>
            <w:tcW w:w="1408" w:type="dxa"/>
            <w:shd w:val="clear" w:color="auto" w:fill="92D050"/>
            <w:vAlign w:val="center"/>
          </w:tcPr>
          <w:p w14:paraId="44E097DA" w14:textId="4C0D455D" w:rsidR="00594BF5" w:rsidRPr="00594BF5" w:rsidRDefault="00594BF5" w:rsidP="007F7F1E">
            <w:pPr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2D489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２</w:t>
            </w:r>
          </w:p>
          <w:p w14:paraId="4813175B" w14:textId="77777777" w:rsidR="00594BF5" w:rsidRDefault="00594BF5" w:rsidP="007F7F1E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89A5466" w14:textId="41BBEC9C" w:rsidR="00C56F90" w:rsidRPr="007F7F1E" w:rsidRDefault="004C6369" w:rsidP="007F7F1E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　　考</w:t>
            </w:r>
          </w:p>
        </w:tc>
        <w:tc>
          <w:tcPr>
            <w:tcW w:w="7097" w:type="dxa"/>
            <w:gridSpan w:val="6"/>
            <w:shd w:val="clear" w:color="auto" w:fill="92D050"/>
            <w:vAlign w:val="center"/>
          </w:tcPr>
          <w:p w14:paraId="13A49810" w14:textId="71AF869B" w:rsidR="00C56F90" w:rsidRPr="00594BF5" w:rsidRDefault="00594BF5" w:rsidP="00594BF5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</w:t>
            </w:r>
            <w:r w:rsidR="002D489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３</w:t>
            </w:r>
            <w:r w:rsidRPr="00594BF5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＋編集１</w:t>
            </w:r>
          </w:p>
        </w:tc>
      </w:tr>
    </w:tbl>
    <w:p w14:paraId="04B7C154" w14:textId="77777777" w:rsidR="007F7F1E" w:rsidRPr="007F7F1E" w:rsidRDefault="007F7F1E" w:rsidP="007F7F1E">
      <w:pPr>
        <w:rPr>
          <w:vanish/>
        </w:rPr>
      </w:pPr>
    </w:p>
    <w:tbl>
      <w:tblPr>
        <w:tblW w:w="0" w:type="auto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7627D5" w:rsidRPr="006636B7" w14:paraId="0CE8E389" w14:textId="77777777" w:rsidTr="007627D5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8805DEE" w14:textId="264064AA" w:rsidR="001D3F72" w:rsidRDefault="00594BF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hAnsi="ＭＳ 明朝" w:hint="eastAsia"/>
                <w:noProof/>
                <w:color w:val="00B0F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3DFFC1D" wp14:editId="6956CFBA">
                      <wp:simplePos x="0" y="0"/>
                      <wp:positionH relativeFrom="column">
                        <wp:posOffset>-142240</wp:posOffset>
                      </wp:positionH>
                      <wp:positionV relativeFrom="paragraph">
                        <wp:posOffset>9525</wp:posOffset>
                      </wp:positionV>
                      <wp:extent cx="5425393" cy="819150"/>
                      <wp:effectExtent l="0" t="0" r="23495" b="1905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5393" cy="819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C44F54" w14:textId="5B67105E" w:rsidR="00594BF5" w:rsidRPr="0051338E" w:rsidRDefault="00594BF5" w:rsidP="00594BF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51338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自由記載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sz w:val="24"/>
                                      <w:szCs w:val="22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DFFC1D" id="正方形/長方形 4" o:spid="_x0000_s1027" style="position:absolute;margin-left:-11.2pt;margin-top:.75pt;width:427.2pt;height:6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" fillcolor="#92d050" strokecolor="#92d050" strokeweight="1pt">
                      <v:fill opacity="52428f"/>
                      <v:textbox>
                        <w:txbxContent>
                          <w:p w14:paraId="11C44F54" w14:textId="5B67105E" w:rsidR="00594BF5" w:rsidRPr="0051338E" w:rsidRDefault="00594BF5" w:rsidP="00594BF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1338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自由記載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2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F59B79F" w14:textId="47276730" w:rsidR="006174BA" w:rsidRDefault="006174BA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5C3A6768" w14:textId="426115C5" w:rsidR="006174BA" w:rsidRDefault="006174BA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31192F16" w14:textId="4FD8B601" w:rsidR="006174BA" w:rsidRDefault="006174BA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7CB16DC" w14:textId="77777777" w:rsidR="005B0159" w:rsidRDefault="005B0159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FA01F99" w14:textId="07E74DF0" w:rsidR="007627D5" w:rsidRPr="006636B7" w:rsidRDefault="007627D5" w:rsidP="001D3F72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7627D5" w:rsidRPr="006636B7" w14:paraId="5752CA6A" w14:textId="77777777" w:rsidTr="007627D5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D6DC606" w14:textId="17DB32AA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7627D5" w:rsidRPr="006636B7" w14:paraId="2ED8468C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E2C367A" w14:textId="77777777" w:rsidR="007627D5" w:rsidRPr="006636B7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132A45D" w14:textId="07A674CB" w:rsidR="007627D5" w:rsidRPr="006636B7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7627D5" w:rsidRPr="006636B7" w14:paraId="7C9B9145" w14:textId="77777777" w:rsidTr="007627D5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25467AA" w14:textId="77777777" w:rsidR="007627D5" w:rsidRPr="0009096D" w:rsidRDefault="007627D5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A173CA1" w14:textId="4225009F" w:rsidR="00311C4B" w:rsidRPr="0009096D" w:rsidRDefault="00082F98" w:rsidP="00135C60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68CD922" w14:textId="77777777" w:rsidR="007627D5" w:rsidRPr="0009096D" w:rsidRDefault="007627D5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11C4B" w:rsidRPr="0009096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287DC92D" w14:textId="6CA78F9A" w:rsidR="00311C4B" w:rsidRPr="0009096D" w:rsidRDefault="00311C4B" w:rsidP="00135C60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9096D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772100AB" w14:textId="77777777" w:rsidR="00D6512C" w:rsidRPr="004F1735" w:rsidRDefault="00D6512C" w:rsidP="006443EA">
      <w:pPr>
        <w:wordWrap w:val="0"/>
        <w:overflowPunct w:val="0"/>
        <w:autoSpaceDE w:val="0"/>
        <w:autoSpaceDN w:val="0"/>
        <w:rPr>
          <w:rFonts w:hAnsi="Century"/>
          <w:sz w:val="2"/>
          <w:szCs w:val="2"/>
        </w:rPr>
      </w:pPr>
    </w:p>
    <w:sectPr w:rsidR="00D6512C" w:rsidRPr="004F1735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630F2" w14:textId="77777777" w:rsidR="00202A11" w:rsidRDefault="00202A11">
      <w:r>
        <w:separator/>
      </w:r>
    </w:p>
  </w:endnote>
  <w:endnote w:type="continuationSeparator" w:id="0">
    <w:p w14:paraId="30017449" w14:textId="77777777" w:rsidR="00202A11" w:rsidRDefault="00202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3A305" w14:textId="77777777" w:rsidR="00202A11" w:rsidRDefault="00202A11">
      <w:r>
        <w:separator/>
      </w:r>
    </w:p>
  </w:footnote>
  <w:footnote w:type="continuationSeparator" w:id="0">
    <w:p w14:paraId="060178FB" w14:textId="77777777" w:rsidR="00202A11" w:rsidRDefault="00202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D8924" w14:textId="18B1F0B1" w:rsidR="00AC54F8" w:rsidRDefault="00AC54F8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6B7F47" wp14:editId="1FFEC3DA">
              <wp:simplePos x="0" y="0"/>
              <wp:positionH relativeFrom="page">
                <wp:posOffset>1080135</wp:posOffset>
              </wp:positionH>
              <wp:positionV relativeFrom="page">
                <wp:posOffset>540385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E803A84" w14:textId="77777777" w:rsidR="00AC54F8" w:rsidRPr="00967DE7" w:rsidRDefault="00AC54F8" w:rsidP="00AC54F8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6B7F47" id="正方形/長方形 9" o:spid="_x0000_s1028" style="position:absolute;left:0;text-align:left;margin-left:85.05pt;margin-top:42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" filled="f" stroked="f" strokeweight="1pt">
              <v:textbox>
                <w:txbxContent>
                  <w:p w14:paraId="7E803A84" w14:textId="77777777" w:rsidR="00AC54F8" w:rsidRPr="00967DE7" w:rsidRDefault="00AC54F8" w:rsidP="00AC54F8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D4DAF"/>
    <w:multiLevelType w:val="hybridMultilevel"/>
    <w:tmpl w:val="07187E1A"/>
    <w:lvl w:ilvl="0" w:tplc="3AC2B4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81078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26658"/>
    <w:rsid w:val="00052D0B"/>
    <w:rsid w:val="00067CE4"/>
    <w:rsid w:val="00082F98"/>
    <w:rsid w:val="0009096D"/>
    <w:rsid w:val="000A7535"/>
    <w:rsid w:val="000D2546"/>
    <w:rsid w:val="00135C60"/>
    <w:rsid w:val="0014483B"/>
    <w:rsid w:val="00171425"/>
    <w:rsid w:val="001D3F72"/>
    <w:rsid w:val="001F3314"/>
    <w:rsid w:val="001F50A2"/>
    <w:rsid w:val="001F6B30"/>
    <w:rsid w:val="00202A11"/>
    <w:rsid w:val="002374BA"/>
    <w:rsid w:val="00247CD8"/>
    <w:rsid w:val="00262258"/>
    <w:rsid w:val="00266160"/>
    <w:rsid w:val="002C3373"/>
    <w:rsid w:val="002D4897"/>
    <w:rsid w:val="00311C4B"/>
    <w:rsid w:val="00387C62"/>
    <w:rsid w:val="003A03BB"/>
    <w:rsid w:val="003C4F76"/>
    <w:rsid w:val="00412F75"/>
    <w:rsid w:val="004150D5"/>
    <w:rsid w:val="004414F2"/>
    <w:rsid w:val="004C6369"/>
    <w:rsid w:val="004F1735"/>
    <w:rsid w:val="0053005F"/>
    <w:rsid w:val="00566B7E"/>
    <w:rsid w:val="00594BF5"/>
    <w:rsid w:val="005B0159"/>
    <w:rsid w:val="0060292E"/>
    <w:rsid w:val="006078D4"/>
    <w:rsid w:val="006174BA"/>
    <w:rsid w:val="00621DC7"/>
    <w:rsid w:val="006443EA"/>
    <w:rsid w:val="00665AA3"/>
    <w:rsid w:val="0067522E"/>
    <w:rsid w:val="00683792"/>
    <w:rsid w:val="006E54C3"/>
    <w:rsid w:val="00747A3D"/>
    <w:rsid w:val="007627D5"/>
    <w:rsid w:val="007C2775"/>
    <w:rsid w:val="007F7F1E"/>
    <w:rsid w:val="00801B5A"/>
    <w:rsid w:val="008074CF"/>
    <w:rsid w:val="008B7845"/>
    <w:rsid w:val="00945806"/>
    <w:rsid w:val="009647CD"/>
    <w:rsid w:val="009B7634"/>
    <w:rsid w:val="009D2531"/>
    <w:rsid w:val="00A561E4"/>
    <w:rsid w:val="00AC54F8"/>
    <w:rsid w:val="00AF5A96"/>
    <w:rsid w:val="00B024B5"/>
    <w:rsid w:val="00B20915"/>
    <w:rsid w:val="00B43703"/>
    <w:rsid w:val="00B56236"/>
    <w:rsid w:val="00BE0965"/>
    <w:rsid w:val="00BF42B2"/>
    <w:rsid w:val="00C56F90"/>
    <w:rsid w:val="00CA283D"/>
    <w:rsid w:val="00CD2DD6"/>
    <w:rsid w:val="00D6512C"/>
    <w:rsid w:val="00D72CAA"/>
    <w:rsid w:val="00D83528"/>
    <w:rsid w:val="00DA1C90"/>
    <w:rsid w:val="00DD5F5B"/>
    <w:rsid w:val="00DF699C"/>
    <w:rsid w:val="00E058CA"/>
    <w:rsid w:val="00EB6B18"/>
    <w:rsid w:val="00ED2DC4"/>
    <w:rsid w:val="00ED5D1A"/>
    <w:rsid w:val="00F05652"/>
    <w:rsid w:val="00F2197C"/>
    <w:rsid w:val="00F27ECE"/>
    <w:rsid w:val="00F65E8A"/>
    <w:rsid w:val="00F91EF5"/>
    <w:rsid w:val="00FC41D7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67EBDE08"/>
  <w15:chartTrackingRefBased/>
  <w15:docId w15:val="{C2B88E5F-C208-4D77-9626-5B2B23CE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paragraph" w:customStyle="1" w:styleId="TableParagraph">
    <w:name w:val="Table Paragraph"/>
    <w:basedOn w:val="a"/>
    <w:uiPriority w:val="1"/>
    <w:qFormat/>
    <w:rsid w:val="002C3373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  <w:style w:type="paragraph" w:styleId="a7">
    <w:name w:val="No Spacing"/>
    <w:uiPriority w:val="1"/>
    <w:qFormat/>
    <w:rsid w:val="002C337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table" w:customStyle="1" w:styleId="TableNormal">
    <w:name w:val="Table Normal"/>
    <w:uiPriority w:val="2"/>
    <w:semiHidden/>
    <w:unhideWhenUsed/>
    <w:qFormat/>
    <w:rsid w:val="00C56F90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311C4B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311C4B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311C4B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11C4B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11C4B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7C27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C277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2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92</TotalTime>
  <Pages>1</Pages>
  <Words>184</Words>
  <Characters>160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2001-06-03T13:43:00Z</cp:lastPrinted>
  <dcterms:created xsi:type="dcterms:W3CDTF">2021-04-16T02:24:00Z</dcterms:created>
  <dcterms:modified xsi:type="dcterms:W3CDTF">2022-07-23T09:59:00Z</dcterms:modified>
</cp:coreProperties>
</file>