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B2D3B" w14:textId="3B714095" w:rsidR="00D6512C" w:rsidRPr="003000F2" w:rsidRDefault="00660193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0" type="#_x0000_t202" style="position:absolute;left:0;text-align:left;margin-left:290.2pt;margin-top:-50.35pt;width:121.7pt;height:51.05pt;z-index:251658752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480323D5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3B828E34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1A9622FB" w14:textId="77777777" w:rsidR="001D0887" w:rsidRPr="004D2C41" w:rsidRDefault="001D0887" w:rsidP="001D0887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761D818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4.45pt;margin-top:316.95pt;width:7.1pt;height:0;z-index:251657728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42DBAC2E">
          <v:shape id="_x0000_s2053" type="#_x0000_t202" style="position:absolute;left:0;text-align:left;margin-left:68.9pt;margin-top:38.3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23BCC6C0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66"/>
        <w:gridCol w:w="987"/>
        <w:gridCol w:w="860"/>
        <w:gridCol w:w="6118"/>
        <w:gridCol w:w="251"/>
        <w:gridCol w:w="9"/>
      </w:tblGrid>
      <w:tr w:rsidR="00D6512C" w:rsidRPr="003000F2" w14:paraId="3AAA7770" w14:textId="77777777" w:rsidTr="00A106E0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35BC0536" w14:textId="04ABD2F5" w:rsidR="00D6512C" w:rsidRDefault="004A4A3B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5A0657">
              <w:rPr>
                <w:rFonts w:hint="eastAsia"/>
                <w:sz w:val="28"/>
                <w:szCs w:val="28"/>
              </w:rPr>
              <w:t>特別児童扶養手当</w:t>
            </w:r>
            <w:r w:rsidR="00266160" w:rsidRPr="003000F2">
              <w:rPr>
                <w:rFonts w:hAnsi="ＭＳ 明朝" w:hint="eastAsia"/>
                <w:sz w:val="28"/>
                <w:szCs w:val="28"/>
              </w:rPr>
              <w:t>支給停止</w:t>
            </w:r>
            <w:r w:rsidR="008074CF" w:rsidRPr="003000F2">
              <w:rPr>
                <w:rFonts w:hAnsi="ＭＳ 明朝" w:hint="eastAsia"/>
                <w:sz w:val="28"/>
                <w:szCs w:val="28"/>
              </w:rPr>
              <w:t>解除</w:t>
            </w:r>
            <w:r w:rsidR="00D6512C" w:rsidRPr="003000F2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4B64306F" w14:textId="77777777" w:rsidR="004A4A3B" w:rsidRDefault="004A4A3B" w:rsidP="004A4A3B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hAnsi="ＭＳ 明朝"/>
                <w:szCs w:val="21"/>
              </w:rPr>
            </w:pPr>
          </w:p>
          <w:p w14:paraId="5DA2F3A8" w14:textId="77777777" w:rsidR="004A4A3B" w:rsidRDefault="004A4A3B" w:rsidP="004A4A3B">
            <w:pPr>
              <w:overflowPunct w:val="0"/>
              <w:autoSpaceDE w:val="0"/>
              <w:autoSpaceDN w:val="0"/>
              <w:jc w:val="right"/>
              <w:rPr>
                <w:rFonts w:hAnsi="ＭＳ 明朝" w:hint="eastAsia"/>
                <w:szCs w:val="21"/>
                <w:bdr w:val="single" w:sz="4" w:space="0" w:color="auto" w:frame="1"/>
              </w:rPr>
            </w:pP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都道府県</w:t>
            </w:r>
            <w:r>
              <w:rPr>
                <w:rFonts w:hAnsi="ＭＳ 明朝" w:hint="eastAsia"/>
                <w:szCs w:val="21"/>
              </w:rPr>
              <w:t>知事・</w:t>
            </w: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指定都市</w:t>
            </w:r>
            <w:r>
              <w:rPr>
                <w:rFonts w:hAnsi="ＭＳ 明朝" w:hint="eastAsia"/>
                <w:szCs w:val="21"/>
              </w:rPr>
              <w:t xml:space="preserve">市長　</w:t>
            </w:r>
            <w:r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印</w:t>
            </w:r>
          </w:p>
          <w:p w14:paraId="372381AE" w14:textId="5CF43556" w:rsidR="00B414D0" w:rsidRPr="004A4A3B" w:rsidRDefault="00ED6D98" w:rsidP="00B414D0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>
              <w:rPr>
                <w:rFonts w:hint="eastAsia"/>
                <w:noProof/>
                <w:sz w:val="28"/>
                <w:szCs w:val="28"/>
              </w:rPr>
              <w:pict w14:anchorId="4371BEB2">
                <v:rect id="_x0000_s2065" style="position:absolute;left:0;text-align:left;margin-left:-1.95pt;margin-top:13.55pt;width:424.85pt;height:47.85pt;z-index:251660800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_x0000_s2065">
                    <w:txbxContent>
                      <w:p w14:paraId="02791E9D" w14:textId="77777777" w:rsidR="00ED6D98" w:rsidRDefault="00ED6D98" w:rsidP="00ED6D98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7B9818A4" w14:textId="256E16BC" w:rsidR="00ED6D98" w:rsidRPr="00F531B9" w:rsidRDefault="00E608F6" w:rsidP="00ED6D98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</w:t>
                        </w:r>
                        <w:r w:rsidR="00ED6D98" w:rsidRPr="00F531B9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  <w:p w14:paraId="35A42F15" w14:textId="6787057F" w:rsidR="004A4A3B" w:rsidRDefault="004A4A3B" w:rsidP="004A4A3B">
            <w:pPr>
              <w:overflowPunct w:val="0"/>
              <w:autoSpaceDE w:val="0"/>
              <w:autoSpaceDN w:val="0"/>
              <w:spacing w:line="360" w:lineRule="exact"/>
              <w:ind w:rightChars="67" w:right="141" w:firstLineChars="85" w:firstLine="178"/>
            </w:pPr>
            <w:r>
              <w:t>あなたは、特別児童扶養手当等の支給に関する法律</w:t>
            </w:r>
            <w:r>
              <w:rPr>
                <w:rFonts w:hint="eastAsia"/>
              </w:rPr>
              <w:t>の規定</w:t>
            </w:r>
            <w:r>
              <w:t>(第6条、第7条、第8条)により、</w:t>
            </w:r>
            <w:r>
              <w:rPr>
                <w:rFonts w:hint="eastAsia"/>
              </w:rPr>
              <w:t>支給停止となっておりましたが、</w:t>
            </w:r>
            <w:r w:rsidR="0057518F">
              <w:rPr>
                <w:rFonts w:hint="eastAsia"/>
              </w:rPr>
              <w:t>この度これが解除され</w:t>
            </w:r>
            <w:r>
              <w:t>ましたので通知します。</w:t>
            </w:r>
          </w:p>
          <w:p w14:paraId="6832CE9E" w14:textId="5D739190" w:rsidR="00B414D0" w:rsidRPr="004A4A3B" w:rsidRDefault="00B414D0" w:rsidP="00CE4588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002D7E83" w14:textId="77777777" w:rsidR="00B414D0" w:rsidRDefault="00B414D0" w:rsidP="00B414D0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783C4185" w14:textId="1F7A6687" w:rsidR="00B414D0" w:rsidRPr="003000F2" w:rsidRDefault="00B414D0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E57BDA" w:rsidRPr="003000F2" w14:paraId="4987CDF0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227F1F81" w14:textId="1FAEFF5B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01E86CD6" w14:textId="7BE1FB66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証書の記号・番号</w:t>
            </w:r>
          </w:p>
        </w:tc>
        <w:tc>
          <w:tcPr>
            <w:tcW w:w="6118" w:type="dxa"/>
            <w:vAlign w:val="center"/>
          </w:tcPr>
          <w:p w14:paraId="4CA40078" w14:textId="77777777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single" w:sz="4" w:space="0" w:color="FFFFFF"/>
              <w:right w:val="single" w:sz="4" w:space="0" w:color="FFFFFF" w:themeColor="background1"/>
            </w:tcBorders>
          </w:tcPr>
          <w:p w14:paraId="4AB2D450" w14:textId="12A9AA84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E57BDA" w:rsidRPr="003000F2" w14:paraId="40AD9794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38B4E1B9" w14:textId="40D045C6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0E444E7A" w14:textId="5ADE6461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受給</w:t>
            </w:r>
            <w:r>
              <w:rPr>
                <w:rFonts w:hAnsi="ＭＳ 明朝" w:hint="eastAsia"/>
                <w:szCs w:val="21"/>
              </w:rPr>
              <w:t>資格者</w:t>
            </w:r>
            <w:r w:rsidRPr="003000F2">
              <w:rPr>
                <w:rFonts w:hAnsi="ＭＳ 明朝" w:hint="eastAsia"/>
                <w:szCs w:val="21"/>
              </w:rPr>
              <w:t>氏名</w:t>
            </w:r>
          </w:p>
        </w:tc>
        <w:tc>
          <w:tcPr>
            <w:tcW w:w="6118" w:type="dxa"/>
            <w:vAlign w:val="center"/>
          </w:tcPr>
          <w:p w14:paraId="6D8350BF" w14:textId="77777777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 w:themeColor="background1"/>
            </w:tcBorders>
          </w:tcPr>
          <w:p w14:paraId="61BD9297" w14:textId="71DBA72F" w:rsidR="00E57BDA" w:rsidRPr="003000F2" w:rsidRDefault="00E57BDA" w:rsidP="00A106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57BDA" w:rsidRPr="003000F2" w14:paraId="53186237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5E9CD1BF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41276314" w14:textId="09D91733" w:rsidR="00E57BDA" w:rsidRPr="003000F2" w:rsidRDefault="00E57BD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00F2">
              <w:rPr>
                <w:rFonts w:hAnsi="ＭＳ 明朝" w:hint="eastAsia"/>
                <w:szCs w:val="21"/>
              </w:rPr>
              <w:t>受給</w:t>
            </w:r>
            <w:r>
              <w:rPr>
                <w:rFonts w:hAnsi="ＭＳ 明朝" w:hint="eastAsia"/>
                <w:szCs w:val="21"/>
              </w:rPr>
              <w:t>資格者</w:t>
            </w:r>
            <w:r w:rsidRPr="003000F2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6118" w:type="dxa"/>
            <w:vAlign w:val="center"/>
          </w:tcPr>
          <w:p w14:paraId="1F10D62D" w14:textId="20FE6306" w:rsidR="00E57BDA" w:rsidRPr="00166B04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 w:themeColor="background1"/>
            </w:tcBorders>
          </w:tcPr>
          <w:p w14:paraId="63F54301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57BDA" w:rsidRPr="003000F2" w14:paraId="37022B43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97CC48D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728D36A0" w14:textId="689DDB15" w:rsidR="00E57BDA" w:rsidRPr="003000F2" w:rsidRDefault="00E57BD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解除年月</w:t>
            </w:r>
          </w:p>
        </w:tc>
        <w:tc>
          <w:tcPr>
            <w:tcW w:w="6118" w:type="dxa"/>
            <w:vAlign w:val="center"/>
          </w:tcPr>
          <w:p w14:paraId="2E759D6D" w14:textId="77777777" w:rsidR="00E57BDA" w:rsidRPr="003000F2" w:rsidRDefault="00E57BDA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 w:themeColor="background1"/>
            </w:tcBorders>
          </w:tcPr>
          <w:p w14:paraId="71251777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57BDA" w:rsidRPr="003000F2" w14:paraId="0A17F5F7" w14:textId="77777777" w:rsidTr="00074056">
        <w:trPr>
          <w:gridBefore w:val="1"/>
          <w:wBefore w:w="23" w:type="dxa"/>
          <w:cantSplit/>
          <w:trHeight w:val="68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9428D11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392ABC50" w14:textId="22F73CE0" w:rsidR="00E57BDA" w:rsidRPr="003000F2" w:rsidRDefault="00E57BD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解除の理由</w:t>
            </w:r>
          </w:p>
        </w:tc>
        <w:tc>
          <w:tcPr>
            <w:tcW w:w="6118" w:type="dxa"/>
            <w:vAlign w:val="center"/>
          </w:tcPr>
          <w:p w14:paraId="37871B8F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 w:themeColor="background1"/>
            </w:tcBorders>
          </w:tcPr>
          <w:p w14:paraId="55391643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57BDA" w:rsidRPr="003000F2" w14:paraId="1E3EA1C4" w14:textId="77777777" w:rsidTr="00B16B7C">
        <w:trPr>
          <w:gridBefore w:val="1"/>
          <w:wBefore w:w="23" w:type="dxa"/>
          <w:cantSplit/>
          <w:trHeight w:val="1116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5443AE3D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</w:tcPr>
          <w:p w14:paraId="2BF54C08" w14:textId="4128ABFA" w:rsidR="00E57BDA" w:rsidRPr="00331E94" w:rsidRDefault="00E57BDA" w:rsidP="00F531B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3020F0">
              <w:rPr>
                <w:rFonts w:hAnsi="ＭＳ 明朝" w:hint="eastAsia"/>
                <w:szCs w:val="21"/>
              </w:rPr>
              <w:t>備考</w:t>
            </w:r>
          </w:p>
        </w:tc>
        <w:tc>
          <w:tcPr>
            <w:tcW w:w="6118" w:type="dxa"/>
            <w:shd w:val="clear" w:color="auto" w:fill="92D050"/>
            <w:vAlign w:val="center"/>
          </w:tcPr>
          <w:p w14:paraId="7C7291AA" w14:textId="77777777" w:rsidR="00E57BDA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524B20E4" w14:textId="40E6E269" w:rsidR="00E57BDA" w:rsidRPr="00CF7276" w:rsidRDefault="00E57BDA" w:rsidP="00B11533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</w:t>
            </w:r>
            <w:r w:rsidR="0007405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２</w:t>
            </w:r>
            <w:r w:rsidRPr="00CF7276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＋編集１</w:t>
            </w:r>
          </w:p>
          <w:p w14:paraId="2739A7AB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 w:themeColor="background1"/>
            </w:tcBorders>
          </w:tcPr>
          <w:p w14:paraId="69E2009E" w14:textId="77777777" w:rsidR="00E57BDA" w:rsidRPr="003000F2" w:rsidRDefault="00E57BDA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3000F2" w14:paraId="53A63210" w14:textId="77777777" w:rsidTr="00074056">
        <w:trPr>
          <w:gridBefore w:val="1"/>
          <w:wBefore w:w="23" w:type="dxa"/>
          <w:cantSplit/>
          <w:trHeight w:val="136"/>
        </w:trPr>
        <w:tc>
          <w:tcPr>
            <w:tcW w:w="8491" w:type="dxa"/>
            <w:gridSpan w:val="6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63D0930C" w14:textId="4627CD5C" w:rsidR="00D6512C" w:rsidRPr="003000F2" w:rsidRDefault="00074056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_x0000_s2067" style="position:absolute;left:0;text-align:left;margin-left:-.95pt;margin-top:1.3pt;width:407.4pt;height:82.55pt;z-index:251661824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_x0000_s2067">
                    <w:txbxContent>
                      <w:p w14:paraId="7FFE0E52" w14:textId="77777777" w:rsidR="00074056" w:rsidRDefault="00074056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50786011" w14:textId="766369C7" w:rsidR="00074056" w:rsidRPr="00F531B9" w:rsidRDefault="00660193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固定文言３</w:t>
                        </w:r>
                      </w:p>
                    </w:txbxContent>
                  </v:textbox>
                </v:rect>
              </w:pict>
            </w:r>
            <w:r w:rsidR="00D6512C" w:rsidRPr="003000F2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3000F2" w14:paraId="6254131F" w14:textId="77777777" w:rsidTr="00A106E0">
        <w:trPr>
          <w:gridBefore w:val="1"/>
          <w:wBefore w:w="23" w:type="dxa"/>
          <w:cantSplit/>
          <w:trHeight w:val="409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7318E3E0" w14:textId="437EDF67" w:rsidR="00B16B7C" w:rsidRDefault="00074056" w:rsidP="00074056">
            <w:pPr>
              <w:wordWrap w:val="0"/>
              <w:overflowPunct w:val="0"/>
              <w:autoSpaceDE w:val="0"/>
              <w:autoSpaceDN w:val="0"/>
              <w:ind w:firstLineChars="10" w:firstLine="21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注意</w:t>
            </w:r>
          </w:p>
          <w:p w14:paraId="754D5924" w14:textId="00EE5447" w:rsidR="00074056" w:rsidRDefault="00074056" w:rsidP="00074056">
            <w:pPr>
              <w:wordWrap w:val="0"/>
              <w:overflowPunct w:val="0"/>
              <w:autoSpaceDE w:val="0"/>
              <w:autoSpaceDN w:val="0"/>
              <w:ind w:leftChars="78" w:left="445" w:rightChars="85" w:right="178" w:hangingChars="134" w:hanging="281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１　この通知を受け取った方は、証書を市役所で交付しますから、出来るだけ早く、この通知を持参の上、取りにきてください。</w:t>
            </w:r>
          </w:p>
          <w:p w14:paraId="5223D50D" w14:textId="77777777" w:rsidR="00074056" w:rsidRDefault="00074056" w:rsidP="00074056">
            <w:pPr>
              <w:wordWrap w:val="0"/>
              <w:overflowPunct w:val="0"/>
              <w:autoSpaceDE w:val="0"/>
              <w:autoSpaceDN w:val="0"/>
              <w:ind w:firstLineChars="78" w:firstLine="164"/>
              <w:rPr>
                <w:rFonts w:hAnsi="ＭＳ 明朝" w:hint="eastAsia"/>
                <w:szCs w:val="21"/>
              </w:rPr>
            </w:pPr>
          </w:p>
          <w:p w14:paraId="1CEB0463" w14:textId="62AFC868" w:rsidR="00B16B7C" w:rsidRDefault="00B16B7C" w:rsidP="00074056">
            <w:pPr>
              <w:overflowPunct w:val="0"/>
              <w:autoSpaceDE w:val="0"/>
              <w:autoSpaceDN w:val="0"/>
              <w:ind w:rightChars="85" w:right="178" w:firstLineChars="67" w:firstLine="141"/>
              <w:jc w:val="right"/>
            </w:pPr>
            <w:r>
              <w:t>(A列4番)</w:t>
            </w:r>
          </w:p>
          <w:p w14:paraId="7313E999" w14:textId="0CA8349F" w:rsidR="00D158F4" w:rsidRDefault="00074056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4371BEB2">
                <v:rect id="正方形/長方形 4" o:spid="_x0000_s2056" style="position:absolute;left:0;text-align:left;margin-left:-1.35pt;margin-top:3.2pt;width:407.2pt;height:98.2pt;z-index:251656704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正方形/長方形 4">
                    <w:txbxContent>
                      <w:p w14:paraId="66427E47" w14:textId="77777777" w:rsidR="00BE2B84" w:rsidRDefault="00BE2B84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569DF05A" w14:textId="2385FCDD" w:rsidR="00D158F4" w:rsidRPr="00F531B9" w:rsidRDefault="00F531B9" w:rsidP="00D158F4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F531B9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</w:p>
          <w:p w14:paraId="105A67D8" w14:textId="77777777" w:rsidR="00CE4588" w:rsidRDefault="00CE4588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07FB0CF0" w14:textId="77777777" w:rsidR="00074056" w:rsidRDefault="00074056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44450239" w14:textId="77777777" w:rsidR="00074056" w:rsidRDefault="00074056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2B16DF22" w14:textId="77777777" w:rsidR="00074056" w:rsidRDefault="00074056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326532C0" w14:textId="77777777" w:rsidR="00074056" w:rsidRDefault="00074056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29DB6F93" w14:textId="277AF066" w:rsidR="00074056" w:rsidRPr="003000F2" w:rsidRDefault="00074056" w:rsidP="00B414D0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 w:hint="eastAsia"/>
                <w:szCs w:val="21"/>
              </w:rPr>
            </w:pPr>
          </w:p>
        </w:tc>
      </w:tr>
      <w:tr w:rsidR="00EE5C6B" w:rsidRPr="003000F2" w14:paraId="7F95452A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4017F2E" w14:textId="77777777" w:rsidR="00EE5C6B" w:rsidRDefault="00EE5C6B" w:rsidP="00EE5C6B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061B623" w14:textId="78790A15" w:rsidR="00EE5C6B" w:rsidRPr="003000F2" w:rsidRDefault="00EE5C6B" w:rsidP="00EE5C6B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E5C6B" w:rsidRPr="003000F2" w14:paraId="268FAD69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C8B4981" w14:textId="77777777" w:rsidR="00EE5C6B" w:rsidRPr="003000F2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E5C6B" w:rsidRPr="003000F2" w14:paraId="53B20D28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FC5CEC" w14:textId="77777777" w:rsidR="00EE5C6B" w:rsidRPr="003000F2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85CA64" w14:textId="77777777" w:rsidR="00EE5C6B" w:rsidRPr="003000F2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000F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E5C6B" w:rsidRPr="003000F2" w14:paraId="22F9EC11" w14:textId="77777777" w:rsidTr="00A106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AFA586" w14:textId="77777777" w:rsidR="00EE5C6B" w:rsidRPr="00B91B94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D6DF866" w14:textId="77777777" w:rsidR="00EE5C6B" w:rsidRPr="00B91B94" w:rsidRDefault="00EE5C6B" w:rsidP="00EE5C6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EDF1821" w14:textId="77777777" w:rsidR="00EE5C6B" w:rsidRPr="00B91B94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6BCFEE68" w14:textId="1F9AEB6B" w:rsidR="00EE5C6B" w:rsidRPr="00B91B94" w:rsidRDefault="00EE5C6B" w:rsidP="00EE5C6B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B91B9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68E20B62" w14:textId="62EAB53E" w:rsidR="00D6512C" w:rsidRPr="0074632E" w:rsidRDefault="00D6512C" w:rsidP="00A106E0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74632E" w:rsidSect="005D4CB7">
      <w:headerReference w:type="default" r:id="rId10"/>
      <w:pgSz w:w="11906" w:h="16838" w:code="9"/>
      <w:pgMar w:top="1701" w:right="1701" w:bottom="851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7EEEE" w14:textId="77777777" w:rsidR="00BE3DE3" w:rsidRDefault="00BE3DE3">
      <w:r>
        <w:separator/>
      </w:r>
    </w:p>
  </w:endnote>
  <w:endnote w:type="continuationSeparator" w:id="0">
    <w:p w14:paraId="5B9B30BF" w14:textId="77777777" w:rsidR="00BE3DE3" w:rsidRDefault="00B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5DE01" w14:textId="77777777" w:rsidR="00BE3DE3" w:rsidRDefault="00BE3DE3">
      <w:r>
        <w:separator/>
      </w:r>
    </w:p>
  </w:footnote>
  <w:footnote w:type="continuationSeparator" w:id="0">
    <w:p w14:paraId="19E48933" w14:textId="77777777" w:rsidR="00BE3DE3" w:rsidRDefault="00B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679C5" w14:textId="2E931AB4" w:rsidR="00F2197C" w:rsidRDefault="00F2197C">
    <w:pPr>
      <w:pStyle w:val="a3"/>
    </w:pPr>
    <w:r>
      <w:rPr>
        <w:rFonts w:hAnsi="Century" w:hint="eastAsia"/>
      </w:rPr>
      <w:t>様式第</w:t>
    </w:r>
    <w:r w:rsidR="00E85F1C">
      <w:rPr>
        <w:rFonts w:hAnsi="Century"/>
      </w:rPr>
      <w:t>7</w:t>
    </w:r>
    <w:r>
      <w:rPr>
        <w:rFonts w:hAnsi="Century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47327"/>
    <w:rsid w:val="00062150"/>
    <w:rsid w:val="00074056"/>
    <w:rsid w:val="00087C1E"/>
    <w:rsid w:val="000B5B19"/>
    <w:rsid w:val="000C79E7"/>
    <w:rsid w:val="00116570"/>
    <w:rsid w:val="001207B7"/>
    <w:rsid w:val="00166B04"/>
    <w:rsid w:val="001C4264"/>
    <w:rsid w:val="001D0887"/>
    <w:rsid w:val="001D4704"/>
    <w:rsid w:val="001D51BE"/>
    <w:rsid w:val="001F3314"/>
    <w:rsid w:val="002214D8"/>
    <w:rsid w:val="002374BA"/>
    <w:rsid w:val="00247CD8"/>
    <w:rsid w:val="00266160"/>
    <w:rsid w:val="0028353D"/>
    <w:rsid w:val="002B6EE7"/>
    <w:rsid w:val="002D2374"/>
    <w:rsid w:val="003000F2"/>
    <w:rsid w:val="003020F0"/>
    <w:rsid w:val="00331E94"/>
    <w:rsid w:val="00352D62"/>
    <w:rsid w:val="00356FA5"/>
    <w:rsid w:val="00357A41"/>
    <w:rsid w:val="003A5FD4"/>
    <w:rsid w:val="003D2395"/>
    <w:rsid w:val="003E584B"/>
    <w:rsid w:val="00431161"/>
    <w:rsid w:val="004A4A3B"/>
    <w:rsid w:val="004E5A5B"/>
    <w:rsid w:val="0050231D"/>
    <w:rsid w:val="00560ECA"/>
    <w:rsid w:val="0057518F"/>
    <w:rsid w:val="00590C7C"/>
    <w:rsid w:val="005D4CB7"/>
    <w:rsid w:val="006078D4"/>
    <w:rsid w:val="00612FDB"/>
    <w:rsid w:val="006443EA"/>
    <w:rsid w:val="00660193"/>
    <w:rsid w:val="00675F5D"/>
    <w:rsid w:val="00683792"/>
    <w:rsid w:val="0068686D"/>
    <w:rsid w:val="00692EB5"/>
    <w:rsid w:val="006B3DA7"/>
    <w:rsid w:val="007137B8"/>
    <w:rsid w:val="007352B0"/>
    <w:rsid w:val="0074632E"/>
    <w:rsid w:val="007C51FF"/>
    <w:rsid w:val="007D77C5"/>
    <w:rsid w:val="00801B5A"/>
    <w:rsid w:val="008074CF"/>
    <w:rsid w:val="00914679"/>
    <w:rsid w:val="00950A02"/>
    <w:rsid w:val="009565FA"/>
    <w:rsid w:val="009647CD"/>
    <w:rsid w:val="009A3B65"/>
    <w:rsid w:val="009C021C"/>
    <w:rsid w:val="009E1BF4"/>
    <w:rsid w:val="009F0EB2"/>
    <w:rsid w:val="009F493F"/>
    <w:rsid w:val="00A106E0"/>
    <w:rsid w:val="00A17379"/>
    <w:rsid w:val="00A43109"/>
    <w:rsid w:val="00A561E4"/>
    <w:rsid w:val="00A70391"/>
    <w:rsid w:val="00AC5CC3"/>
    <w:rsid w:val="00AC682D"/>
    <w:rsid w:val="00AD2F61"/>
    <w:rsid w:val="00AD5B18"/>
    <w:rsid w:val="00B024B5"/>
    <w:rsid w:val="00B11533"/>
    <w:rsid w:val="00B16B7C"/>
    <w:rsid w:val="00B240E1"/>
    <w:rsid w:val="00B30F24"/>
    <w:rsid w:val="00B36232"/>
    <w:rsid w:val="00B414D0"/>
    <w:rsid w:val="00B45BDC"/>
    <w:rsid w:val="00B47A2C"/>
    <w:rsid w:val="00B56236"/>
    <w:rsid w:val="00B91B94"/>
    <w:rsid w:val="00BA4DB0"/>
    <w:rsid w:val="00BE2B84"/>
    <w:rsid w:val="00BE3DE3"/>
    <w:rsid w:val="00C219C6"/>
    <w:rsid w:val="00C6334C"/>
    <w:rsid w:val="00CA126B"/>
    <w:rsid w:val="00CA283D"/>
    <w:rsid w:val="00CA4880"/>
    <w:rsid w:val="00CC2CED"/>
    <w:rsid w:val="00CC5E25"/>
    <w:rsid w:val="00CD2DD6"/>
    <w:rsid w:val="00CE4588"/>
    <w:rsid w:val="00CF7276"/>
    <w:rsid w:val="00CF7ADE"/>
    <w:rsid w:val="00D158F4"/>
    <w:rsid w:val="00D26AB9"/>
    <w:rsid w:val="00D6512C"/>
    <w:rsid w:val="00D75B2B"/>
    <w:rsid w:val="00D83528"/>
    <w:rsid w:val="00D86311"/>
    <w:rsid w:val="00DC2646"/>
    <w:rsid w:val="00DD5F5B"/>
    <w:rsid w:val="00DF699C"/>
    <w:rsid w:val="00E14EB7"/>
    <w:rsid w:val="00E237EE"/>
    <w:rsid w:val="00E57BDA"/>
    <w:rsid w:val="00E608F6"/>
    <w:rsid w:val="00E839B9"/>
    <w:rsid w:val="00E85F1C"/>
    <w:rsid w:val="00EA28F4"/>
    <w:rsid w:val="00EB6B18"/>
    <w:rsid w:val="00ED2DC4"/>
    <w:rsid w:val="00ED4F40"/>
    <w:rsid w:val="00ED5D1A"/>
    <w:rsid w:val="00ED6D98"/>
    <w:rsid w:val="00EE5C6B"/>
    <w:rsid w:val="00EF0279"/>
    <w:rsid w:val="00F05652"/>
    <w:rsid w:val="00F156B5"/>
    <w:rsid w:val="00F2197C"/>
    <w:rsid w:val="00F27ECE"/>
    <w:rsid w:val="00F531B9"/>
    <w:rsid w:val="00FA24ED"/>
    <w:rsid w:val="00FC6408"/>
    <w:rsid w:val="00FD2138"/>
    <w:rsid w:val="00FE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8">
      <v:textbox inset="5.85pt,.7pt,5.85pt,.7pt"/>
    </o:shapedefaults>
    <o:shapelayout v:ext="edit">
      <o:idmap v:ext="edit" data="2"/>
      <o:rules v:ext="edit">
        <o:r id="V:Rule2" type="connector" idref="#_x0000_s2058"/>
      </o:rules>
    </o:shapelayout>
  </w:shapeDefaults>
  <w:decimalSymbol w:val="."/>
  <w:listSeparator w:val=","/>
  <w14:docId w14:val="761FCE3B"/>
  <w15:chartTrackingRefBased/>
  <w15:docId w15:val="{132B0ADA-5CCF-414B-87AC-8690591CF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A106E0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A106E0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B47A2C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B47A2C"/>
    <w:pPr>
      <w:jc w:val="left"/>
    </w:pPr>
  </w:style>
  <w:style w:type="character" w:customStyle="1" w:styleId="a9">
    <w:name w:val="コメント文字列 (文字)"/>
    <w:link w:val="a8"/>
    <w:uiPriority w:val="99"/>
    <w:rsid w:val="00B47A2C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47A2C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B47A2C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087C1E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87C1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No Spacing"/>
    <w:uiPriority w:val="1"/>
    <w:qFormat/>
    <w:rsid w:val="001D0887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9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83B4C1-6418-49BE-B119-41618858DF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4E3C8D-5A0C-43EA-AAFD-90C17054C9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9C7FB0-5211-44BA-85D2-56BD46FDEB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4BB056-4ED9-4DA0-AFCB-2138D70DC9B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71</TotalTime>
  <Pages>1</Pages>
  <Words>59</Words>
  <Characters>342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2021-12-20T04:34:00Z</cp:lastPrinted>
  <dcterms:created xsi:type="dcterms:W3CDTF">2021-10-21T04:38:00Z</dcterms:created>
  <dcterms:modified xsi:type="dcterms:W3CDTF">2022-07-29T07:43:00Z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2021-09-17T13:26:16Z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c82e1b4f-884e-4a96-9556-9e0e43544a25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