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89C3D" w14:textId="77777777" w:rsidR="003D329C" w:rsidRPr="004277E1" w:rsidRDefault="003D329C" w:rsidP="0092437D">
      <w:pPr>
        <w:overflowPunct w:val="0"/>
        <w:autoSpaceDE w:val="0"/>
        <w:autoSpaceDN w:val="0"/>
        <w:ind w:rightChars="67" w:right="141"/>
        <w:jc w:val="center"/>
        <w:rPr>
          <w:rFonts w:ascii="游明朝" w:eastAsia="游明朝" w:hAnsi="游明朝"/>
          <w:sz w:val="4"/>
          <w:szCs w:val="4"/>
        </w:rPr>
      </w:pPr>
    </w:p>
    <w:tbl>
      <w:tblPr>
        <w:tblW w:w="9374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"/>
        <w:gridCol w:w="714"/>
        <w:gridCol w:w="544"/>
        <w:gridCol w:w="449"/>
        <w:gridCol w:w="1582"/>
        <w:gridCol w:w="851"/>
        <w:gridCol w:w="4347"/>
        <w:gridCol w:w="869"/>
      </w:tblGrid>
      <w:tr w:rsidR="00263244" w:rsidRPr="004277E1" w14:paraId="3064436E" w14:textId="77777777" w:rsidTr="00764839">
        <w:trPr>
          <w:gridBefore w:val="1"/>
          <w:wBefore w:w="18" w:type="dxa"/>
          <w:trHeight w:val="510"/>
        </w:trPr>
        <w:tc>
          <w:tcPr>
            <w:tcW w:w="9356" w:type="dxa"/>
            <w:gridSpan w:val="7"/>
            <w:tcBorders>
              <w:bottom w:val="single" w:sz="8" w:space="0" w:color="FFFFFF"/>
            </w:tcBorders>
            <w:shd w:val="clear" w:color="auto" w:fill="auto"/>
          </w:tcPr>
          <w:p w14:paraId="374E9BEA" w14:textId="77777777" w:rsidR="0092011F" w:rsidRPr="007461B4" w:rsidRDefault="0092011F" w:rsidP="0092011F">
            <w:pPr>
              <w:wordWrap w:val="0"/>
              <w:overflowPunct w:val="0"/>
              <w:autoSpaceDE w:val="0"/>
              <w:autoSpaceDN w:val="0"/>
              <w:ind w:rightChars="67" w:right="141"/>
              <w:jc w:val="right"/>
              <w:rPr>
                <w:rFonts w:hAnsi="ＭＳ 明朝"/>
              </w:rPr>
            </w:pPr>
            <w:r w:rsidRPr="007461B4">
              <w:rPr>
                <w:rFonts w:hAnsi="ＭＳ 明朝" w:hint="eastAsia"/>
              </w:rPr>
              <w:t>第　　　　　号</w:t>
            </w:r>
          </w:p>
          <w:p w14:paraId="5DC02BFC" w14:textId="77777777" w:rsidR="00263244" w:rsidRPr="007461B4" w:rsidRDefault="007546CB" w:rsidP="0092437D">
            <w:pPr>
              <w:overflowPunct w:val="0"/>
              <w:autoSpaceDE w:val="0"/>
              <w:autoSpaceDN w:val="0"/>
              <w:ind w:rightChars="67" w:right="141"/>
              <w:jc w:val="right"/>
              <w:rPr>
                <w:rFonts w:hAnsi="ＭＳ 明朝"/>
                <w:szCs w:val="21"/>
              </w:rPr>
            </w:pPr>
            <w:r w:rsidRPr="007461B4">
              <w:rPr>
                <w:rFonts w:hAnsi="ＭＳ 明朝" w:hint="eastAsia"/>
              </w:rPr>
              <w:t xml:space="preserve">　　　</w:t>
            </w:r>
            <w:r w:rsidRPr="007461B4">
              <w:rPr>
                <w:rFonts w:hAnsi="ＭＳ 明朝"/>
              </w:rPr>
              <w:t xml:space="preserve"> 年</w:t>
            </w:r>
            <w:r w:rsidRPr="007461B4">
              <w:rPr>
                <w:rFonts w:hAnsi="ＭＳ 明朝" w:hint="eastAsia"/>
              </w:rPr>
              <w:t xml:space="preserve">　　</w:t>
            </w:r>
            <w:r w:rsidRPr="007461B4">
              <w:rPr>
                <w:rFonts w:hAnsi="ＭＳ 明朝"/>
              </w:rPr>
              <w:t xml:space="preserve"> 月</w:t>
            </w:r>
            <w:r w:rsidRPr="007461B4">
              <w:rPr>
                <w:rFonts w:hAnsi="ＭＳ 明朝" w:hint="eastAsia"/>
              </w:rPr>
              <w:t xml:space="preserve">　　</w:t>
            </w:r>
            <w:r w:rsidRPr="007461B4">
              <w:rPr>
                <w:rFonts w:hAnsi="ＭＳ 明朝"/>
              </w:rPr>
              <w:t xml:space="preserve"> 日</w:t>
            </w:r>
          </w:p>
        </w:tc>
      </w:tr>
      <w:tr w:rsidR="00263244" w:rsidRPr="004277E1" w14:paraId="32DE128F" w14:textId="77777777" w:rsidTr="00764839">
        <w:trPr>
          <w:gridBefore w:val="1"/>
          <w:wBefore w:w="18" w:type="dxa"/>
          <w:trHeight w:val="510"/>
        </w:trPr>
        <w:tc>
          <w:tcPr>
            <w:tcW w:w="9356" w:type="dxa"/>
            <w:gridSpan w:val="7"/>
            <w:tcBorders>
              <w:top w:val="single" w:sz="8" w:space="0" w:color="FFFFFF"/>
            </w:tcBorders>
            <w:shd w:val="clear" w:color="auto" w:fill="auto"/>
          </w:tcPr>
          <w:p w14:paraId="117BA77C" w14:textId="77777777" w:rsidR="007546CB" w:rsidRPr="007461B4" w:rsidRDefault="007546CB" w:rsidP="0092011F">
            <w:pPr>
              <w:overflowPunct w:val="0"/>
              <w:autoSpaceDE w:val="0"/>
              <w:autoSpaceDN w:val="0"/>
              <w:ind w:rightChars="67" w:right="141" w:firstLineChars="300" w:firstLine="630"/>
              <w:jc w:val="left"/>
              <w:rPr>
                <w:rFonts w:hAnsi="ＭＳ 明朝"/>
              </w:rPr>
            </w:pPr>
            <w:r w:rsidRPr="007461B4">
              <w:rPr>
                <w:rFonts w:hAnsi="ＭＳ 明朝"/>
              </w:rPr>
              <w:t xml:space="preserve">市町村長 </w:t>
            </w:r>
            <w:r w:rsidR="0092011F" w:rsidRPr="007461B4">
              <w:rPr>
                <w:rFonts w:hAnsi="ＭＳ 明朝" w:hint="eastAsia"/>
              </w:rPr>
              <w:t xml:space="preserve">　殿</w:t>
            </w:r>
          </w:p>
          <w:p w14:paraId="4FD4EF53" w14:textId="77777777" w:rsidR="007546CB" w:rsidRPr="007461B4" w:rsidRDefault="007546CB" w:rsidP="007546CB">
            <w:pPr>
              <w:overflowPunct w:val="0"/>
              <w:autoSpaceDE w:val="0"/>
              <w:autoSpaceDN w:val="0"/>
              <w:ind w:rightChars="67" w:right="141"/>
              <w:jc w:val="left"/>
              <w:rPr>
                <w:rFonts w:hAnsi="ＭＳ 明朝"/>
              </w:rPr>
            </w:pPr>
          </w:p>
          <w:p w14:paraId="36EE3498" w14:textId="545FE8F8" w:rsidR="007546CB" w:rsidRPr="007461B4" w:rsidRDefault="003A36A5" w:rsidP="0092011F">
            <w:pPr>
              <w:overflowPunct w:val="0"/>
              <w:autoSpaceDE w:val="0"/>
              <w:autoSpaceDN w:val="0"/>
              <w:jc w:val="right"/>
              <w:rPr>
                <w:rFonts w:hAnsi="ＭＳ 明朝"/>
              </w:rPr>
            </w:pPr>
            <w:bookmarkStart w:id="0" w:name="_Hlk85721362"/>
            <w:r>
              <w:rPr>
                <w:rFonts w:hAnsi="ＭＳ 明朝" w:hint="eastAsia"/>
                <w:szCs w:val="21"/>
                <w:bdr w:val="single" w:sz="4" w:space="0" w:color="auto"/>
              </w:rPr>
              <w:t>都道府県</w:t>
            </w:r>
            <w:r w:rsidRPr="003C04D1">
              <w:rPr>
                <w:rFonts w:hAnsi="ＭＳ 明朝" w:hint="eastAsia"/>
                <w:szCs w:val="21"/>
              </w:rPr>
              <w:t>知事・</w:t>
            </w:r>
            <w:r>
              <w:rPr>
                <w:rFonts w:hAnsi="ＭＳ 明朝" w:hint="eastAsia"/>
                <w:szCs w:val="21"/>
                <w:bdr w:val="single" w:sz="4" w:space="0" w:color="auto"/>
              </w:rPr>
              <w:t>指定都市</w:t>
            </w:r>
            <w:r>
              <w:rPr>
                <w:rFonts w:hAnsi="ＭＳ 明朝" w:hint="eastAsia"/>
                <w:szCs w:val="21"/>
              </w:rPr>
              <w:t>市長</w:t>
            </w:r>
            <w:bookmarkEnd w:id="0"/>
            <w:r w:rsidR="0092011F" w:rsidRPr="007461B4">
              <w:rPr>
                <w:rFonts w:hAnsi="ＭＳ 明朝" w:hint="eastAsia"/>
              </w:rPr>
              <w:t xml:space="preserve">　</w:t>
            </w:r>
            <w:r w:rsidR="0092011F" w:rsidRPr="007461B4">
              <w:rPr>
                <w:rFonts w:hAnsi="ＭＳ 明朝" w:hint="eastAsia"/>
                <w:bdr w:val="single" w:sz="4" w:space="0" w:color="auto"/>
              </w:rPr>
              <w:t>印</w:t>
            </w:r>
            <w:r w:rsidR="007546CB" w:rsidRPr="007461B4">
              <w:rPr>
                <w:rFonts w:hAnsi="ＭＳ 明朝"/>
              </w:rPr>
              <w:t xml:space="preserve"> </w:t>
            </w:r>
          </w:p>
          <w:p w14:paraId="6B648535" w14:textId="77777777" w:rsidR="007546CB" w:rsidRPr="007461B4" w:rsidRDefault="007546CB" w:rsidP="0092011F">
            <w:pPr>
              <w:overflowPunct w:val="0"/>
              <w:autoSpaceDE w:val="0"/>
              <w:autoSpaceDN w:val="0"/>
              <w:jc w:val="right"/>
              <w:rPr>
                <w:rFonts w:hAnsi="ＭＳ 明朝"/>
              </w:rPr>
            </w:pPr>
          </w:p>
          <w:p w14:paraId="0A5721DE" w14:textId="77777777" w:rsidR="007546CB" w:rsidRPr="007461B4" w:rsidRDefault="0092011F" w:rsidP="0092011F">
            <w:pPr>
              <w:overflowPunct w:val="0"/>
              <w:autoSpaceDE w:val="0"/>
              <w:autoSpaceDN w:val="0"/>
              <w:ind w:rightChars="67" w:right="141"/>
              <w:jc w:val="center"/>
              <w:rPr>
                <w:rFonts w:hAnsi="ＭＳ 明朝"/>
                <w:sz w:val="28"/>
                <w:szCs w:val="28"/>
              </w:rPr>
            </w:pPr>
            <w:r w:rsidRPr="007461B4">
              <w:rPr>
                <w:rFonts w:hAnsi="ＭＳ 明朝" w:hint="eastAsia"/>
                <w:sz w:val="28"/>
                <w:szCs w:val="28"/>
              </w:rPr>
              <w:t>特別児童扶養手当受給資格者移管通知書</w:t>
            </w:r>
          </w:p>
          <w:p w14:paraId="4BBAEC6F" w14:textId="77777777" w:rsidR="0092011F" w:rsidRPr="007461B4" w:rsidRDefault="0092011F" w:rsidP="0092011F">
            <w:pPr>
              <w:overflowPunct w:val="0"/>
              <w:autoSpaceDE w:val="0"/>
              <w:autoSpaceDN w:val="0"/>
              <w:ind w:rightChars="67" w:right="141"/>
              <w:jc w:val="center"/>
              <w:rPr>
                <w:rFonts w:hAnsi="ＭＳ 明朝"/>
                <w:sz w:val="28"/>
                <w:szCs w:val="28"/>
              </w:rPr>
            </w:pPr>
          </w:p>
          <w:p w14:paraId="5D8FA7AE" w14:textId="75549343" w:rsidR="0092011F" w:rsidRPr="00495D1E" w:rsidRDefault="007546CB" w:rsidP="0092011F">
            <w:pPr>
              <w:overflowPunct w:val="0"/>
              <w:autoSpaceDE w:val="0"/>
              <w:autoSpaceDN w:val="0"/>
              <w:ind w:rightChars="67" w:right="141" w:firstLineChars="300" w:firstLine="630"/>
              <w:rPr>
                <w:rFonts w:hAnsi="ＭＳ 明朝"/>
                <w:szCs w:val="21"/>
              </w:rPr>
            </w:pPr>
            <w:r w:rsidRPr="00495D1E">
              <w:rPr>
                <w:rFonts w:hAnsi="ＭＳ 明朝"/>
                <w:szCs w:val="21"/>
              </w:rPr>
              <w:t>下記の</w:t>
            </w:r>
            <w:r w:rsidR="0092011F" w:rsidRPr="00495D1E">
              <w:rPr>
                <w:rFonts w:hAnsi="ＭＳ 明朝" w:hint="eastAsia"/>
                <w:szCs w:val="21"/>
              </w:rPr>
              <w:t>受給資格者につき</w:t>
            </w:r>
            <w:r w:rsidR="009A1240" w:rsidRPr="00495D1E">
              <w:rPr>
                <w:rFonts w:hAnsi="ＭＳ 明朝" w:hint="eastAsia"/>
                <w:szCs w:val="21"/>
                <w:bdr w:val="single" w:sz="4" w:space="0" w:color="auto"/>
              </w:rPr>
              <w:t>市町村長に移管されたから／市町村に移管するから</w:t>
            </w:r>
          </w:p>
          <w:p w14:paraId="6B20ADB4" w14:textId="618E93F7" w:rsidR="0092011F" w:rsidRPr="00495D1E" w:rsidRDefault="0092011F" w:rsidP="0092011F">
            <w:pPr>
              <w:overflowPunct w:val="0"/>
              <w:autoSpaceDE w:val="0"/>
              <w:autoSpaceDN w:val="0"/>
              <w:ind w:rightChars="67" w:right="141"/>
              <w:rPr>
                <w:rFonts w:hAnsi="ＭＳ 明朝"/>
                <w:szCs w:val="21"/>
              </w:rPr>
            </w:pPr>
            <w:r w:rsidRPr="00495D1E">
              <w:rPr>
                <w:rFonts w:hAnsi="ＭＳ 明朝" w:hint="eastAsia"/>
                <w:szCs w:val="21"/>
              </w:rPr>
              <w:t xml:space="preserve">　　　　　　　　　　　　　　　</w:t>
            </w:r>
            <w:r w:rsidR="007461B4" w:rsidRPr="00495D1E">
              <w:rPr>
                <w:rFonts w:hAnsi="ＭＳ 明朝" w:hint="eastAsia"/>
                <w:szCs w:val="21"/>
              </w:rPr>
              <w:t xml:space="preserve">　　　　　　　　　</w:t>
            </w:r>
          </w:p>
          <w:p w14:paraId="40ABBFC5" w14:textId="77777777" w:rsidR="00263244" w:rsidRPr="00495D1E" w:rsidRDefault="007461B4" w:rsidP="0092011F">
            <w:pPr>
              <w:overflowPunct w:val="0"/>
              <w:autoSpaceDE w:val="0"/>
              <w:autoSpaceDN w:val="0"/>
              <w:ind w:rightChars="67" w:right="141" w:firstLineChars="200" w:firstLine="420"/>
              <w:rPr>
                <w:rFonts w:hAnsi="ＭＳ 明朝"/>
                <w:szCs w:val="21"/>
              </w:rPr>
            </w:pPr>
            <w:r w:rsidRPr="00495D1E">
              <w:rPr>
                <w:rFonts w:hAnsi="ＭＳ 明朝" w:hint="eastAsia"/>
                <w:szCs w:val="21"/>
              </w:rPr>
              <w:t>特別児童扶養手当受給資格者名簿を</w:t>
            </w:r>
            <w:r w:rsidR="0092011F" w:rsidRPr="00495D1E">
              <w:rPr>
                <w:rFonts w:hAnsi="ＭＳ 明朝" w:hint="eastAsia"/>
                <w:szCs w:val="21"/>
              </w:rPr>
              <w:t>整備されたい。</w:t>
            </w:r>
          </w:p>
          <w:p w14:paraId="5FB4B705" w14:textId="3DD5730E" w:rsidR="007461B4" w:rsidRPr="007461B4" w:rsidRDefault="007461B4" w:rsidP="0092011F">
            <w:pPr>
              <w:overflowPunct w:val="0"/>
              <w:autoSpaceDE w:val="0"/>
              <w:autoSpaceDN w:val="0"/>
              <w:ind w:rightChars="67" w:right="141" w:firstLineChars="200" w:firstLine="400"/>
              <w:rPr>
                <w:rFonts w:hAnsi="ＭＳ 明朝"/>
                <w:sz w:val="20"/>
                <w:u w:val="single"/>
              </w:rPr>
            </w:pPr>
          </w:p>
        </w:tc>
      </w:tr>
      <w:tr w:rsidR="0092011F" w:rsidRPr="004277E1" w14:paraId="53212328" w14:textId="77777777" w:rsidTr="00742DC8">
        <w:trPr>
          <w:gridBefore w:val="1"/>
          <w:wBefore w:w="18" w:type="dxa"/>
          <w:cantSplit/>
          <w:trHeight w:val="680"/>
        </w:trPr>
        <w:tc>
          <w:tcPr>
            <w:tcW w:w="1707" w:type="dxa"/>
            <w:gridSpan w:val="3"/>
            <w:vMerge w:val="restart"/>
            <w:shd w:val="clear" w:color="auto" w:fill="auto"/>
            <w:vAlign w:val="center"/>
          </w:tcPr>
          <w:p w14:paraId="0C7AC654" w14:textId="77777777" w:rsidR="0092011F" w:rsidRPr="007461B4" w:rsidRDefault="0092011F" w:rsidP="00CB68C7">
            <w:pPr>
              <w:overflowPunct w:val="0"/>
              <w:autoSpaceDE w:val="0"/>
              <w:autoSpaceDN w:val="0"/>
              <w:spacing w:before="100" w:beforeAutospacing="1" w:line="360" w:lineRule="auto"/>
              <w:jc w:val="center"/>
              <w:rPr>
                <w:rFonts w:hAnsi="ＭＳ 明朝"/>
              </w:rPr>
            </w:pPr>
            <w:r w:rsidRPr="007461B4">
              <w:rPr>
                <w:rFonts w:hAnsi="ＭＳ 明朝" w:hint="eastAsia"/>
              </w:rPr>
              <w:t>手当証書の</w:t>
            </w:r>
          </w:p>
          <w:p w14:paraId="5D1737D7" w14:textId="77777777" w:rsidR="0092011F" w:rsidRPr="007461B4" w:rsidRDefault="0092011F" w:rsidP="00CB68C7">
            <w:pPr>
              <w:overflowPunct w:val="0"/>
              <w:autoSpaceDE w:val="0"/>
              <w:autoSpaceDN w:val="0"/>
              <w:spacing w:before="100" w:beforeAutospacing="1" w:line="360" w:lineRule="auto"/>
              <w:jc w:val="center"/>
              <w:rPr>
                <w:rFonts w:hAnsi="ＭＳ 明朝"/>
              </w:rPr>
            </w:pPr>
            <w:r w:rsidRPr="007461B4">
              <w:rPr>
                <w:rFonts w:hAnsi="ＭＳ 明朝" w:hint="eastAsia"/>
              </w:rPr>
              <w:t>記号・番号</w:t>
            </w:r>
          </w:p>
        </w:tc>
        <w:tc>
          <w:tcPr>
            <w:tcW w:w="15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C61D34" w14:textId="0F35384C" w:rsidR="0092011F" w:rsidRPr="007461B4" w:rsidRDefault="007461B4" w:rsidP="00A4362B">
            <w:pPr>
              <w:overflowPunct w:val="0"/>
              <w:autoSpaceDE w:val="0"/>
              <w:autoSpaceDN w:val="0"/>
              <w:ind w:rightChars="67" w:right="141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旧</w:t>
            </w:r>
            <w:r w:rsidR="00CF370C">
              <w:rPr>
                <w:rFonts w:hAnsi="ＭＳ 明朝" w:hint="eastAsia"/>
              </w:rPr>
              <w:t>住所地</w:t>
            </w:r>
          </w:p>
        </w:tc>
        <w:tc>
          <w:tcPr>
            <w:tcW w:w="606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5B3585" w14:textId="2C44F8E6" w:rsidR="0092011F" w:rsidRPr="007461B4" w:rsidRDefault="006573DB" w:rsidP="00A4362B">
            <w:pPr>
              <w:wordWrap w:val="0"/>
              <w:overflowPunct w:val="0"/>
              <w:autoSpaceDE w:val="0"/>
              <w:autoSpaceDN w:val="0"/>
              <w:ind w:rightChars="67" w:right="141"/>
              <w:jc w:val="right"/>
              <w:rPr>
                <w:rFonts w:hAnsi="ＭＳ 明朝"/>
              </w:rPr>
            </w:pPr>
            <w:r w:rsidRPr="007461B4">
              <w:rPr>
                <w:rFonts w:hAnsi="ＭＳ 明朝" w:hint="eastAsia"/>
              </w:rPr>
              <w:t>第</w:t>
            </w:r>
            <w:r w:rsidR="00495D1E">
              <w:rPr>
                <w:rFonts w:hAnsi="ＭＳ 明朝" w:hint="eastAsia"/>
              </w:rPr>
              <w:t xml:space="preserve">　　</w:t>
            </w:r>
            <w:r w:rsidRPr="007461B4">
              <w:rPr>
                <w:rFonts w:hAnsi="ＭＳ 明朝" w:hint="eastAsia"/>
              </w:rPr>
              <w:t xml:space="preserve">　　　　号</w:t>
            </w:r>
          </w:p>
        </w:tc>
      </w:tr>
      <w:tr w:rsidR="0092011F" w:rsidRPr="004277E1" w14:paraId="44986DCD" w14:textId="77777777" w:rsidTr="00742DC8">
        <w:trPr>
          <w:gridBefore w:val="1"/>
          <w:wBefore w:w="18" w:type="dxa"/>
          <w:cantSplit/>
          <w:trHeight w:val="680"/>
        </w:trPr>
        <w:tc>
          <w:tcPr>
            <w:tcW w:w="1707" w:type="dxa"/>
            <w:gridSpan w:val="3"/>
            <w:vMerge/>
            <w:shd w:val="clear" w:color="auto" w:fill="auto"/>
            <w:vAlign w:val="center"/>
          </w:tcPr>
          <w:p w14:paraId="394E887A" w14:textId="77777777" w:rsidR="0092011F" w:rsidRPr="007461B4" w:rsidRDefault="0092011F" w:rsidP="00A4362B">
            <w:pPr>
              <w:overflowPunct w:val="0"/>
              <w:autoSpaceDE w:val="0"/>
              <w:autoSpaceDN w:val="0"/>
              <w:ind w:rightChars="67" w:right="141"/>
              <w:jc w:val="center"/>
              <w:rPr>
                <w:rFonts w:hAnsi="ＭＳ 明朝"/>
              </w:rPr>
            </w:pPr>
          </w:p>
        </w:tc>
        <w:tc>
          <w:tcPr>
            <w:tcW w:w="158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68D16" w14:textId="46C34E26" w:rsidR="0092011F" w:rsidRPr="007461B4" w:rsidRDefault="007461B4" w:rsidP="00A4362B">
            <w:pPr>
              <w:overflowPunct w:val="0"/>
              <w:autoSpaceDE w:val="0"/>
              <w:autoSpaceDN w:val="0"/>
              <w:ind w:rightChars="67" w:right="141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  <w:kern w:val="0"/>
              </w:rPr>
              <w:t>新</w:t>
            </w:r>
            <w:r w:rsidR="00CF370C">
              <w:rPr>
                <w:rFonts w:hAnsi="ＭＳ 明朝" w:hint="eastAsia"/>
                <w:kern w:val="0"/>
              </w:rPr>
              <w:t>住所地</w:t>
            </w:r>
          </w:p>
        </w:tc>
        <w:tc>
          <w:tcPr>
            <w:tcW w:w="60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F3387" w14:textId="6AF3F683" w:rsidR="0092011F" w:rsidRPr="007461B4" w:rsidRDefault="006573DB" w:rsidP="00A4362B">
            <w:pPr>
              <w:wordWrap w:val="0"/>
              <w:overflowPunct w:val="0"/>
              <w:autoSpaceDE w:val="0"/>
              <w:autoSpaceDN w:val="0"/>
              <w:ind w:rightChars="67" w:right="141"/>
              <w:jc w:val="right"/>
              <w:rPr>
                <w:rFonts w:hAnsi="ＭＳ 明朝"/>
              </w:rPr>
            </w:pPr>
            <w:r w:rsidRPr="007461B4">
              <w:rPr>
                <w:rFonts w:hAnsi="ＭＳ 明朝" w:hint="eastAsia"/>
              </w:rPr>
              <w:t>第</w:t>
            </w:r>
            <w:r w:rsidR="00495D1E">
              <w:rPr>
                <w:rFonts w:hAnsi="ＭＳ 明朝" w:hint="eastAsia"/>
              </w:rPr>
              <w:t xml:space="preserve">　　</w:t>
            </w:r>
            <w:r w:rsidR="00A4362B" w:rsidRPr="007461B4">
              <w:rPr>
                <w:rFonts w:hAnsi="ＭＳ 明朝" w:hint="eastAsia"/>
              </w:rPr>
              <w:t xml:space="preserve">　</w:t>
            </w:r>
            <w:r w:rsidRPr="007461B4">
              <w:rPr>
                <w:rFonts w:hAnsi="ＭＳ 明朝" w:hint="eastAsia"/>
              </w:rPr>
              <w:t xml:space="preserve">　　　号</w:t>
            </w:r>
          </w:p>
        </w:tc>
      </w:tr>
      <w:tr w:rsidR="00B27CB5" w:rsidRPr="004277E1" w14:paraId="0DE22A51" w14:textId="77777777" w:rsidTr="00742DC8">
        <w:trPr>
          <w:gridBefore w:val="1"/>
          <w:wBefore w:w="18" w:type="dxa"/>
          <w:trHeight w:val="680"/>
        </w:trPr>
        <w:tc>
          <w:tcPr>
            <w:tcW w:w="3289" w:type="dxa"/>
            <w:gridSpan w:val="4"/>
            <w:shd w:val="clear" w:color="auto" w:fill="auto"/>
            <w:vAlign w:val="center"/>
          </w:tcPr>
          <w:p w14:paraId="26B92E50" w14:textId="77777777" w:rsidR="00B27CB5" w:rsidRPr="007461B4" w:rsidRDefault="006573DB" w:rsidP="00A4362B">
            <w:pPr>
              <w:overflowPunct w:val="0"/>
              <w:autoSpaceDE w:val="0"/>
              <w:autoSpaceDN w:val="0"/>
              <w:ind w:rightChars="67" w:right="141"/>
              <w:jc w:val="center"/>
              <w:rPr>
                <w:rFonts w:hAnsi="ＭＳ 明朝"/>
              </w:rPr>
            </w:pPr>
            <w:r w:rsidRPr="007461B4">
              <w:rPr>
                <w:rFonts w:hAnsi="ＭＳ 明朝" w:hint="eastAsia"/>
              </w:rPr>
              <w:t>受　給　資　格　者　氏　名</w:t>
            </w:r>
          </w:p>
        </w:tc>
        <w:tc>
          <w:tcPr>
            <w:tcW w:w="606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326890" w14:textId="77777777" w:rsidR="00B27CB5" w:rsidRPr="007461B4" w:rsidRDefault="00B27CB5" w:rsidP="003D329C">
            <w:pPr>
              <w:wordWrap w:val="0"/>
              <w:overflowPunct w:val="0"/>
              <w:autoSpaceDE w:val="0"/>
              <w:autoSpaceDN w:val="0"/>
              <w:ind w:rightChars="67" w:right="141"/>
              <w:jc w:val="right"/>
              <w:rPr>
                <w:rFonts w:hAnsi="ＭＳ 明朝"/>
              </w:rPr>
            </w:pPr>
          </w:p>
        </w:tc>
      </w:tr>
      <w:tr w:rsidR="006573DB" w:rsidRPr="004277E1" w14:paraId="62E7493C" w14:textId="77777777" w:rsidTr="004C6973">
        <w:trPr>
          <w:gridBefore w:val="1"/>
          <w:wBefore w:w="18" w:type="dxa"/>
          <w:cantSplit/>
          <w:trHeight w:val="680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bottom"/>
          </w:tcPr>
          <w:p w14:paraId="387E1C46" w14:textId="77777777" w:rsidR="006573DB" w:rsidRPr="007461B4" w:rsidRDefault="006573DB" w:rsidP="004C6973">
            <w:pPr>
              <w:overflowPunct w:val="0"/>
              <w:autoSpaceDE w:val="0"/>
              <w:autoSpaceDN w:val="0"/>
              <w:spacing w:afterLines="50" w:after="167"/>
              <w:ind w:left="113" w:rightChars="67" w:right="141"/>
              <w:jc w:val="center"/>
              <w:rPr>
                <w:rFonts w:hAnsi="ＭＳ 明朝"/>
              </w:rPr>
            </w:pPr>
            <w:r w:rsidRPr="007461B4">
              <w:rPr>
                <w:rFonts w:hAnsi="ＭＳ 明朝" w:hint="eastAsia"/>
              </w:rPr>
              <w:t>住</w:t>
            </w:r>
            <w:r w:rsidR="00CB68C7" w:rsidRPr="007461B4">
              <w:rPr>
                <w:rFonts w:hAnsi="ＭＳ 明朝" w:hint="eastAsia"/>
              </w:rPr>
              <w:t xml:space="preserve">　　</w:t>
            </w:r>
            <w:r w:rsidRPr="007461B4">
              <w:rPr>
                <w:rFonts w:hAnsi="ＭＳ 明朝" w:hint="eastAsia"/>
              </w:rPr>
              <w:t>所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0F81C5" w14:textId="77777777" w:rsidR="006573DB" w:rsidRPr="007461B4" w:rsidRDefault="006573DB" w:rsidP="00495D1E">
            <w:pPr>
              <w:overflowPunct w:val="0"/>
              <w:autoSpaceDE w:val="0"/>
              <w:autoSpaceDN w:val="0"/>
              <w:ind w:rightChars="4" w:right="8"/>
              <w:jc w:val="center"/>
              <w:rPr>
                <w:rFonts w:hAnsi="ＭＳ 明朝"/>
              </w:rPr>
            </w:pPr>
            <w:r w:rsidRPr="007461B4">
              <w:rPr>
                <w:rFonts w:hAnsi="ＭＳ 明朝" w:hint="eastAsia"/>
                <w:kern w:val="0"/>
              </w:rPr>
              <w:t>変更前</w:t>
            </w:r>
          </w:p>
        </w:tc>
        <w:tc>
          <w:tcPr>
            <w:tcW w:w="7649" w:type="dxa"/>
            <w:gridSpan w:val="4"/>
            <w:shd w:val="clear" w:color="auto" w:fill="auto"/>
          </w:tcPr>
          <w:p w14:paraId="42F24253" w14:textId="7D44D0D3" w:rsidR="006573DB" w:rsidRPr="007461B4" w:rsidRDefault="006573DB" w:rsidP="00FA2CDF">
            <w:pPr>
              <w:overflowPunct w:val="0"/>
              <w:autoSpaceDE w:val="0"/>
              <w:autoSpaceDN w:val="0"/>
              <w:ind w:rightChars="67" w:right="141"/>
              <w:jc w:val="left"/>
              <w:rPr>
                <w:rFonts w:hAnsi="ＭＳ 明朝"/>
              </w:rPr>
            </w:pPr>
          </w:p>
        </w:tc>
      </w:tr>
      <w:tr w:rsidR="006573DB" w:rsidRPr="004277E1" w14:paraId="0A38E6E6" w14:textId="77777777" w:rsidTr="00764839">
        <w:trPr>
          <w:gridBefore w:val="1"/>
          <w:wBefore w:w="18" w:type="dxa"/>
          <w:trHeight w:val="68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16FE4" w14:textId="77777777" w:rsidR="006573DB" w:rsidRPr="007461B4" w:rsidRDefault="006573DB" w:rsidP="0092437D">
            <w:pPr>
              <w:overflowPunct w:val="0"/>
              <w:autoSpaceDE w:val="0"/>
              <w:autoSpaceDN w:val="0"/>
              <w:ind w:rightChars="67" w:right="141"/>
              <w:rPr>
                <w:rFonts w:hAnsi="ＭＳ 明朝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25E69A7" w14:textId="77777777" w:rsidR="006573DB" w:rsidRPr="007461B4" w:rsidRDefault="006573DB" w:rsidP="00495D1E">
            <w:pPr>
              <w:overflowPunct w:val="0"/>
              <w:autoSpaceDE w:val="0"/>
              <w:autoSpaceDN w:val="0"/>
              <w:ind w:rightChars="4" w:right="8"/>
              <w:jc w:val="center"/>
              <w:rPr>
                <w:rFonts w:hAnsi="ＭＳ 明朝"/>
              </w:rPr>
            </w:pPr>
            <w:r w:rsidRPr="007461B4">
              <w:rPr>
                <w:rFonts w:hAnsi="ＭＳ 明朝" w:hint="eastAsia"/>
              </w:rPr>
              <w:t>変更後</w:t>
            </w:r>
          </w:p>
        </w:tc>
        <w:tc>
          <w:tcPr>
            <w:tcW w:w="7649" w:type="dxa"/>
            <w:gridSpan w:val="4"/>
            <w:shd w:val="clear" w:color="auto" w:fill="auto"/>
          </w:tcPr>
          <w:p w14:paraId="4B07EDC1" w14:textId="540C34FF" w:rsidR="006573DB" w:rsidRPr="007461B4" w:rsidRDefault="006573DB" w:rsidP="00FA2CDF">
            <w:pPr>
              <w:overflowPunct w:val="0"/>
              <w:autoSpaceDE w:val="0"/>
              <w:autoSpaceDN w:val="0"/>
              <w:ind w:rightChars="67" w:right="141"/>
              <w:jc w:val="left"/>
              <w:rPr>
                <w:rFonts w:hAnsi="ＭＳ 明朝"/>
              </w:rPr>
            </w:pPr>
          </w:p>
        </w:tc>
      </w:tr>
      <w:tr w:rsidR="001D6351" w:rsidRPr="004277E1" w14:paraId="0CB291F2" w14:textId="77777777" w:rsidTr="001D6351">
        <w:trPr>
          <w:gridBefore w:val="1"/>
          <w:wBefore w:w="18" w:type="dxa"/>
          <w:trHeight w:val="680"/>
        </w:trPr>
        <w:tc>
          <w:tcPr>
            <w:tcW w:w="414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CBA663B" w14:textId="50A1B00A" w:rsidR="001D6351" w:rsidRPr="007461B4" w:rsidRDefault="001D6351" w:rsidP="001D6351">
            <w:pPr>
              <w:overflowPunct w:val="0"/>
              <w:autoSpaceDE w:val="0"/>
              <w:autoSpaceDN w:val="0"/>
              <w:ind w:rightChars="-54" w:right="-113"/>
              <w:jc w:val="center"/>
              <w:rPr>
                <w:rFonts w:hAnsi="ＭＳ 明朝"/>
              </w:rPr>
            </w:pPr>
            <w:r>
              <w:t>旧住所地市町村への移管通知年月日</w:t>
            </w:r>
          </w:p>
        </w:tc>
        <w:tc>
          <w:tcPr>
            <w:tcW w:w="521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8147F7" w14:textId="24208BFF" w:rsidR="001D6351" w:rsidRPr="007461B4" w:rsidRDefault="001D6351" w:rsidP="00FA2CDF">
            <w:pPr>
              <w:overflowPunct w:val="0"/>
              <w:autoSpaceDE w:val="0"/>
              <w:autoSpaceDN w:val="0"/>
              <w:ind w:rightChars="67" w:right="141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年　　月　　日</w:t>
            </w:r>
          </w:p>
        </w:tc>
      </w:tr>
      <w:tr w:rsidR="001D6351" w:rsidRPr="004277E1" w14:paraId="5E4D2823" w14:textId="77777777" w:rsidTr="001D6351">
        <w:trPr>
          <w:gridBefore w:val="1"/>
          <w:wBefore w:w="18" w:type="dxa"/>
          <w:trHeight w:val="680"/>
        </w:trPr>
        <w:tc>
          <w:tcPr>
            <w:tcW w:w="414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B78FAC" w14:textId="2907B7E9" w:rsidR="001D6351" w:rsidRDefault="001D6351" w:rsidP="001D6351">
            <w:pPr>
              <w:overflowPunct w:val="0"/>
              <w:autoSpaceDE w:val="0"/>
              <w:autoSpaceDN w:val="0"/>
              <w:ind w:rightChars="-54" w:right="-113"/>
              <w:jc w:val="center"/>
            </w:pPr>
            <w:r>
              <w:t>新住所地市町村への移管通知年月日</w:t>
            </w:r>
          </w:p>
        </w:tc>
        <w:tc>
          <w:tcPr>
            <w:tcW w:w="521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0F5C19" w14:textId="761E1273" w:rsidR="001D6351" w:rsidRDefault="001D6351" w:rsidP="001D6351">
            <w:pPr>
              <w:overflowPunct w:val="0"/>
              <w:autoSpaceDE w:val="0"/>
              <w:autoSpaceDN w:val="0"/>
              <w:ind w:rightChars="67" w:right="141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年　　月　　日</w:t>
            </w:r>
          </w:p>
        </w:tc>
      </w:tr>
      <w:tr w:rsidR="001D6351" w:rsidRPr="004277E1" w14:paraId="68C2BC35" w14:textId="77777777" w:rsidTr="00495D1E">
        <w:trPr>
          <w:gridBefore w:val="1"/>
          <w:wBefore w:w="18" w:type="dxa"/>
          <w:cantSplit/>
          <w:trHeight w:val="1847"/>
        </w:trPr>
        <w:tc>
          <w:tcPr>
            <w:tcW w:w="714" w:type="dxa"/>
            <w:tcBorders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5FE55D45" w14:textId="2F3B6160" w:rsidR="001D6351" w:rsidRPr="00CB1D7F" w:rsidRDefault="001D6351" w:rsidP="001D6351">
            <w:pPr>
              <w:overflowPunct w:val="0"/>
              <w:autoSpaceDE w:val="0"/>
              <w:autoSpaceDN w:val="0"/>
              <w:jc w:val="center"/>
              <w:rPr>
                <w:rFonts w:hAnsi="ＭＳ 明朝"/>
              </w:rPr>
            </w:pPr>
            <w:r w:rsidRPr="007461B4">
              <w:rPr>
                <w:rFonts w:hAnsi="ＭＳ 明朝" w:hint="eastAsia"/>
              </w:rPr>
              <w:t>備　　　　考</w:t>
            </w:r>
          </w:p>
        </w:tc>
        <w:tc>
          <w:tcPr>
            <w:tcW w:w="864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D380272" w14:textId="479EF0C5" w:rsidR="001D6351" w:rsidRPr="00495D1E" w:rsidRDefault="001D6351" w:rsidP="00495D1E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 w:rsidRPr="00495D1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固定文言１＋編集１</w:t>
            </w:r>
          </w:p>
        </w:tc>
      </w:tr>
      <w:tr w:rsidR="001D6351" w:rsidRPr="008F5E28" w14:paraId="592F95C1" w14:textId="77777777" w:rsidTr="00764839">
        <w:trPr>
          <w:gridAfter w:val="1"/>
          <w:wAfter w:w="869" w:type="dxa"/>
          <w:trHeight w:val="292"/>
        </w:trPr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6568554" w14:textId="661DDBFF" w:rsidR="001D6351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28DA852" wp14:editId="023370AC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43815</wp:posOffset>
                      </wp:positionV>
                      <wp:extent cx="5911850" cy="628650"/>
                      <wp:effectExtent l="0" t="0" r="12700" b="19050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11850" cy="628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B09A316" w14:textId="3E08DEBC" w:rsidR="001D6351" w:rsidRPr="004E3051" w:rsidRDefault="001D6351" w:rsidP="002D2CBD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4E3051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8DA852" id="正方形/長方形 2" o:spid="_x0000_s1026" style="position:absolute;margin-left:-2pt;margin-top:3.45pt;width:465.5pt;height:49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" fillcolor="#92d050" strokecolor="#92d050" strokeweight="1pt">
                      <v:fill opacity="52428f"/>
                      <v:textbox>
                        <w:txbxContent>
                          <w:p w14:paraId="4B09A316" w14:textId="3E08DEBC" w:rsidR="001D6351" w:rsidRPr="004E3051" w:rsidRDefault="001D6351" w:rsidP="002D2CB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E305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29DF66A" w14:textId="19A1DF36" w:rsidR="001D6351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E0DE3FD" w14:textId="15F018E2" w:rsidR="001D6351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36F763E1" w14:textId="77777777" w:rsidR="001D6351" w:rsidRPr="008F5E28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04599F2" w14:textId="77777777" w:rsidR="001D6351" w:rsidRPr="008F5E28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1D6351" w:rsidRPr="008F5E28" w14:paraId="01CD4FBA" w14:textId="77777777" w:rsidTr="00764839">
        <w:trPr>
          <w:gridAfter w:val="1"/>
          <w:wAfter w:w="869" w:type="dxa"/>
        </w:trPr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190F9D6" w14:textId="77777777" w:rsidR="001D6351" w:rsidRPr="008F5E28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1D6351" w:rsidRPr="008F5E28" w14:paraId="03611FE5" w14:textId="77777777" w:rsidTr="00764839">
        <w:trPr>
          <w:gridAfter w:val="1"/>
          <w:wAfter w:w="86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C7842E6" w14:textId="77777777" w:rsidR="001D6351" w:rsidRPr="008F5E28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CAB5176" w14:textId="77777777" w:rsidR="001D6351" w:rsidRPr="008F5E28" w:rsidRDefault="001D6351" w:rsidP="001D6351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1D6351" w:rsidRPr="008F5E28" w14:paraId="6EC00C81" w14:textId="77777777" w:rsidTr="00764839">
        <w:trPr>
          <w:gridAfter w:val="1"/>
          <w:wAfter w:w="86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01149C4" w14:textId="77777777" w:rsidR="001D6351" w:rsidRPr="008D3238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D3238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7247B92B" w14:textId="77777777" w:rsidR="001D6351" w:rsidRPr="008D3238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D3238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497A613" w14:textId="77777777" w:rsidR="001D6351" w:rsidRPr="008D3238" w:rsidRDefault="001D6351" w:rsidP="001D6351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8D323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08CAFFB2" w14:textId="77777777" w:rsidR="001D6351" w:rsidRPr="008D3238" w:rsidRDefault="001D6351" w:rsidP="001D6351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8D3238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11BB3392" w14:textId="77777777" w:rsidR="00981BCA" w:rsidRPr="00764839" w:rsidRDefault="00981BCA" w:rsidP="007546CB">
      <w:pPr>
        <w:overflowPunct w:val="0"/>
        <w:autoSpaceDE w:val="0"/>
        <w:autoSpaceDN w:val="0"/>
        <w:rPr>
          <w:rFonts w:ascii="游明朝" w:eastAsia="游明朝" w:hAnsi="游明朝"/>
          <w:sz w:val="18"/>
          <w:szCs w:val="18"/>
        </w:rPr>
      </w:pPr>
    </w:p>
    <w:sectPr w:rsidR="00981BCA" w:rsidRPr="00764839" w:rsidSect="00767443">
      <w:headerReference w:type="default" r:id="rId11"/>
      <w:pgSz w:w="11906" w:h="16838" w:code="9"/>
      <w:pgMar w:top="1701" w:right="1247" w:bottom="1701" w:left="1247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5A93D" w14:textId="77777777" w:rsidR="00FD1AAD" w:rsidRDefault="00FD1AAD">
      <w:r>
        <w:separator/>
      </w:r>
    </w:p>
  </w:endnote>
  <w:endnote w:type="continuationSeparator" w:id="0">
    <w:p w14:paraId="079AC8BB" w14:textId="77777777" w:rsidR="00FD1AAD" w:rsidRDefault="00FD1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0CAEC" w14:textId="77777777" w:rsidR="00FD1AAD" w:rsidRDefault="00FD1AAD">
      <w:r>
        <w:separator/>
      </w:r>
    </w:p>
  </w:footnote>
  <w:footnote w:type="continuationSeparator" w:id="0">
    <w:p w14:paraId="300247A0" w14:textId="77777777" w:rsidR="00FD1AAD" w:rsidRDefault="00FD1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0C9F1" w14:textId="5C6FBA00" w:rsidR="0092011F" w:rsidRDefault="0092011F">
    <w:pPr>
      <w:pStyle w:val="a3"/>
    </w:pPr>
    <w:r>
      <w:rPr>
        <w:rFonts w:hint="eastAsia"/>
      </w:rPr>
      <w:t>様式第</w:t>
    </w:r>
    <w:r w:rsidR="007461B4">
      <w:rPr>
        <w:rFonts w:hint="eastAsia"/>
      </w:rPr>
      <w:t>７</w:t>
    </w:r>
    <w:r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B87664"/>
    <w:multiLevelType w:val="hybridMultilevel"/>
    <w:tmpl w:val="4344F662"/>
    <w:lvl w:ilvl="0" w:tplc="7F00A70E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15D28"/>
    <w:rsid w:val="00052D0B"/>
    <w:rsid w:val="0005479F"/>
    <w:rsid w:val="000552F0"/>
    <w:rsid w:val="00065B1E"/>
    <w:rsid w:val="00067CE4"/>
    <w:rsid w:val="00072033"/>
    <w:rsid w:val="0008405D"/>
    <w:rsid w:val="00092646"/>
    <w:rsid w:val="000A2848"/>
    <w:rsid w:val="000B57F2"/>
    <w:rsid w:val="000C70D2"/>
    <w:rsid w:val="000D0ABA"/>
    <w:rsid w:val="000D2546"/>
    <w:rsid w:val="000D3ABF"/>
    <w:rsid w:val="000F74ED"/>
    <w:rsid w:val="001209B1"/>
    <w:rsid w:val="00135C60"/>
    <w:rsid w:val="001466CE"/>
    <w:rsid w:val="00167783"/>
    <w:rsid w:val="00171425"/>
    <w:rsid w:val="001D3EE5"/>
    <w:rsid w:val="001D3F72"/>
    <w:rsid w:val="001D6351"/>
    <w:rsid w:val="001F3314"/>
    <w:rsid w:val="002374BA"/>
    <w:rsid w:val="00247CD8"/>
    <w:rsid w:val="00263244"/>
    <w:rsid w:val="00266160"/>
    <w:rsid w:val="002A30E4"/>
    <w:rsid w:val="002C22C4"/>
    <w:rsid w:val="002C3961"/>
    <w:rsid w:val="002C68EC"/>
    <w:rsid w:val="002C719D"/>
    <w:rsid w:val="002D29E7"/>
    <w:rsid w:val="002D2CBD"/>
    <w:rsid w:val="0032348C"/>
    <w:rsid w:val="00331A68"/>
    <w:rsid w:val="00345E9E"/>
    <w:rsid w:val="003A36A5"/>
    <w:rsid w:val="003B6F31"/>
    <w:rsid w:val="003C7EA2"/>
    <w:rsid w:val="003D329C"/>
    <w:rsid w:val="003D665F"/>
    <w:rsid w:val="003F460D"/>
    <w:rsid w:val="004277E1"/>
    <w:rsid w:val="0045334C"/>
    <w:rsid w:val="0046067B"/>
    <w:rsid w:val="00495D1E"/>
    <w:rsid w:val="004C6973"/>
    <w:rsid w:val="004D6629"/>
    <w:rsid w:val="004E3051"/>
    <w:rsid w:val="00532404"/>
    <w:rsid w:val="00575B17"/>
    <w:rsid w:val="005C199A"/>
    <w:rsid w:val="006078D4"/>
    <w:rsid w:val="006443EA"/>
    <w:rsid w:val="006573DB"/>
    <w:rsid w:val="00673630"/>
    <w:rsid w:val="00681AE9"/>
    <w:rsid w:val="00682B69"/>
    <w:rsid w:val="00683792"/>
    <w:rsid w:val="006B1AF2"/>
    <w:rsid w:val="00702012"/>
    <w:rsid w:val="00714674"/>
    <w:rsid w:val="007210E9"/>
    <w:rsid w:val="00740A24"/>
    <w:rsid w:val="00742DC8"/>
    <w:rsid w:val="00743052"/>
    <w:rsid w:val="007461B4"/>
    <w:rsid w:val="00747A3D"/>
    <w:rsid w:val="007546CB"/>
    <w:rsid w:val="00760D70"/>
    <w:rsid w:val="007627D5"/>
    <w:rsid w:val="00764839"/>
    <w:rsid w:val="00767443"/>
    <w:rsid w:val="00775EB2"/>
    <w:rsid w:val="00780814"/>
    <w:rsid w:val="00780C84"/>
    <w:rsid w:val="00784322"/>
    <w:rsid w:val="007C5F1A"/>
    <w:rsid w:val="00801B5A"/>
    <w:rsid w:val="008074CF"/>
    <w:rsid w:val="00835E99"/>
    <w:rsid w:val="00841C44"/>
    <w:rsid w:val="008541F0"/>
    <w:rsid w:val="00865425"/>
    <w:rsid w:val="008B4004"/>
    <w:rsid w:val="008D3238"/>
    <w:rsid w:val="0092011F"/>
    <w:rsid w:val="00922322"/>
    <w:rsid w:val="0092437D"/>
    <w:rsid w:val="009647CD"/>
    <w:rsid w:val="00981BCA"/>
    <w:rsid w:val="009A1240"/>
    <w:rsid w:val="009A5D45"/>
    <w:rsid w:val="009B5632"/>
    <w:rsid w:val="009D093D"/>
    <w:rsid w:val="009D1C61"/>
    <w:rsid w:val="009E316A"/>
    <w:rsid w:val="00A066F2"/>
    <w:rsid w:val="00A4362B"/>
    <w:rsid w:val="00A561E4"/>
    <w:rsid w:val="00A70163"/>
    <w:rsid w:val="00AC0156"/>
    <w:rsid w:val="00B024B5"/>
    <w:rsid w:val="00B25607"/>
    <w:rsid w:val="00B26226"/>
    <w:rsid w:val="00B27CB5"/>
    <w:rsid w:val="00B31078"/>
    <w:rsid w:val="00B4033C"/>
    <w:rsid w:val="00B4185C"/>
    <w:rsid w:val="00B442A5"/>
    <w:rsid w:val="00B5542A"/>
    <w:rsid w:val="00B56236"/>
    <w:rsid w:val="00B64433"/>
    <w:rsid w:val="00B64956"/>
    <w:rsid w:val="00B84C08"/>
    <w:rsid w:val="00BE1BF3"/>
    <w:rsid w:val="00BF5405"/>
    <w:rsid w:val="00C10C0A"/>
    <w:rsid w:val="00C27600"/>
    <w:rsid w:val="00C31714"/>
    <w:rsid w:val="00C43786"/>
    <w:rsid w:val="00C83917"/>
    <w:rsid w:val="00CA0FAE"/>
    <w:rsid w:val="00CA283D"/>
    <w:rsid w:val="00CB1D7F"/>
    <w:rsid w:val="00CB68C7"/>
    <w:rsid w:val="00CD1908"/>
    <w:rsid w:val="00CD2DD6"/>
    <w:rsid w:val="00CD657A"/>
    <w:rsid w:val="00CE2FC2"/>
    <w:rsid w:val="00CF370C"/>
    <w:rsid w:val="00D13D72"/>
    <w:rsid w:val="00D22322"/>
    <w:rsid w:val="00D24726"/>
    <w:rsid w:val="00D6512C"/>
    <w:rsid w:val="00D72CAA"/>
    <w:rsid w:val="00D83528"/>
    <w:rsid w:val="00D84CE1"/>
    <w:rsid w:val="00DB4319"/>
    <w:rsid w:val="00DC50DB"/>
    <w:rsid w:val="00DD5F5B"/>
    <w:rsid w:val="00DF699C"/>
    <w:rsid w:val="00E0460E"/>
    <w:rsid w:val="00E058CA"/>
    <w:rsid w:val="00E15AD6"/>
    <w:rsid w:val="00E20973"/>
    <w:rsid w:val="00E22B67"/>
    <w:rsid w:val="00E61010"/>
    <w:rsid w:val="00E73BAD"/>
    <w:rsid w:val="00EA4E5D"/>
    <w:rsid w:val="00EB6B18"/>
    <w:rsid w:val="00ED2DC4"/>
    <w:rsid w:val="00ED5D1A"/>
    <w:rsid w:val="00F0036B"/>
    <w:rsid w:val="00F05652"/>
    <w:rsid w:val="00F0702D"/>
    <w:rsid w:val="00F2197C"/>
    <w:rsid w:val="00F27ECE"/>
    <w:rsid w:val="00F355EC"/>
    <w:rsid w:val="00F65E8A"/>
    <w:rsid w:val="00F92366"/>
    <w:rsid w:val="00FA23E9"/>
    <w:rsid w:val="00FA2CDF"/>
    <w:rsid w:val="00FB40E5"/>
    <w:rsid w:val="00FC493B"/>
    <w:rsid w:val="00FD1AAD"/>
    <w:rsid w:val="00FE15AC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7233AD"/>
  <w15:chartTrackingRefBased/>
  <w15:docId w15:val="{03F8F2DB-B34C-47B3-AC82-A1748C29D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table" w:styleId="a7">
    <w:name w:val="Table Grid"/>
    <w:basedOn w:val="a1"/>
    <w:uiPriority w:val="59"/>
    <w:rsid w:val="00B44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619965-DD78-42C6-9E51-0F6D5F854F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98C1CE-0538-4468-B8CC-CF343C64DB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03592EA-9E5D-469A-A407-AD025B7A84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5C9801-9E5C-4B2F-8AB2-5CABC73835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71</TotalTime>
  <Pages>1</Pages>
  <Words>229</Words>
  <Characters>209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2001-06-03T13:43:00Z</cp:lastPrinted>
  <dcterms:created xsi:type="dcterms:W3CDTF">2021-09-27T11:28:00Z</dcterms:created>
  <dcterms:modified xsi:type="dcterms:W3CDTF">2022-06-02T00:31:00Z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2021-09-17T06:38:18Z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c75f887a-cd24-43aa-8066-238ca39859bf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