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ABTZyo4gAAAAoBAAAPAAAAZHJzL2Rvd25y&#10;ZXYueG1sTI9NS8NAFEX3gv9heIIbsTOtNWljJkUExa7EthTcTTPPJDTzJsxHG/31jitdXt7h3vPK&#10;1Wh6dkLnO0sSphMBDKm2uqNGwm77fLsA5oMirXpLKOELPayqy4tSFdqe6R1Pm9CwVEK+UBLaEIaC&#10;c1+3aJSf2AEp3T6tMyqk6BqunTqnctPzmRAZN6qjtNCqAZ9arI+baCQc17E2cf/hXt/i9mX9nWl+&#10;I5ZSXl+Njw/AAo7hD4Zf/aQOVXI62Ejasz7lu2yaUAn5cg4sAfdingE7SJjl+QJ4VfL/L1Q/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AFNnKjiAAAACgEAAA8AAAAAAAAAAAAAAAAA&#10;hgQAAGRycy9kb3ducmV2LnhtbFBLBQYAAAAABAAEAPMAAACV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2B1569F4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06D4B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支給対象</w:t>
            </w:r>
          </w:p>
          <w:p w14:paraId="1FCDC89C" w14:textId="239ECDE5" w:rsidR="001166CB" w:rsidRDefault="001166CB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児　　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5CB5CA1E" w14:textId="77777777" w:rsidR="00720452" w:rsidRDefault="00720452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証　　　書</w:t>
            </w:r>
          </w:p>
          <w:p w14:paraId="2454F20D" w14:textId="2AF9F950" w:rsidR="00720452" w:rsidRPr="008F5E28" w:rsidRDefault="00720452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90491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有期認定</w:t>
            </w:r>
          </w:p>
          <w:p w14:paraId="39019EEC" w14:textId="114FAE1D" w:rsidR="00720452" w:rsidRPr="008F5E28" w:rsidRDefault="00720452" w:rsidP="0090491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期</w:t>
            </w:r>
            <w:r w:rsidR="00904914">
              <w:rPr>
                <w:rFonts w:hAnsi="ＭＳ 明朝" w:hint="eastAsia"/>
                <w:szCs w:val="21"/>
              </w:rPr>
              <w:t xml:space="preserve">　　</w:t>
            </w:r>
            <w:r>
              <w:rPr>
                <w:rFonts w:hAnsi="ＭＳ 明朝" w:hint="eastAsia"/>
                <w:szCs w:val="2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62BF3A7">
              <wp:simplePos x="0" y="0"/>
              <wp:positionH relativeFrom="page">
                <wp:posOffset>661035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52.05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FM913fdAAAACQEAAA8AAABkcnMvZG93&#10;bnJldi54bWxMj8tOwzAQRfdI/IM1SOyo3bQqUYhTARJCqAvUAnvHdpOIeBzZzqN/z7CC5Z05unOm&#10;3C+uZ5MNsfMoYb0SwCxqbzpsJHx+vNzlwGJSaFTv0Uq42Aj76vqqVIXxMx7tdEoNoxKMhZLQpjQU&#10;nEfdWqfiyg8WaXf2walEMTTcBDVTuet5JsSOO9UhXWjVYJ9bq79Po5Pw5c9Ps9M1vk2X9258PQSt&#10;84OUtzfL4wOwZJf0B8OvPqlDRU61H9FE1lMW2zWhErLNDhgB2TanQS3hfiOAVyX//0H1Aw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FM913fdAAAACQEAAA8AAAAAAAAAAAAAAAAA+gQA&#10;AGRycy9kb3ducmV2LnhtbFBLBQYAAAAABAAEAPMAAAAEBg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380BE0"/>
    <w:rsid w:val="00387C62"/>
    <w:rsid w:val="003D5D87"/>
    <w:rsid w:val="003F729C"/>
    <w:rsid w:val="00402226"/>
    <w:rsid w:val="0042772F"/>
    <w:rsid w:val="004414F2"/>
    <w:rsid w:val="00453A7A"/>
    <w:rsid w:val="004C1C8E"/>
    <w:rsid w:val="004C4F02"/>
    <w:rsid w:val="0053005F"/>
    <w:rsid w:val="00566B7E"/>
    <w:rsid w:val="005857A1"/>
    <w:rsid w:val="005C7CD8"/>
    <w:rsid w:val="0060292E"/>
    <w:rsid w:val="006078D4"/>
    <w:rsid w:val="006443EA"/>
    <w:rsid w:val="00683792"/>
    <w:rsid w:val="006B0692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99D84-2E80-4ADB-A339-538B05451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113</TotalTime>
  <Pages>1</Pages>
  <Words>325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2022-06-02T00:32:00Z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